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52010" w14:textId="48FD279F" w:rsidR="009D2F9B" w:rsidRPr="00D12FFF" w:rsidRDefault="005E1C75" w:rsidP="00E001F2">
      <w:pPr>
        <w:jc w:val="center"/>
        <w:rPr>
          <w:rFonts w:ascii="Verdana" w:hAnsi="Verdana"/>
          <w:lang w:val="en-CA"/>
        </w:rPr>
      </w:pPr>
      <w:r w:rsidRPr="00D12FFF">
        <w:rPr>
          <w:noProof/>
          <w:lang w:val="en-CA" w:eastAsia="en-US"/>
        </w:rPr>
        <w:drawing>
          <wp:inline distT="0" distB="0" distL="0" distR="0" wp14:anchorId="4AF58ADE" wp14:editId="32E5CE90">
            <wp:extent cx="2870835" cy="925195"/>
            <wp:effectExtent l="19050" t="0" r="5715" b="0"/>
            <wp:docPr id="2" name="Image 1" descr="Ellico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llicom_logo"/>
                    <pic:cNvPicPr>
                      <a:picLocks noChangeAspect="1" noChangeArrowheads="1"/>
                    </pic:cNvPicPr>
                  </pic:nvPicPr>
                  <pic:blipFill>
                    <a:blip r:embed="rId14" cstate="print"/>
                    <a:srcRect/>
                    <a:stretch>
                      <a:fillRect/>
                    </a:stretch>
                  </pic:blipFill>
                  <pic:spPr bwMode="auto">
                    <a:xfrm>
                      <a:off x="0" y="0"/>
                      <a:ext cx="2870835" cy="925195"/>
                    </a:xfrm>
                    <a:prstGeom prst="rect">
                      <a:avLst/>
                    </a:prstGeom>
                    <a:noFill/>
                    <a:ln w="9525">
                      <a:noFill/>
                      <a:miter lim="800000"/>
                      <a:headEnd/>
                      <a:tailEnd/>
                    </a:ln>
                  </pic:spPr>
                </pic:pic>
              </a:graphicData>
            </a:graphic>
          </wp:inline>
        </w:drawing>
      </w:r>
    </w:p>
    <w:p w14:paraId="331208EC" w14:textId="1F91F36C" w:rsidR="006C3832" w:rsidRPr="00D12FFF" w:rsidRDefault="001A6EEA" w:rsidP="001A6EEA">
      <w:pPr>
        <w:jc w:val="center"/>
        <w:rPr>
          <w:rFonts w:ascii="Verdana" w:hAnsi="Verdana"/>
          <w:lang w:val="en-CA"/>
        </w:rPr>
      </w:pPr>
      <w:r w:rsidRPr="00D12FFF">
        <w:rPr>
          <w:noProof/>
          <w:lang w:val="en-CA"/>
        </w:rPr>
        <w:drawing>
          <wp:anchor distT="0" distB="0" distL="114300" distR="114300" simplePos="0" relativeHeight="251659264" behindDoc="0" locked="0" layoutInCell="1" allowOverlap="1" wp14:anchorId="613FE270" wp14:editId="0F8A91C1">
            <wp:simplePos x="0" y="0"/>
            <wp:positionH relativeFrom="margin">
              <wp:posOffset>2808605</wp:posOffset>
            </wp:positionH>
            <wp:positionV relativeFrom="paragraph">
              <wp:posOffset>233045</wp:posOffset>
            </wp:positionV>
            <wp:extent cx="2897125" cy="1512989"/>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ICEF Logo.png"/>
                    <pic:cNvPicPr/>
                  </pic:nvPicPr>
                  <pic:blipFill>
                    <a:blip r:embed="rId15">
                      <a:extLst>
                        <a:ext uri="{28A0092B-C50C-407E-A947-70E740481C1C}">
                          <a14:useLocalDpi xmlns:a14="http://schemas.microsoft.com/office/drawing/2010/main" val="0"/>
                        </a:ext>
                      </a:extLst>
                    </a:blip>
                    <a:stretch>
                      <a:fillRect/>
                    </a:stretch>
                  </pic:blipFill>
                  <pic:spPr>
                    <a:xfrm>
                      <a:off x="0" y="0"/>
                      <a:ext cx="2897125" cy="1512989"/>
                    </a:xfrm>
                    <a:prstGeom prst="rect">
                      <a:avLst/>
                    </a:prstGeom>
                  </pic:spPr>
                </pic:pic>
              </a:graphicData>
            </a:graphic>
          </wp:anchor>
        </w:drawing>
      </w:r>
    </w:p>
    <w:p w14:paraId="4926AF34" w14:textId="77777777" w:rsidR="00747EFA" w:rsidRPr="00D12FFF" w:rsidRDefault="00747EFA" w:rsidP="00747EFA">
      <w:pPr>
        <w:rPr>
          <w:lang w:val="en-CA"/>
        </w:rPr>
      </w:pPr>
    </w:p>
    <w:p w14:paraId="45278F8F" w14:textId="172C32DF" w:rsidR="009D2F9B" w:rsidRPr="00D12FFF" w:rsidRDefault="001A6EEA" w:rsidP="3FC7E054">
      <w:pPr>
        <w:jc w:val="center"/>
        <w:rPr>
          <w:b/>
          <w:bCs/>
          <w:sz w:val="160"/>
          <w:szCs w:val="160"/>
          <w:lang w:val="en-CA"/>
        </w:rPr>
      </w:pPr>
      <w:r w:rsidRPr="00D12FFF">
        <w:rPr>
          <w:b/>
          <w:bCs/>
          <w:sz w:val="48"/>
          <w:szCs w:val="48"/>
          <w:lang w:val="en-CA"/>
        </w:rPr>
        <w:t xml:space="preserve">UN – </w:t>
      </w:r>
      <w:r w:rsidR="00D5380D" w:rsidRPr="00D12FFF">
        <w:rPr>
          <w:b/>
          <w:bCs/>
          <w:sz w:val="48"/>
          <w:szCs w:val="48"/>
          <w:lang w:val="en-CA"/>
        </w:rPr>
        <w:t>P</w:t>
      </w:r>
      <w:r w:rsidR="00747EFA" w:rsidRPr="00D12FFF">
        <w:rPr>
          <w:b/>
          <w:bCs/>
          <w:sz w:val="48"/>
          <w:szCs w:val="48"/>
          <w:lang w:val="en-CA"/>
        </w:rPr>
        <w:t xml:space="preserve">revention of </w:t>
      </w:r>
      <w:r w:rsidR="00C40858" w:rsidRPr="00D12FFF">
        <w:rPr>
          <w:b/>
          <w:bCs/>
          <w:sz w:val="48"/>
          <w:szCs w:val="48"/>
          <w:lang w:val="en-CA"/>
        </w:rPr>
        <w:t>s</w:t>
      </w:r>
      <w:r w:rsidR="00747EFA" w:rsidRPr="00D12FFF">
        <w:rPr>
          <w:b/>
          <w:bCs/>
          <w:sz w:val="48"/>
          <w:szCs w:val="48"/>
          <w:lang w:val="en-CA"/>
        </w:rPr>
        <w:t xml:space="preserve">exual </w:t>
      </w:r>
      <w:r w:rsidR="00C40858" w:rsidRPr="00D12FFF">
        <w:rPr>
          <w:b/>
          <w:bCs/>
          <w:sz w:val="48"/>
          <w:szCs w:val="48"/>
          <w:lang w:val="en-CA"/>
        </w:rPr>
        <w:t>e</w:t>
      </w:r>
      <w:r w:rsidR="00747EFA" w:rsidRPr="00D12FFF">
        <w:rPr>
          <w:b/>
          <w:bCs/>
          <w:sz w:val="48"/>
          <w:szCs w:val="48"/>
          <w:lang w:val="en-CA"/>
        </w:rPr>
        <w:t xml:space="preserve">xploitation and </w:t>
      </w:r>
      <w:r w:rsidR="00C40858" w:rsidRPr="00D12FFF">
        <w:rPr>
          <w:b/>
          <w:bCs/>
          <w:sz w:val="48"/>
          <w:szCs w:val="48"/>
          <w:lang w:val="en-CA"/>
        </w:rPr>
        <w:t>a</w:t>
      </w:r>
      <w:r w:rsidR="00747EFA" w:rsidRPr="00D12FFF">
        <w:rPr>
          <w:b/>
          <w:bCs/>
          <w:sz w:val="48"/>
          <w:szCs w:val="48"/>
          <w:lang w:val="en-CA"/>
        </w:rPr>
        <w:t>buse (PSEA)</w:t>
      </w:r>
    </w:p>
    <w:p w14:paraId="4B1E0F18" w14:textId="73287E22" w:rsidR="001F33ED" w:rsidRPr="00D12FFF" w:rsidRDefault="00FC4831" w:rsidP="3FC7E054">
      <w:pPr>
        <w:jc w:val="center"/>
        <w:rPr>
          <w:b/>
          <w:bCs/>
          <w:sz w:val="40"/>
          <w:szCs w:val="40"/>
          <w:lang w:val="en-CA"/>
        </w:rPr>
      </w:pPr>
      <w:r w:rsidRPr="00D12FFF">
        <w:rPr>
          <w:b/>
          <w:bCs/>
          <w:sz w:val="40"/>
          <w:szCs w:val="40"/>
          <w:lang w:val="en-CA"/>
        </w:rPr>
        <w:t>f</w:t>
      </w:r>
      <w:r w:rsidR="000F43BF" w:rsidRPr="00D12FFF">
        <w:rPr>
          <w:b/>
          <w:bCs/>
          <w:sz w:val="40"/>
          <w:szCs w:val="40"/>
          <w:lang w:val="en-CA"/>
        </w:rPr>
        <w:t xml:space="preserve">inal </w:t>
      </w:r>
      <w:r w:rsidR="0060025F" w:rsidRPr="00D12FFF">
        <w:rPr>
          <w:b/>
          <w:bCs/>
          <w:sz w:val="40"/>
          <w:szCs w:val="40"/>
          <w:lang w:val="en-CA"/>
        </w:rPr>
        <w:t>a</w:t>
      </w:r>
      <w:r w:rsidR="000F43BF" w:rsidRPr="00D12FFF">
        <w:rPr>
          <w:b/>
          <w:bCs/>
          <w:sz w:val="40"/>
          <w:szCs w:val="40"/>
          <w:lang w:val="en-CA"/>
        </w:rPr>
        <w:t>ssessment</w:t>
      </w:r>
    </w:p>
    <w:p w14:paraId="12D5E0A2" w14:textId="77777777" w:rsidR="00747EFA" w:rsidRPr="00D12FFF" w:rsidRDefault="00747EFA" w:rsidP="3FC7E054">
      <w:pPr>
        <w:jc w:val="center"/>
        <w:rPr>
          <w:b/>
          <w:bCs/>
          <w:sz w:val="40"/>
          <w:szCs w:val="40"/>
          <w:lang w:val="en-CA"/>
        </w:rPr>
      </w:pPr>
    </w:p>
    <w:p w14:paraId="40CDB1E8" w14:textId="77777777" w:rsidR="009D2F9B" w:rsidRPr="00D12FFF" w:rsidRDefault="3FC7E054" w:rsidP="3FC7E054">
      <w:pPr>
        <w:pStyle w:val="Grandtitre"/>
        <w:rPr>
          <w:rFonts w:asciiTheme="minorHAnsi" w:hAnsiTheme="minorHAnsi"/>
          <w:color w:val="808080" w:themeColor="text1" w:themeTint="7F"/>
          <w:sz w:val="52"/>
          <w:szCs w:val="52"/>
          <w:lang w:val="en-CA"/>
        </w:rPr>
      </w:pPr>
      <w:r w:rsidRPr="00D12FFF">
        <w:rPr>
          <w:rFonts w:asciiTheme="minorHAnsi" w:hAnsiTheme="minorHAnsi"/>
          <w:color w:val="808080" w:themeColor="text1" w:themeTint="7F"/>
          <w:sz w:val="52"/>
          <w:szCs w:val="52"/>
          <w:lang w:val="en-CA"/>
        </w:rPr>
        <w:t>Storyboard</w:t>
      </w:r>
    </w:p>
    <w:p w14:paraId="2E2EE1E8" w14:textId="77777777" w:rsidR="00A024FC" w:rsidRPr="00D12FFF" w:rsidRDefault="00A024FC" w:rsidP="005A39C9">
      <w:pPr>
        <w:rPr>
          <w:lang w:val="en-CA"/>
        </w:rPr>
      </w:pPr>
    </w:p>
    <w:p w14:paraId="579D45D7" w14:textId="77777777" w:rsidR="009D2F9B" w:rsidRPr="00D12FFF" w:rsidRDefault="009D2F9B" w:rsidP="005A39C9">
      <w:pPr>
        <w:rPr>
          <w:lang w:val="en-CA"/>
        </w:rPr>
      </w:pPr>
    </w:p>
    <w:p w14:paraId="77988976" w14:textId="77777777" w:rsidR="00184895" w:rsidRPr="00D12FFF" w:rsidRDefault="3FC7E054" w:rsidP="3FC7E054">
      <w:pPr>
        <w:jc w:val="center"/>
        <w:rPr>
          <w:b/>
          <w:bCs/>
          <w:sz w:val="36"/>
          <w:szCs w:val="36"/>
          <w:lang w:val="en-CA"/>
        </w:rPr>
      </w:pPr>
      <w:r w:rsidRPr="00D12FFF">
        <w:rPr>
          <w:b/>
          <w:bCs/>
          <w:sz w:val="36"/>
          <w:szCs w:val="36"/>
          <w:lang w:val="en-CA"/>
        </w:rPr>
        <w:t>Instructional Designers:</w:t>
      </w:r>
    </w:p>
    <w:p w14:paraId="0DAA8245" w14:textId="38E7486A" w:rsidR="009D2F9B" w:rsidRPr="00D12FFF" w:rsidRDefault="00AD51BF" w:rsidP="3FC7E054">
      <w:pPr>
        <w:jc w:val="center"/>
        <w:rPr>
          <w:b/>
          <w:bCs/>
          <w:sz w:val="36"/>
          <w:szCs w:val="36"/>
          <w:lang w:val="en-CA"/>
        </w:rPr>
      </w:pPr>
      <w:r w:rsidRPr="00D12FFF">
        <w:rPr>
          <w:b/>
          <w:bCs/>
          <w:sz w:val="24"/>
          <w:szCs w:val="24"/>
          <w:lang w:val="en-CA"/>
        </w:rPr>
        <w:t>Saher Samnani</w:t>
      </w:r>
    </w:p>
    <w:p w14:paraId="6154419E" w14:textId="466D6F62" w:rsidR="009D2F9B" w:rsidRPr="00D12FFF" w:rsidRDefault="3FC7E054" w:rsidP="3FC7E054">
      <w:pPr>
        <w:jc w:val="center"/>
        <w:rPr>
          <w:b/>
          <w:bCs/>
          <w:sz w:val="28"/>
          <w:szCs w:val="28"/>
          <w:lang w:val="en-CA"/>
        </w:rPr>
      </w:pPr>
      <w:r w:rsidRPr="00D12FFF">
        <w:rPr>
          <w:b/>
          <w:bCs/>
          <w:lang w:val="en-CA"/>
        </w:rPr>
        <w:t xml:space="preserve">Date: </w:t>
      </w:r>
      <w:r w:rsidR="00F86CCE" w:rsidRPr="00D12FFF">
        <w:rPr>
          <w:b/>
          <w:bCs/>
          <w:lang w:val="en-CA"/>
        </w:rPr>
        <w:t>April</w:t>
      </w:r>
      <w:r w:rsidRPr="00D12FFF">
        <w:rPr>
          <w:b/>
          <w:bCs/>
          <w:lang w:val="en-CA"/>
        </w:rPr>
        <w:t xml:space="preserve"> </w:t>
      </w:r>
      <w:r w:rsidR="00AD51BF" w:rsidRPr="00D12FFF">
        <w:rPr>
          <w:b/>
          <w:bCs/>
          <w:lang w:val="en-CA"/>
        </w:rPr>
        <w:t>2</w:t>
      </w:r>
      <w:r w:rsidR="005C23BE" w:rsidRPr="00D12FFF">
        <w:rPr>
          <w:b/>
          <w:bCs/>
          <w:lang w:val="en-CA"/>
        </w:rPr>
        <w:t>3</w:t>
      </w:r>
      <w:r w:rsidRPr="00D12FFF">
        <w:rPr>
          <w:b/>
          <w:bCs/>
          <w:lang w:val="en-CA"/>
        </w:rPr>
        <w:t xml:space="preserve">, </w:t>
      </w:r>
      <w:r w:rsidR="00F86CCE" w:rsidRPr="00D12FFF">
        <w:rPr>
          <w:b/>
          <w:bCs/>
          <w:lang w:val="en-CA"/>
        </w:rPr>
        <w:t>2020</w:t>
      </w:r>
    </w:p>
    <w:p w14:paraId="78663F35" w14:textId="14DDC4E0" w:rsidR="00A024FC" w:rsidRPr="00D12FFF" w:rsidRDefault="00A024FC" w:rsidP="005A39C9">
      <w:pPr>
        <w:rPr>
          <w:lang w:val="en-CA"/>
        </w:rPr>
      </w:pPr>
      <w:r w:rsidRPr="00D12FFF">
        <w:rPr>
          <w:lang w:val="en-CA"/>
        </w:rPr>
        <w:br w:type="page"/>
      </w:r>
    </w:p>
    <w:p w14:paraId="0593DB47" w14:textId="77777777" w:rsidR="009D2F9B" w:rsidRPr="00D12FFF" w:rsidRDefault="3FC7E054" w:rsidP="3FC7E054">
      <w:pPr>
        <w:spacing w:after="120"/>
        <w:rPr>
          <w:b/>
          <w:bCs/>
          <w:color w:val="1F497D" w:themeColor="text2"/>
          <w:sz w:val="28"/>
          <w:szCs w:val="28"/>
          <w:lang w:val="en-CA"/>
        </w:rPr>
      </w:pPr>
      <w:r w:rsidRPr="00D12FFF">
        <w:rPr>
          <w:b/>
          <w:bCs/>
          <w:color w:val="1F497D" w:themeColor="text2"/>
          <w:sz w:val="28"/>
          <w:szCs w:val="28"/>
          <w:lang w:val="en-CA"/>
        </w:rPr>
        <w:lastRenderedPageBreak/>
        <w:t xml:space="preserve">STORYBOARD NOTES: </w:t>
      </w:r>
    </w:p>
    <w:tbl>
      <w:tblPr>
        <w:tblpPr w:leftFromText="141" w:rightFromText="141" w:vertAnchor="text" w:horzAnchor="margin" w:tblpY="7"/>
        <w:tblW w:w="4965" w:type="pct"/>
        <w:tblBorders>
          <w:top w:val="single" w:sz="4" w:space="0" w:color="C6D9F1"/>
          <w:left w:val="single" w:sz="4" w:space="0" w:color="C6D9F1"/>
          <w:bottom w:val="single" w:sz="4" w:space="0" w:color="C6D9F1"/>
          <w:right w:val="single" w:sz="4" w:space="0" w:color="C6D9F1"/>
          <w:insideH w:val="single" w:sz="4" w:space="0" w:color="C6D9F1"/>
        </w:tblBorders>
        <w:tblCellMar>
          <w:top w:w="85" w:type="dxa"/>
          <w:bottom w:w="85" w:type="dxa"/>
        </w:tblCellMar>
        <w:tblLook w:val="04A0" w:firstRow="1" w:lastRow="0" w:firstColumn="1" w:lastColumn="0" w:noHBand="0" w:noVBand="1"/>
      </w:tblPr>
      <w:tblGrid>
        <w:gridCol w:w="2736"/>
        <w:gridCol w:w="3334"/>
        <w:gridCol w:w="1048"/>
        <w:gridCol w:w="6186"/>
      </w:tblGrid>
      <w:tr w:rsidR="009D2F9B" w:rsidRPr="00D12FFF" w14:paraId="1128201F" w14:textId="77777777" w:rsidTr="3FC7E054">
        <w:trPr>
          <w:trHeight w:val="151"/>
        </w:trPr>
        <w:tc>
          <w:tcPr>
            <w:tcW w:w="1028" w:type="pct"/>
            <w:vAlign w:val="center"/>
          </w:tcPr>
          <w:p w14:paraId="144FF28F" w14:textId="77777777" w:rsidR="009D2F9B" w:rsidRPr="00D12FFF" w:rsidRDefault="3FC7E054" w:rsidP="3FC7E054">
            <w:pPr>
              <w:pStyle w:val="Normal2"/>
              <w:jc w:val="right"/>
              <w:rPr>
                <w:b/>
                <w:bCs/>
                <w:caps/>
                <w:color w:val="1F497D" w:themeColor="text2"/>
                <w:sz w:val="18"/>
                <w:szCs w:val="18"/>
                <w:lang w:val="en-CA"/>
              </w:rPr>
            </w:pPr>
            <w:r w:rsidRPr="00D12FFF">
              <w:rPr>
                <w:b/>
                <w:bCs/>
                <w:caps/>
                <w:color w:val="1F497D" w:themeColor="text2"/>
                <w:sz w:val="18"/>
                <w:szCs w:val="18"/>
                <w:lang w:val="en-CA"/>
              </w:rPr>
              <w:t>Course Title:</w:t>
            </w:r>
          </w:p>
        </w:tc>
        <w:tc>
          <w:tcPr>
            <w:tcW w:w="3972" w:type="pct"/>
            <w:gridSpan w:val="3"/>
            <w:vAlign w:val="center"/>
          </w:tcPr>
          <w:p w14:paraId="5A192187" w14:textId="6B540FA4" w:rsidR="009D2F9B" w:rsidRPr="00D12FFF" w:rsidRDefault="0007601E" w:rsidP="00E001F2">
            <w:pPr>
              <w:pStyle w:val="Normal2"/>
              <w:rPr>
                <w:color w:val="1F497D" w:themeColor="text2"/>
                <w:sz w:val="18"/>
                <w:lang w:val="en-CA"/>
              </w:rPr>
            </w:pPr>
            <w:r w:rsidRPr="00D12FFF">
              <w:rPr>
                <w:color w:val="1F497D" w:themeColor="text2"/>
                <w:sz w:val="18"/>
                <w:lang w:val="en-CA"/>
              </w:rPr>
              <w:t xml:space="preserve">UN – </w:t>
            </w:r>
            <w:r w:rsidR="001B22B4" w:rsidRPr="00D12FFF">
              <w:rPr>
                <w:color w:val="1F497D" w:themeColor="text2"/>
                <w:sz w:val="18"/>
                <w:lang w:val="en-CA"/>
              </w:rPr>
              <w:t>PSEA</w:t>
            </w:r>
          </w:p>
        </w:tc>
      </w:tr>
      <w:tr w:rsidR="009D2F9B" w:rsidRPr="00D12FFF" w14:paraId="41D7AB8A" w14:textId="77777777" w:rsidTr="3FC7E054">
        <w:trPr>
          <w:trHeight w:val="151"/>
        </w:trPr>
        <w:tc>
          <w:tcPr>
            <w:tcW w:w="1028" w:type="pct"/>
            <w:vAlign w:val="center"/>
          </w:tcPr>
          <w:p w14:paraId="4B650433" w14:textId="77777777" w:rsidR="009D2F9B" w:rsidRPr="00D12FFF" w:rsidRDefault="3FC7E054" w:rsidP="3FC7E054">
            <w:pPr>
              <w:pStyle w:val="Normal2"/>
              <w:jc w:val="right"/>
              <w:rPr>
                <w:b/>
                <w:bCs/>
                <w:caps/>
                <w:color w:val="1F497D" w:themeColor="text2"/>
                <w:sz w:val="18"/>
                <w:szCs w:val="18"/>
                <w:lang w:val="en-CA"/>
              </w:rPr>
            </w:pPr>
            <w:r w:rsidRPr="00D12FFF">
              <w:rPr>
                <w:b/>
                <w:bCs/>
                <w:caps/>
                <w:color w:val="1F497D" w:themeColor="text2"/>
                <w:sz w:val="18"/>
                <w:szCs w:val="18"/>
                <w:lang w:val="en-CA"/>
              </w:rPr>
              <w:t>Learning Unit Title:</w:t>
            </w:r>
          </w:p>
        </w:tc>
        <w:tc>
          <w:tcPr>
            <w:tcW w:w="3972" w:type="pct"/>
            <w:gridSpan w:val="3"/>
            <w:vAlign w:val="center"/>
          </w:tcPr>
          <w:p w14:paraId="7D5F088B" w14:textId="709F9901" w:rsidR="009D2F9B" w:rsidRPr="00D12FFF" w:rsidRDefault="005C23BE" w:rsidP="00E001F2">
            <w:pPr>
              <w:pStyle w:val="Normal2"/>
              <w:rPr>
                <w:color w:val="244061" w:themeColor="accent1" w:themeShade="80"/>
                <w:sz w:val="18"/>
                <w:szCs w:val="18"/>
                <w:lang w:val="en-CA"/>
              </w:rPr>
            </w:pPr>
            <w:r w:rsidRPr="00D12FFF">
              <w:rPr>
                <w:color w:val="1F497D" w:themeColor="text2"/>
                <w:sz w:val="18"/>
                <w:szCs w:val="18"/>
                <w:lang w:val="en-CA"/>
              </w:rPr>
              <w:t>Final Assessment</w:t>
            </w:r>
          </w:p>
        </w:tc>
      </w:tr>
      <w:tr w:rsidR="009D2F9B" w:rsidRPr="00D12FFF" w14:paraId="7FA1D871" w14:textId="77777777" w:rsidTr="3FC7E054">
        <w:trPr>
          <w:trHeight w:val="147"/>
        </w:trPr>
        <w:tc>
          <w:tcPr>
            <w:tcW w:w="1028" w:type="pct"/>
            <w:vAlign w:val="center"/>
          </w:tcPr>
          <w:p w14:paraId="09DCAE78" w14:textId="77777777" w:rsidR="009D2F9B" w:rsidRPr="00D12FFF" w:rsidRDefault="3FC7E054" w:rsidP="3FC7E054">
            <w:pPr>
              <w:pStyle w:val="Normal2"/>
              <w:jc w:val="right"/>
              <w:rPr>
                <w:b/>
                <w:bCs/>
                <w:caps/>
                <w:color w:val="1F497D" w:themeColor="text2"/>
                <w:sz w:val="18"/>
                <w:szCs w:val="18"/>
                <w:lang w:val="en-CA"/>
              </w:rPr>
            </w:pPr>
            <w:r w:rsidRPr="00D12FFF">
              <w:rPr>
                <w:b/>
                <w:bCs/>
                <w:caps/>
                <w:color w:val="1F497D" w:themeColor="text2"/>
                <w:sz w:val="18"/>
                <w:szCs w:val="18"/>
                <w:lang w:val="en-CA"/>
              </w:rPr>
              <w:t>Date:</w:t>
            </w:r>
          </w:p>
        </w:tc>
        <w:tc>
          <w:tcPr>
            <w:tcW w:w="3972" w:type="pct"/>
            <w:gridSpan w:val="3"/>
            <w:vAlign w:val="center"/>
          </w:tcPr>
          <w:p w14:paraId="721DE332" w14:textId="751F6C84" w:rsidR="009D2F9B" w:rsidRPr="00D12FFF" w:rsidRDefault="005935D3" w:rsidP="00E001F2">
            <w:pPr>
              <w:pStyle w:val="Normal2"/>
              <w:rPr>
                <w:color w:val="1F497D" w:themeColor="text2"/>
                <w:sz w:val="18"/>
                <w:lang w:val="en-CA"/>
              </w:rPr>
            </w:pPr>
            <w:r w:rsidRPr="00D12FFF">
              <w:rPr>
                <w:color w:val="1F497D" w:themeColor="text2"/>
                <w:sz w:val="18"/>
                <w:lang w:val="en-CA"/>
              </w:rPr>
              <w:t xml:space="preserve">April </w:t>
            </w:r>
            <w:r w:rsidR="00AD51BF" w:rsidRPr="00D12FFF">
              <w:rPr>
                <w:color w:val="1F497D" w:themeColor="text2"/>
                <w:sz w:val="18"/>
                <w:lang w:val="en-CA"/>
              </w:rPr>
              <w:t>2</w:t>
            </w:r>
            <w:r w:rsidR="005C23BE" w:rsidRPr="00D12FFF">
              <w:rPr>
                <w:color w:val="1F497D" w:themeColor="text2"/>
                <w:sz w:val="18"/>
                <w:lang w:val="en-CA"/>
              </w:rPr>
              <w:t>3</w:t>
            </w:r>
            <w:r w:rsidRPr="00D12FFF">
              <w:rPr>
                <w:color w:val="1F497D" w:themeColor="text2"/>
                <w:sz w:val="18"/>
                <w:lang w:val="en-CA"/>
              </w:rPr>
              <w:t>, 2020</w:t>
            </w:r>
          </w:p>
        </w:tc>
      </w:tr>
      <w:tr w:rsidR="009D2F9B" w:rsidRPr="00D12FFF" w14:paraId="266A6E3B" w14:textId="77777777" w:rsidTr="3FC7E054">
        <w:trPr>
          <w:trHeight w:val="194"/>
        </w:trPr>
        <w:tc>
          <w:tcPr>
            <w:tcW w:w="1028" w:type="pct"/>
            <w:vAlign w:val="center"/>
          </w:tcPr>
          <w:p w14:paraId="7EF95AD0" w14:textId="5B3C0049" w:rsidR="009D2F9B" w:rsidRPr="00D12FFF" w:rsidRDefault="3FC7E054" w:rsidP="3FC7E054">
            <w:pPr>
              <w:pStyle w:val="Normal2"/>
              <w:jc w:val="right"/>
              <w:rPr>
                <w:b/>
                <w:bCs/>
                <w:caps/>
                <w:color w:val="1F497D" w:themeColor="text2"/>
                <w:sz w:val="18"/>
                <w:szCs w:val="18"/>
                <w:lang w:val="en-CA"/>
              </w:rPr>
            </w:pPr>
            <w:r w:rsidRPr="00D12FFF">
              <w:rPr>
                <w:b/>
                <w:bCs/>
                <w:caps/>
                <w:color w:val="1F497D" w:themeColor="text2"/>
                <w:sz w:val="18"/>
                <w:szCs w:val="18"/>
                <w:lang w:val="en-CA"/>
              </w:rPr>
              <w:t>Subject MATTER EXPERT(s):</w:t>
            </w:r>
          </w:p>
        </w:tc>
        <w:tc>
          <w:tcPr>
            <w:tcW w:w="1253" w:type="pct"/>
            <w:vAlign w:val="center"/>
          </w:tcPr>
          <w:p w14:paraId="75BAD200" w14:textId="474D4A9E" w:rsidR="00DE2F38" w:rsidRPr="00D12FFF" w:rsidRDefault="00DE2F38" w:rsidP="00FF1C55">
            <w:pPr>
              <w:pStyle w:val="Normal2"/>
              <w:rPr>
                <w:color w:val="1F497D" w:themeColor="text2"/>
                <w:sz w:val="18"/>
                <w:lang w:val="en-CA"/>
              </w:rPr>
            </w:pPr>
          </w:p>
        </w:tc>
        <w:tc>
          <w:tcPr>
            <w:tcW w:w="394" w:type="pct"/>
            <w:vAlign w:val="center"/>
          </w:tcPr>
          <w:p w14:paraId="1B174FF9" w14:textId="77777777" w:rsidR="009D2F9B" w:rsidRPr="00D12FFF" w:rsidRDefault="3FC7E054" w:rsidP="3FC7E054">
            <w:pPr>
              <w:pStyle w:val="Normal2"/>
              <w:rPr>
                <w:color w:val="1F497D" w:themeColor="text2"/>
                <w:sz w:val="18"/>
                <w:szCs w:val="18"/>
                <w:lang w:val="en-CA"/>
              </w:rPr>
            </w:pPr>
            <w:r w:rsidRPr="00D12FFF">
              <w:rPr>
                <w:color w:val="1F497D" w:themeColor="text2"/>
                <w:sz w:val="18"/>
                <w:szCs w:val="18"/>
                <w:lang w:val="en-CA"/>
              </w:rPr>
              <w:t>E-mail:</w:t>
            </w:r>
          </w:p>
        </w:tc>
        <w:tc>
          <w:tcPr>
            <w:tcW w:w="2325" w:type="pct"/>
            <w:vAlign w:val="center"/>
          </w:tcPr>
          <w:p w14:paraId="58E00D48" w14:textId="7B34784B" w:rsidR="00444342" w:rsidRPr="00D12FFF" w:rsidRDefault="00444342" w:rsidP="00FF1C55">
            <w:pPr>
              <w:pStyle w:val="Normal2"/>
              <w:rPr>
                <w:color w:val="1F497D" w:themeColor="text2"/>
                <w:sz w:val="18"/>
                <w:lang w:val="en-CA"/>
              </w:rPr>
            </w:pPr>
          </w:p>
        </w:tc>
      </w:tr>
      <w:tr w:rsidR="009D2F9B" w:rsidRPr="00D12FFF" w14:paraId="0A572D4E" w14:textId="77777777" w:rsidTr="3FC7E054">
        <w:trPr>
          <w:trHeight w:val="155"/>
        </w:trPr>
        <w:tc>
          <w:tcPr>
            <w:tcW w:w="1028" w:type="pct"/>
            <w:vAlign w:val="center"/>
          </w:tcPr>
          <w:p w14:paraId="5C139690" w14:textId="77777777" w:rsidR="009D2F9B" w:rsidRPr="00D12FFF" w:rsidRDefault="3FC7E054" w:rsidP="3FC7E054">
            <w:pPr>
              <w:pStyle w:val="Normal2"/>
              <w:jc w:val="right"/>
              <w:rPr>
                <w:b/>
                <w:bCs/>
                <w:caps/>
                <w:color w:val="1F497D" w:themeColor="text2"/>
                <w:sz w:val="18"/>
                <w:szCs w:val="18"/>
                <w:lang w:val="en-CA"/>
              </w:rPr>
            </w:pPr>
            <w:r w:rsidRPr="00D12FFF">
              <w:rPr>
                <w:b/>
                <w:bCs/>
                <w:caps/>
                <w:color w:val="1F497D" w:themeColor="text2"/>
                <w:sz w:val="18"/>
                <w:szCs w:val="18"/>
                <w:lang w:val="en-CA"/>
              </w:rPr>
              <w:t>Instructional Designer(s):</w:t>
            </w:r>
          </w:p>
        </w:tc>
        <w:tc>
          <w:tcPr>
            <w:tcW w:w="1253" w:type="pct"/>
            <w:vAlign w:val="center"/>
          </w:tcPr>
          <w:p w14:paraId="7683F6F0" w14:textId="5AA91308" w:rsidR="00D41A02" w:rsidRPr="00D12FFF" w:rsidRDefault="00AD51BF" w:rsidP="00E001F2">
            <w:pPr>
              <w:pStyle w:val="Normal2"/>
              <w:rPr>
                <w:color w:val="1F497D" w:themeColor="text2"/>
                <w:sz w:val="18"/>
                <w:lang w:val="en-CA"/>
              </w:rPr>
            </w:pPr>
            <w:r w:rsidRPr="00D12FFF">
              <w:rPr>
                <w:color w:val="1F497D" w:themeColor="text2"/>
                <w:sz w:val="18"/>
                <w:lang w:val="en-CA"/>
              </w:rPr>
              <w:t>Saher Samnani</w:t>
            </w:r>
          </w:p>
        </w:tc>
        <w:tc>
          <w:tcPr>
            <w:tcW w:w="394" w:type="pct"/>
            <w:vAlign w:val="center"/>
          </w:tcPr>
          <w:p w14:paraId="3FA55338" w14:textId="77777777" w:rsidR="009D2F9B" w:rsidRPr="00D12FFF" w:rsidRDefault="3FC7E054" w:rsidP="3FC7E054">
            <w:pPr>
              <w:pStyle w:val="Normal2"/>
              <w:rPr>
                <w:color w:val="1F497D" w:themeColor="text2"/>
                <w:sz w:val="18"/>
                <w:szCs w:val="18"/>
                <w:lang w:val="en-CA"/>
              </w:rPr>
            </w:pPr>
            <w:r w:rsidRPr="00D12FFF">
              <w:rPr>
                <w:color w:val="1F497D" w:themeColor="text2"/>
                <w:sz w:val="18"/>
                <w:szCs w:val="18"/>
                <w:lang w:val="en-CA"/>
              </w:rPr>
              <w:t>E-mail:</w:t>
            </w:r>
          </w:p>
        </w:tc>
        <w:tc>
          <w:tcPr>
            <w:tcW w:w="2325" w:type="pct"/>
            <w:vAlign w:val="center"/>
          </w:tcPr>
          <w:p w14:paraId="447652E6" w14:textId="10EEE014" w:rsidR="009D2F9B" w:rsidRPr="00D12FFF" w:rsidRDefault="00664015" w:rsidP="00E001F2">
            <w:pPr>
              <w:pStyle w:val="Normal2"/>
              <w:rPr>
                <w:color w:val="1F497D" w:themeColor="text2"/>
                <w:sz w:val="18"/>
                <w:lang w:val="en-CA"/>
              </w:rPr>
            </w:pPr>
            <w:r w:rsidRPr="00D12FFF">
              <w:rPr>
                <w:color w:val="1F497D" w:themeColor="text2"/>
                <w:sz w:val="18"/>
                <w:lang w:val="en-CA"/>
              </w:rPr>
              <w:t xml:space="preserve"> </w:t>
            </w:r>
            <w:r w:rsidR="00AD51BF" w:rsidRPr="00D12FFF">
              <w:rPr>
                <w:color w:val="1F497D" w:themeColor="text2"/>
                <w:sz w:val="18"/>
                <w:lang w:val="en-CA"/>
              </w:rPr>
              <w:t>sasamnani</w:t>
            </w:r>
            <w:r w:rsidR="00AD03FC" w:rsidRPr="00D12FFF">
              <w:rPr>
                <w:color w:val="1F497D" w:themeColor="text2"/>
                <w:sz w:val="18"/>
                <w:lang w:val="en-CA"/>
              </w:rPr>
              <w:t>@ellicom.com</w:t>
            </w:r>
          </w:p>
        </w:tc>
      </w:tr>
    </w:tbl>
    <w:p w14:paraId="4D71C474" w14:textId="77777777" w:rsidR="009D2F9B" w:rsidRPr="00D12FFF" w:rsidRDefault="009D2F9B" w:rsidP="005A39C9">
      <w:pPr>
        <w:rPr>
          <w:lang w:val="en-CA"/>
        </w:rPr>
      </w:pPr>
    </w:p>
    <w:tbl>
      <w:tblPr>
        <w:tblW w:w="4965" w:type="pct"/>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85" w:type="dxa"/>
          <w:bottom w:w="85" w:type="dxa"/>
        </w:tblCellMar>
        <w:tblLook w:val="04A0" w:firstRow="1" w:lastRow="0" w:firstColumn="1" w:lastColumn="0" w:noHBand="0" w:noVBand="1"/>
      </w:tblPr>
      <w:tblGrid>
        <w:gridCol w:w="3033"/>
        <w:gridCol w:w="10271"/>
      </w:tblGrid>
      <w:tr w:rsidR="00E001F2" w:rsidRPr="00D12FFF" w14:paraId="64C06058" w14:textId="77777777" w:rsidTr="3FC7E054">
        <w:trPr>
          <w:trHeight w:val="186"/>
        </w:trPr>
        <w:tc>
          <w:tcPr>
            <w:tcW w:w="1140" w:type="pct"/>
            <w:vAlign w:val="center"/>
          </w:tcPr>
          <w:p w14:paraId="208A7C0C" w14:textId="77777777" w:rsidR="009D2F9B" w:rsidRPr="00D12FFF" w:rsidRDefault="3FC7E054" w:rsidP="3FC7E054">
            <w:pPr>
              <w:pStyle w:val="Normal2"/>
              <w:rPr>
                <w:b/>
                <w:bCs/>
                <w:caps/>
                <w:color w:val="1F497D" w:themeColor="text2"/>
                <w:sz w:val="18"/>
                <w:szCs w:val="18"/>
                <w:lang w:val="en-CA"/>
              </w:rPr>
            </w:pPr>
            <w:r w:rsidRPr="00D12FFF">
              <w:rPr>
                <w:b/>
                <w:bCs/>
                <w:caps/>
                <w:color w:val="1F497D" w:themeColor="text2"/>
                <w:sz w:val="18"/>
                <w:szCs w:val="18"/>
                <w:lang w:val="en-CA"/>
              </w:rPr>
              <w:t>General Description</w:t>
            </w:r>
          </w:p>
        </w:tc>
        <w:tc>
          <w:tcPr>
            <w:tcW w:w="3860" w:type="pct"/>
            <w:vAlign w:val="center"/>
          </w:tcPr>
          <w:p w14:paraId="7BC58D08" w14:textId="367DE662" w:rsidR="009D2F9B" w:rsidRPr="00D12FFF" w:rsidRDefault="00FF1C55" w:rsidP="00FF1C55">
            <w:pPr>
              <w:pStyle w:val="Normal2"/>
              <w:rPr>
                <w:color w:val="1F497D" w:themeColor="text2"/>
                <w:sz w:val="18"/>
                <w:szCs w:val="18"/>
                <w:lang w:val="en-CA" w:eastAsia="fr-FR"/>
              </w:rPr>
            </w:pPr>
            <w:r w:rsidRPr="00D12FFF">
              <w:rPr>
                <w:color w:val="1F497D" w:themeColor="text2"/>
                <w:sz w:val="18"/>
                <w:szCs w:val="18"/>
                <w:lang w:val="en-CA" w:eastAsia="fr-FR"/>
              </w:rPr>
              <w:t>This storyboard presents the information and activities for</w:t>
            </w:r>
            <w:r w:rsidR="00AD03FC" w:rsidRPr="00D12FFF">
              <w:rPr>
                <w:color w:val="1F497D" w:themeColor="text2"/>
                <w:sz w:val="18"/>
                <w:szCs w:val="18"/>
                <w:lang w:val="en-CA" w:eastAsia="fr-FR"/>
              </w:rPr>
              <w:t xml:space="preserve"> </w:t>
            </w:r>
            <w:r w:rsidR="00C901B3" w:rsidRPr="00D12FFF">
              <w:rPr>
                <w:color w:val="1F497D" w:themeColor="text2"/>
                <w:sz w:val="18"/>
                <w:szCs w:val="18"/>
                <w:lang w:val="en-CA" w:eastAsia="fr-FR"/>
              </w:rPr>
              <w:t>c</w:t>
            </w:r>
            <w:r w:rsidR="00C901B3" w:rsidRPr="00D12FFF">
              <w:rPr>
                <w:color w:val="1F497D" w:themeColor="text2"/>
                <w:sz w:val="18"/>
                <w:szCs w:val="18"/>
                <w:lang w:val="en-CA"/>
              </w:rPr>
              <w:t>onsequences of sexual exploitation and abuse</w:t>
            </w:r>
            <w:r w:rsidR="0007601E" w:rsidRPr="00D12FFF">
              <w:rPr>
                <w:color w:val="1F497D" w:themeColor="text2"/>
                <w:sz w:val="18"/>
                <w:szCs w:val="18"/>
                <w:lang w:val="en-CA" w:eastAsia="fr-FR"/>
              </w:rPr>
              <w:t>.</w:t>
            </w:r>
          </w:p>
        </w:tc>
      </w:tr>
      <w:tr w:rsidR="00E001F2" w:rsidRPr="00D12FFF" w14:paraId="6438DC18" w14:textId="77777777" w:rsidTr="3FC7E054">
        <w:trPr>
          <w:trHeight w:val="120"/>
        </w:trPr>
        <w:tc>
          <w:tcPr>
            <w:tcW w:w="1140" w:type="pct"/>
            <w:vAlign w:val="center"/>
          </w:tcPr>
          <w:p w14:paraId="433CF44C" w14:textId="20E79B29" w:rsidR="009D2F9B" w:rsidRPr="00D12FFF" w:rsidRDefault="3FC7E054" w:rsidP="3FC7E054">
            <w:pPr>
              <w:pStyle w:val="Normal2"/>
              <w:rPr>
                <w:b/>
                <w:bCs/>
                <w:caps/>
                <w:color w:val="1F497D" w:themeColor="text2"/>
                <w:sz w:val="18"/>
                <w:szCs w:val="18"/>
                <w:lang w:val="en-CA"/>
              </w:rPr>
            </w:pPr>
            <w:r w:rsidRPr="00D12FFF">
              <w:rPr>
                <w:b/>
                <w:bCs/>
                <w:caps/>
                <w:color w:val="1F497D" w:themeColor="text2"/>
                <w:sz w:val="18"/>
                <w:szCs w:val="18"/>
                <w:lang w:val="en-CA"/>
              </w:rPr>
              <w:t>narration</w:t>
            </w:r>
          </w:p>
        </w:tc>
        <w:tc>
          <w:tcPr>
            <w:tcW w:w="3860" w:type="pct"/>
            <w:vAlign w:val="center"/>
          </w:tcPr>
          <w:p w14:paraId="1474E9C5" w14:textId="08C2324D" w:rsidR="009D2F9B" w:rsidRPr="00D12FFF" w:rsidRDefault="009D2F9B" w:rsidP="00E001F2">
            <w:pPr>
              <w:pStyle w:val="Normal2"/>
              <w:rPr>
                <w:color w:val="1F497D" w:themeColor="text2"/>
                <w:sz w:val="18"/>
                <w:szCs w:val="18"/>
                <w:lang w:val="en-CA"/>
              </w:rPr>
            </w:pPr>
          </w:p>
        </w:tc>
      </w:tr>
      <w:tr w:rsidR="00FF1C55" w:rsidRPr="00D12FFF" w14:paraId="6A13049E" w14:textId="77777777" w:rsidTr="3FC7E054">
        <w:trPr>
          <w:trHeight w:val="186"/>
        </w:trPr>
        <w:tc>
          <w:tcPr>
            <w:tcW w:w="1140" w:type="pct"/>
            <w:vAlign w:val="center"/>
          </w:tcPr>
          <w:p w14:paraId="74606107" w14:textId="77777777" w:rsidR="00FF1C55" w:rsidRPr="00D12FFF" w:rsidRDefault="00FF1C55" w:rsidP="00FF1C55">
            <w:pPr>
              <w:pStyle w:val="Normal2"/>
              <w:rPr>
                <w:b/>
                <w:bCs/>
                <w:caps/>
                <w:color w:val="1F497D" w:themeColor="text2"/>
                <w:sz w:val="18"/>
                <w:szCs w:val="18"/>
                <w:lang w:val="en-CA"/>
              </w:rPr>
            </w:pPr>
            <w:r w:rsidRPr="00D12FFF">
              <w:rPr>
                <w:b/>
                <w:bCs/>
                <w:caps/>
                <w:color w:val="1F497D" w:themeColor="text2"/>
                <w:sz w:val="18"/>
                <w:szCs w:val="18"/>
                <w:lang w:val="en-CA"/>
              </w:rPr>
              <w:t>graphics/animation</w:t>
            </w:r>
          </w:p>
        </w:tc>
        <w:tc>
          <w:tcPr>
            <w:tcW w:w="3860" w:type="pct"/>
            <w:vAlign w:val="center"/>
          </w:tcPr>
          <w:p w14:paraId="3CEBAADC" w14:textId="77777777" w:rsidR="0007601E" w:rsidRPr="00D12FFF" w:rsidRDefault="0007601E" w:rsidP="0007601E">
            <w:pPr>
              <w:pStyle w:val="Normal2"/>
              <w:rPr>
                <w:color w:val="1F497D" w:themeColor="text2"/>
                <w:sz w:val="18"/>
                <w:szCs w:val="18"/>
                <w:lang w:val="en-CA" w:eastAsia="fr-FR"/>
              </w:rPr>
            </w:pPr>
            <w:r w:rsidRPr="00D12FFF">
              <w:rPr>
                <w:color w:val="1F497D" w:themeColor="text2"/>
                <w:sz w:val="18"/>
                <w:szCs w:val="18"/>
                <w:lang w:val="en-CA" w:eastAsia="fr-FR"/>
              </w:rPr>
              <w:t xml:space="preserve">The diamond icon </w:t>
            </w:r>
            <w:r w:rsidRPr="00D12FFF">
              <w:rPr>
                <w:b/>
                <w:color w:val="1F497D" w:themeColor="text2"/>
                <w:sz w:val="18"/>
                <w:szCs w:val="18"/>
                <w:lang w:val="en-CA" w:eastAsia="fr-FR"/>
              </w:rPr>
              <w:t>[</w:t>
            </w:r>
            <w:r w:rsidRPr="00D12FFF">
              <w:rPr>
                <w:rFonts w:ascii="Wingdings 2" w:eastAsia="Wingdings 2" w:hAnsi="Wingdings 2" w:cs="Wingdings 2"/>
                <w:b/>
                <w:color w:val="1F497D" w:themeColor="text2"/>
                <w:sz w:val="18"/>
                <w:szCs w:val="18"/>
                <w:lang w:val="en-CA" w:eastAsia="fr-FR"/>
              </w:rPr>
              <w:t></w:t>
            </w:r>
            <w:r w:rsidRPr="00D12FFF">
              <w:rPr>
                <w:b/>
                <w:color w:val="1F497D" w:themeColor="text2"/>
                <w:sz w:val="18"/>
                <w:szCs w:val="18"/>
                <w:lang w:val="en-CA" w:eastAsia="fr-FR"/>
              </w:rPr>
              <w:t xml:space="preserve">] </w:t>
            </w:r>
            <w:r w:rsidRPr="00D12FFF">
              <w:rPr>
                <w:color w:val="1F497D" w:themeColor="text2"/>
                <w:sz w:val="18"/>
                <w:szCs w:val="18"/>
                <w:lang w:val="en-CA" w:eastAsia="fr-FR"/>
              </w:rPr>
              <w:t xml:space="preserve">represents the placement or use of an image. </w:t>
            </w:r>
          </w:p>
          <w:p w14:paraId="7576D640" w14:textId="77777777" w:rsidR="00D96102" w:rsidRPr="00D12FFF" w:rsidRDefault="00D96102" w:rsidP="0007601E">
            <w:pPr>
              <w:pStyle w:val="Normal2"/>
              <w:rPr>
                <w:color w:val="1F497D" w:themeColor="text2"/>
                <w:sz w:val="18"/>
                <w:szCs w:val="18"/>
                <w:lang w:val="en-CA" w:eastAsia="fr-FR"/>
              </w:rPr>
            </w:pPr>
            <w:r w:rsidRPr="00D12FFF">
              <w:rPr>
                <w:color w:val="1F497D" w:themeColor="text2"/>
                <w:sz w:val="18"/>
                <w:szCs w:val="18"/>
                <w:lang w:val="en-CA" w:eastAsia="fr-FR"/>
              </w:rPr>
              <w:t xml:space="preserve">The capital letters, </w:t>
            </w:r>
            <w:r w:rsidRPr="00D12FFF">
              <w:rPr>
                <w:b/>
                <w:color w:val="1F497D" w:themeColor="text2"/>
                <w:sz w:val="18"/>
                <w:szCs w:val="18"/>
                <w:lang w:val="en-CA" w:eastAsia="fr-FR"/>
              </w:rPr>
              <w:t>[A-Z]</w:t>
            </w:r>
            <w:r w:rsidRPr="00D12FFF">
              <w:rPr>
                <w:color w:val="1F497D" w:themeColor="text2"/>
                <w:sz w:val="18"/>
                <w:szCs w:val="18"/>
                <w:lang w:val="en-CA" w:eastAsia="fr-FR"/>
              </w:rPr>
              <w:t>, represent the number of an image when there are multiple images on one screen/in one block.</w:t>
            </w:r>
          </w:p>
          <w:p w14:paraId="703427F0" w14:textId="10C1CA34" w:rsidR="0007601E" w:rsidRPr="00D12FFF" w:rsidRDefault="0007601E" w:rsidP="0007601E">
            <w:pPr>
              <w:pStyle w:val="Normal2"/>
              <w:rPr>
                <w:color w:val="1F497D" w:themeColor="text2"/>
                <w:sz w:val="18"/>
                <w:szCs w:val="18"/>
                <w:lang w:val="en-CA" w:eastAsia="fr-FR"/>
              </w:rPr>
            </w:pPr>
            <w:r w:rsidRPr="00D12FFF">
              <w:rPr>
                <w:color w:val="1F497D" w:themeColor="text2"/>
                <w:sz w:val="18"/>
                <w:szCs w:val="18"/>
                <w:lang w:val="en-CA" w:eastAsia="fr-FR"/>
              </w:rPr>
              <w:t>The “Production Notes” column lists instructions for the production team and indicates suggested images.</w:t>
            </w:r>
          </w:p>
          <w:p w14:paraId="3077415B" w14:textId="6BF9F66D" w:rsidR="00FF1C55" w:rsidRPr="00D12FFF" w:rsidRDefault="00EA6254" w:rsidP="0007601E">
            <w:pPr>
              <w:pStyle w:val="Normal2"/>
              <w:rPr>
                <w:color w:val="1F497D" w:themeColor="text2"/>
                <w:sz w:val="18"/>
                <w:szCs w:val="18"/>
                <w:lang w:val="en-CA"/>
              </w:rPr>
            </w:pPr>
            <w:r w:rsidRPr="00D12FFF">
              <w:rPr>
                <w:color w:val="1F497D" w:themeColor="text2"/>
                <w:sz w:val="18"/>
                <w:szCs w:val="18"/>
                <w:lang w:val="en-CA"/>
              </w:rPr>
              <w:t>Custom graphics will be prepared by ellicom.</w:t>
            </w:r>
          </w:p>
        </w:tc>
      </w:tr>
      <w:tr w:rsidR="00FF1C55" w:rsidRPr="00D12FFF" w14:paraId="4CB17395" w14:textId="77777777" w:rsidTr="3FC7E054">
        <w:trPr>
          <w:trHeight w:val="181"/>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76A502F4" w14:textId="77777777" w:rsidR="00FF1C55" w:rsidRPr="00D12FFF" w:rsidRDefault="00FF1C55" w:rsidP="00FF1C55">
            <w:pPr>
              <w:pStyle w:val="Normal2"/>
              <w:rPr>
                <w:b/>
                <w:bCs/>
                <w:caps/>
                <w:color w:val="1F497D" w:themeColor="text2"/>
                <w:sz w:val="18"/>
                <w:szCs w:val="18"/>
                <w:lang w:val="en-CA"/>
              </w:rPr>
            </w:pPr>
            <w:r w:rsidRPr="00D12FFF">
              <w:rPr>
                <w:b/>
                <w:bCs/>
                <w:caps/>
                <w:color w:val="1F497D" w:themeColor="text2"/>
                <w:sz w:val="18"/>
                <w:szCs w:val="18"/>
                <w:lang w:val="en-CA"/>
              </w:rPr>
              <w:t>NavigatioN</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336F3783" w14:textId="6FEE699D" w:rsidR="00FF1C55" w:rsidRPr="00D12FFF" w:rsidRDefault="00FF1C55" w:rsidP="00FF1C55">
            <w:pPr>
              <w:pStyle w:val="Normal2"/>
              <w:rPr>
                <w:rFonts w:ascii="Calibri" w:hAnsi="Calibri" w:cs="Calibri"/>
                <w:bCs/>
                <w:color w:val="1F497D" w:themeColor="text2"/>
                <w:sz w:val="18"/>
                <w:szCs w:val="18"/>
                <w:lang w:val="en-CA"/>
              </w:rPr>
            </w:pPr>
            <w:r w:rsidRPr="00D12FFF">
              <w:rPr>
                <w:rFonts w:ascii="Calibri" w:hAnsi="Calibri" w:cs="Calibri"/>
                <w:bCs/>
                <w:color w:val="1F497D" w:themeColor="text2"/>
                <w:sz w:val="18"/>
                <w:szCs w:val="18"/>
                <w:lang w:val="en-CA"/>
              </w:rPr>
              <w:t>Linear</w:t>
            </w:r>
          </w:p>
        </w:tc>
      </w:tr>
      <w:tr w:rsidR="00FF1C55" w:rsidRPr="00D12FFF" w14:paraId="4180940B" w14:textId="77777777" w:rsidTr="3FC7E054">
        <w:trPr>
          <w:trHeight w:val="374"/>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4EABF08C" w14:textId="77777777" w:rsidR="00FF1C55" w:rsidRPr="00D12FFF" w:rsidRDefault="00FF1C55" w:rsidP="00FF1C55">
            <w:pPr>
              <w:pStyle w:val="Normal2"/>
              <w:rPr>
                <w:b/>
                <w:bCs/>
                <w:caps/>
                <w:color w:val="1F497D" w:themeColor="text2"/>
                <w:sz w:val="18"/>
                <w:szCs w:val="18"/>
                <w:lang w:val="en-CA"/>
              </w:rPr>
            </w:pPr>
            <w:r w:rsidRPr="00D12FFF">
              <w:rPr>
                <w:b/>
                <w:bCs/>
                <w:caps/>
                <w:color w:val="1F497D" w:themeColor="text2"/>
                <w:sz w:val="18"/>
                <w:szCs w:val="18"/>
                <w:lang w:val="en-CA"/>
              </w:rPr>
              <w:t>INTERACTION</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35380766" w14:textId="44F3EB9E" w:rsidR="00FF1C55" w:rsidRPr="00D12FFF" w:rsidRDefault="00FF1C55" w:rsidP="00FF1C55">
            <w:pPr>
              <w:pStyle w:val="Normal2"/>
              <w:rPr>
                <w:rFonts w:ascii="Calibri" w:hAnsi="Calibri" w:cs="Calibri"/>
                <w:bCs/>
                <w:color w:val="1F497D" w:themeColor="text2"/>
                <w:sz w:val="18"/>
                <w:szCs w:val="18"/>
                <w:lang w:val="en-CA"/>
              </w:rPr>
            </w:pPr>
            <w:r w:rsidRPr="00D12FFF">
              <w:rPr>
                <w:rFonts w:ascii="Roboto" w:hAnsi="Roboto" w:cs="Calibri"/>
                <w:bCs/>
                <w:color w:val="1F497D" w:themeColor="text2"/>
                <w:sz w:val="18"/>
                <w:szCs w:val="18"/>
                <w:lang w:val="en-CA"/>
              </w:rPr>
              <w:t>Includes most available through RISE.</w:t>
            </w:r>
          </w:p>
        </w:tc>
      </w:tr>
      <w:tr w:rsidR="00FF1C55" w:rsidRPr="00D12FFF" w14:paraId="4372731E" w14:textId="77777777" w:rsidTr="3FC7E054">
        <w:trPr>
          <w:trHeight w:val="181"/>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7CBC487A" w14:textId="77777777" w:rsidR="00FF1C55" w:rsidRPr="00D12FFF" w:rsidRDefault="00FF1C55" w:rsidP="00FF1C55">
            <w:pPr>
              <w:pStyle w:val="Normal2"/>
              <w:rPr>
                <w:b/>
                <w:bCs/>
                <w:caps/>
                <w:color w:val="1F497D" w:themeColor="text2"/>
                <w:sz w:val="18"/>
                <w:szCs w:val="18"/>
                <w:lang w:val="en-CA"/>
              </w:rPr>
            </w:pPr>
            <w:r w:rsidRPr="00D12FFF">
              <w:rPr>
                <w:b/>
                <w:bCs/>
                <w:caps/>
                <w:color w:val="1F497D" w:themeColor="text2"/>
                <w:sz w:val="18"/>
                <w:szCs w:val="18"/>
                <w:lang w:val="en-CA"/>
              </w:rPr>
              <w:t xml:space="preserve">Duration </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5E357265" w14:textId="6663FD7F" w:rsidR="00FF1C55" w:rsidRPr="00D12FFF" w:rsidRDefault="00AD51BF" w:rsidP="00FF1C55">
            <w:pPr>
              <w:pStyle w:val="Normal2"/>
              <w:rPr>
                <w:rFonts w:ascii="Calibri" w:hAnsi="Calibri" w:cs="Calibri"/>
                <w:bCs/>
                <w:color w:val="1F497D" w:themeColor="text2"/>
                <w:sz w:val="18"/>
                <w:szCs w:val="18"/>
                <w:lang w:val="en-CA"/>
              </w:rPr>
            </w:pPr>
            <w:r w:rsidRPr="00D12FFF">
              <w:rPr>
                <w:rFonts w:ascii="Calibri" w:hAnsi="Calibri" w:cs="Calibri"/>
                <w:bCs/>
                <w:color w:val="1F497D" w:themeColor="text2"/>
                <w:sz w:val="18"/>
                <w:szCs w:val="18"/>
                <w:lang w:val="en-CA"/>
              </w:rPr>
              <w:t>1</w:t>
            </w:r>
            <w:r w:rsidR="005C23BE" w:rsidRPr="00D12FFF">
              <w:rPr>
                <w:rFonts w:ascii="Calibri" w:hAnsi="Calibri" w:cs="Calibri"/>
                <w:bCs/>
                <w:color w:val="1F497D" w:themeColor="text2"/>
                <w:sz w:val="18"/>
                <w:szCs w:val="18"/>
                <w:lang w:val="en-CA"/>
              </w:rPr>
              <w:t>0</w:t>
            </w:r>
            <w:r w:rsidR="00485CB9" w:rsidRPr="00D12FFF">
              <w:rPr>
                <w:rFonts w:ascii="Calibri" w:hAnsi="Calibri" w:cs="Calibri"/>
                <w:bCs/>
                <w:color w:val="1F497D" w:themeColor="text2"/>
                <w:sz w:val="18"/>
                <w:szCs w:val="18"/>
                <w:lang w:val="en-CA"/>
              </w:rPr>
              <w:t>.5</w:t>
            </w:r>
            <w:r w:rsidR="006E17E9" w:rsidRPr="00D12FFF">
              <w:rPr>
                <w:rFonts w:ascii="Calibri" w:hAnsi="Calibri" w:cs="Calibri"/>
                <w:bCs/>
                <w:color w:val="1F497D" w:themeColor="text2"/>
                <w:sz w:val="18"/>
                <w:szCs w:val="18"/>
                <w:lang w:val="en-CA"/>
              </w:rPr>
              <w:t xml:space="preserve"> minutes</w:t>
            </w:r>
          </w:p>
        </w:tc>
      </w:tr>
    </w:tbl>
    <w:p w14:paraId="18B72B5B" w14:textId="0EF985ED" w:rsidR="009D2F9B" w:rsidRPr="00D12FFF" w:rsidRDefault="3FC7E054" w:rsidP="3FC7E054">
      <w:pPr>
        <w:spacing w:before="360"/>
        <w:rPr>
          <w:b/>
          <w:bCs/>
          <w:color w:val="1F497D" w:themeColor="text2"/>
          <w:sz w:val="28"/>
          <w:szCs w:val="28"/>
          <w:lang w:val="en-CA"/>
        </w:rPr>
      </w:pPr>
      <w:r w:rsidRPr="00D12FFF">
        <w:rPr>
          <w:b/>
          <w:bCs/>
          <w:color w:val="1F497D" w:themeColor="text2"/>
          <w:sz w:val="28"/>
          <w:szCs w:val="28"/>
          <w:lang w:val="en-CA"/>
        </w:rPr>
        <w:t>VERSIONS:</w:t>
      </w:r>
    </w:p>
    <w:tbl>
      <w:tblPr>
        <w:tblW w:w="13268" w:type="dxa"/>
        <w:tblInd w:w="-5"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85" w:type="dxa"/>
          <w:bottom w:w="85" w:type="dxa"/>
        </w:tblCellMar>
        <w:tblLook w:val="04A0" w:firstRow="1" w:lastRow="0" w:firstColumn="1" w:lastColumn="0" w:noHBand="0" w:noVBand="1"/>
      </w:tblPr>
      <w:tblGrid>
        <w:gridCol w:w="1701"/>
        <w:gridCol w:w="1843"/>
        <w:gridCol w:w="5401"/>
        <w:gridCol w:w="4323"/>
      </w:tblGrid>
      <w:tr w:rsidR="00E001F2" w:rsidRPr="00D12FFF" w14:paraId="1F93A57A" w14:textId="77777777" w:rsidTr="3FC7E054">
        <w:trPr>
          <w:trHeight w:val="18"/>
        </w:trPr>
        <w:tc>
          <w:tcPr>
            <w:tcW w:w="1701" w:type="dxa"/>
            <w:tcBorders>
              <w:top w:val="single" w:sz="4" w:space="0" w:color="B8CCE4" w:themeColor="accent1" w:themeTint="66"/>
            </w:tcBorders>
            <w:vAlign w:val="center"/>
          </w:tcPr>
          <w:p w14:paraId="4606F349" w14:textId="77777777" w:rsidR="00013A81" w:rsidRPr="00D12FFF" w:rsidRDefault="3FC7E054" w:rsidP="3FC7E054">
            <w:pPr>
              <w:pStyle w:val="Normal2"/>
              <w:rPr>
                <w:b/>
                <w:bCs/>
                <w:color w:val="1F497D" w:themeColor="text2"/>
                <w:sz w:val="18"/>
                <w:szCs w:val="18"/>
                <w:lang w:val="en-CA"/>
              </w:rPr>
            </w:pPr>
            <w:r w:rsidRPr="00D12FFF">
              <w:rPr>
                <w:b/>
                <w:bCs/>
                <w:color w:val="1F497D" w:themeColor="text2"/>
                <w:sz w:val="18"/>
                <w:szCs w:val="18"/>
                <w:lang w:val="en-CA"/>
              </w:rPr>
              <w:t>NAME</w:t>
            </w:r>
          </w:p>
        </w:tc>
        <w:tc>
          <w:tcPr>
            <w:tcW w:w="1843" w:type="dxa"/>
            <w:tcBorders>
              <w:top w:val="single" w:sz="4" w:space="0" w:color="B8CCE4" w:themeColor="accent1" w:themeTint="66"/>
            </w:tcBorders>
            <w:vAlign w:val="center"/>
          </w:tcPr>
          <w:p w14:paraId="13B01E53" w14:textId="77777777" w:rsidR="00013A81" w:rsidRPr="00D12FFF" w:rsidRDefault="3FC7E054" w:rsidP="3FC7E054">
            <w:pPr>
              <w:pStyle w:val="Normal2"/>
              <w:rPr>
                <w:b/>
                <w:bCs/>
                <w:color w:val="1F497D" w:themeColor="text2"/>
                <w:sz w:val="18"/>
                <w:szCs w:val="18"/>
                <w:lang w:val="en-CA"/>
              </w:rPr>
            </w:pPr>
            <w:r w:rsidRPr="00D12FFF">
              <w:rPr>
                <w:b/>
                <w:bCs/>
                <w:color w:val="1F497D" w:themeColor="text2"/>
                <w:sz w:val="18"/>
                <w:szCs w:val="18"/>
                <w:lang w:val="en-CA"/>
              </w:rPr>
              <w:t>DATE</w:t>
            </w:r>
          </w:p>
        </w:tc>
        <w:tc>
          <w:tcPr>
            <w:tcW w:w="5401" w:type="dxa"/>
            <w:tcBorders>
              <w:top w:val="single" w:sz="4" w:space="0" w:color="B8CCE4" w:themeColor="accent1" w:themeTint="66"/>
            </w:tcBorders>
            <w:vAlign w:val="center"/>
          </w:tcPr>
          <w:p w14:paraId="668811B8" w14:textId="77777777" w:rsidR="00013A81" w:rsidRPr="00D12FFF" w:rsidRDefault="3FC7E054" w:rsidP="3FC7E054">
            <w:pPr>
              <w:pStyle w:val="Normal2"/>
              <w:rPr>
                <w:b/>
                <w:bCs/>
                <w:color w:val="1F497D" w:themeColor="text2"/>
                <w:sz w:val="18"/>
                <w:szCs w:val="18"/>
                <w:lang w:val="en-CA"/>
              </w:rPr>
            </w:pPr>
            <w:r w:rsidRPr="00D12FFF">
              <w:rPr>
                <w:b/>
                <w:bCs/>
                <w:color w:val="1F497D" w:themeColor="text2"/>
                <w:sz w:val="18"/>
                <w:szCs w:val="18"/>
                <w:lang w:val="en-CA"/>
              </w:rPr>
              <w:t>FILE NAME</w:t>
            </w:r>
          </w:p>
        </w:tc>
        <w:tc>
          <w:tcPr>
            <w:tcW w:w="4323" w:type="dxa"/>
            <w:tcBorders>
              <w:top w:val="single" w:sz="4" w:space="0" w:color="B8CCE4" w:themeColor="accent1" w:themeTint="66"/>
            </w:tcBorders>
            <w:vAlign w:val="center"/>
          </w:tcPr>
          <w:p w14:paraId="0D1CA932" w14:textId="77777777" w:rsidR="00013A81" w:rsidRPr="00D12FFF" w:rsidRDefault="3FC7E054" w:rsidP="3FC7E054">
            <w:pPr>
              <w:pStyle w:val="Normal2"/>
              <w:rPr>
                <w:b/>
                <w:bCs/>
                <w:color w:val="1F497D" w:themeColor="text2"/>
                <w:sz w:val="18"/>
                <w:szCs w:val="18"/>
                <w:lang w:val="en-CA"/>
              </w:rPr>
            </w:pPr>
            <w:r w:rsidRPr="00D12FFF">
              <w:rPr>
                <w:b/>
                <w:bCs/>
                <w:color w:val="1F497D" w:themeColor="text2"/>
                <w:sz w:val="18"/>
                <w:szCs w:val="18"/>
                <w:lang w:val="en-CA"/>
              </w:rPr>
              <w:t>DESCRIPTION</w:t>
            </w:r>
          </w:p>
        </w:tc>
      </w:tr>
      <w:tr w:rsidR="0052113C" w:rsidRPr="00D12FFF" w14:paraId="5410322C" w14:textId="77777777" w:rsidTr="3FC7E054">
        <w:trPr>
          <w:trHeight w:val="18"/>
        </w:trPr>
        <w:tc>
          <w:tcPr>
            <w:tcW w:w="1701" w:type="dxa"/>
            <w:vAlign w:val="center"/>
          </w:tcPr>
          <w:p w14:paraId="2B52FFDD" w14:textId="057A9C77" w:rsidR="0052113C" w:rsidRPr="00D12FFF" w:rsidRDefault="00AD51BF" w:rsidP="0052113C">
            <w:pPr>
              <w:pStyle w:val="Normal2"/>
              <w:rPr>
                <w:color w:val="1F497D" w:themeColor="text2"/>
                <w:sz w:val="18"/>
                <w:szCs w:val="18"/>
                <w:lang w:val="en-CA"/>
              </w:rPr>
            </w:pPr>
            <w:r w:rsidRPr="00D12FFF">
              <w:rPr>
                <w:color w:val="1F497D" w:themeColor="text2"/>
                <w:sz w:val="18"/>
                <w:szCs w:val="18"/>
                <w:lang w:val="en-CA"/>
              </w:rPr>
              <w:t>Saher Samnani</w:t>
            </w:r>
          </w:p>
        </w:tc>
        <w:tc>
          <w:tcPr>
            <w:tcW w:w="1843" w:type="dxa"/>
            <w:vAlign w:val="center"/>
          </w:tcPr>
          <w:p w14:paraId="2A2E8EEA" w14:textId="7D01FAF4" w:rsidR="0052113C" w:rsidRPr="00D12FFF" w:rsidRDefault="00DC0354" w:rsidP="0052113C">
            <w:pPr>
              <w:pStyle w:val="Normal2"/>
              <w:rPr>
                <w:color w:val="1F497D" w:themeColor="text2"/>
                <w:sz w:val="18"/>
                <w:szCs w:val="18"/>
                <w:lang w:val="en-CA" w:eastAsia="fr-FR"/>
              </w:rPr>
            </w:pPr>
            <w:r w:rsidRPr="00D12FFF">
              <w:rPr>
                <w:color w:val="1F497D" w:themeColor="text2"/>
                <w:sz w:val="18"/>
                <w:szCs w:val="18"/>
                <w:lang w:val="en-CA" w:eastAsia="fr-FR"/>
              </w:rPr>
              <w:t>2</w:t>
            </w:r>
            <w:r w:rsidR="005C23BE" w:rsidRPr="00D12FFF">
              <w:rPr>
                <w:color w:val="1F497D" w:themeColor="text2"/>
                <w:sz w:val="18"/>
                <w:szCs w:val="18"/>
                <w:lang w:val="en-CA" w:eastAsia="fr-FR"/>
              </w:rPr>
              <w:t>3</w:t>
            </w:r>
            <w:r w:rsidRPr="00D12FFF">
              <w:rPr>
                <w:color w:val="1F497D" w:themeColor="text2"/>
                <w:sz w:val="18"/>
                <w:szCs w:val="18"/>
                <w:lang w:val="en-CA" w:eastAsia="fr-FR"/>
              </w:rPr>
              <w:t xml:space="preserve"> April 2020</w:t>
            </w:r>
          </w:p>
        </w:tc>
        <w:tc>
          <w:tcPr>
            <w:tcW w:w="5401" w:type="dxa"/>
            <w:vAlign w:val="center"/>
          </w:tcPr>
          <w:p w14:paraId="572D6160" w14:textId="07195099" w:rsidR="0052113C" w:rsidRPr="00D12FFF" w:rsidRDefault="00DC0354" w:rsidP="0052113C">
            <w:pPr>
              <w:pStyle w:val="Normal2"/>
              <w:rPr>
                <w:rFonts w:cs="Calibri"/>
                <w:bCs/>
                <w:color w:val="1F497D" w:themeColor="text2"/>
                <w:sz w:val="18"/>
                <w:szCs w:val="18"/>
                <w:lang w:val="en-CA" w:eastAsia="fr-FR"/>
              </w:rPr>
            </w:pPr>
            <w:r w:rsidRPr="00D12FFF">
              <w:rPr>
                <w:rFonts w:cs="Calibri"/>
                <w:bCs/>
                <w:color w:val="1F497D" w:themeColor="text2"/>
                <w:sz w:val="18"/>
                <w:szCs w:val="18"/>
                <w:lang w:val="en-CA" w:eastAsia="fr-FR"/>
              </w:rPr>
              <w:t>19-241973-UNICEF-PSEA_</w:t>
            </w:r>
            <w:r w:rsidR="005C23BE" w:rsidRPr="00D12FFF">
              <w:rPr>
                <w:rFonts w:cs="Calibri"/>
                <w:bCs/>
                <w:color w:val="1F497D" w:themeColor="text2"/>
                <w:sz w:val="18"/>
                <w:szCs w:val="18"/>
                <w:lang w:val="en-CA" w:eastAsia="fr-FR"/>
              </w:rPr>
              <w:t>Final Assessment</w:t>
            </w:r>
            <w:r w:rsidRPr="00D12FFF">
              <w:rPr>
                <w:rFonts w:cs="Calibri"/>
                <w:bCs/>
                <w:color w:val="1F497D" w:themeColor="text2"/>
                <w:sz w:val="18"/>
                <w:szCs w:val="18"/>
                <w:lang w:val="en-CA" w:eastAsia="fr-FR"/>
              </w:rPr>
              <w:t>_SB_v.0.</w:t>
            </w:r>
            <w:r w:rsidR="00AA137F" w:rsidRPr="00D12FFF">
              <w:rPr>
                <w:rFonts w:cs="Calibri"/>
                <w:bCs/>
                <w:color w:val="1F497D" w:themeColor="text2"/>
                <w:sz w:val="18"/>
                <w:szCs w:val="18"/>
                <w:lang w:val="en-CA" w:eastAsia="fr-FR"/>
              </w:rPr>
              <w:t>1</w:t>
            </w:r>
          </w:p>
        </w:tc>
        <w:tc>
          <w:tcPr>
            <w:tcW w:w="4323" w:type="dxa"/>
            <w:vAlign w:val="center"/>
          </w:tcPr>
          <w:p w14:paraId="02FD8CD3" w14:textId="2D2118FF" w:rsidR="0052113C" w:rsidRPr="00D12FFF" w:rsidRDefault="00DC0354" w:rsidP="0052113C">
            <w:pPr>
              <w:pStyle w:val="Normal2"/>
              <w:rPr>
                <w:color w:val="1F497D" w:themeColor="text2"/>
                <w:sz w:val="18"/>
                <w:szCs w:val="18"/>
                <w:lang w:val="en-CA" w:eastAsia="fr-FR"/>
              </w:rPr>
            </w:pPr>
            <w:r w:rsidRPr="00D12FFF">
              <w:rPr>
                <w:color w:val="1F497D" w:themeColor="text2"/>
                <w:sz w:val="18"/>
                <w:szCs w:val="18"/>
                <w:lang w:val="en-CA" w:eastAsia="fr-FR"/>
              </w:rPr>
              <w:t xml:space="preserve">First version </w:t>
            </w:r>
          </w:p>
        </w:tc>
      </w:tr>
      <w:tr w:rsidR="00B40714" w:rsidRPr="00D12FFF" w14:paraId="5BC8BCD9" w14:textId="77777777" w:rsidTr="3FC7E054">
        <w:trPr>
          <w:trHeight w:val="18"/>
        </w:trPr>
        <w:tc>
          <w:tcPr>
            <w:tcW w:w="1701" w:type="dxa"/>
            <w:vAlign w:val="center"/>
          </w:tcPr>
          <w:p w14:paraId="47994C29" w14:textId="201ADD87" w:rsidR="00B40714" w:rsidRPr="00D12FFF" w:rsidRDefault="00B40714" w:rsidP="0052113C">
            <w:pPr>
              <w:pStyle w:val="Normal2"/>
              <w:rPr>
                <w:color w:val="1F497D" w:themeColor="text2"/>
                <w:sz w:val="18"/>
                <w:szCs w:val="18"/>
                <w:lang w:val="en-CA"/>
              </w:rPr>
            </w:pPr>
            <w:r w:rsidRPr="00D12FFF">
              <w:rPr>
                <w:color w:val="1F497D" w:themeColor="text2"/>
                <w:sz w:val="18"/>
                <w:szCs w:val="18"/>
                <w:lang w:val="en-CA"/>
              </w:rPr>
              <w:t>Nicole Robert</w:t>
            </w:r>
          </w:p>
        </w:tc>
        <w:tc>
          <w:tcPr>
            <w:tcW w:w="1843" w:type="dxa"/>
            <w:vAlign w:val="center"/>
          </w:tcPr>
          <w:p w14:paraId="5F0BA4EC" w14:textId="602B5A5C" w:rsidR="00B40714" w:rsidRPr="00D12FFF" w:rsidRDefault="00B40714" w:rsidP="0052113C">
            <w:pPr>
              <w:pStyle w:val="Normal2"/>
              <w:rPr>
                <w:color w:val="1F497D" w:themeColor="text2"/>
                <w:sz w:val="18"/>
                <w:szCs w:val="18"/>
                <w:lang w:val="en-CA" w:eastAsia="fr-FR"/>
              </w:rPr>
            </w:pPr>
            <w:r w:rsidRPr="00D12FFF">
              <w:rPr>
                <w:color w:val="1F497D" w:themeColor="text2"/>
                <w:sz w:val="18"/>
                <w:szCs w:val="18"/>
                <w:lang w:val="en-CA" w:eastAsia="fr-FR"/>
              </w:rPr>
              <w:t>24 April 2020</w:t>
            </w:r>
          </w:p>
        </w:tc>
        <w:tc>
          <w:tcPr>
            <w:tcW w:w="5401" w:type="dxa"/>
            <w:vAlign w:val="center"/>
          </w:tcPr>
          <w:p w14:paraId="5CC2DE61" w14:textId="785FF99C" w:rsidR="00B40714" w:rsidRPr="00D12FFF" w:rsidRDefault="00B40714" w:rsidP="0052113C">
            <w:pPr>
              <w:pStyle w:val="Normal2"/>
              <w:rPr>
                <w:rFonts w:cs="Calibri"/>
                <w:bCs/>
                <w:color w:val="1F497D" w:themeColor="text2"/>
                <w:sz w:val="18"/>
                <w:szCs w:val="18"/>
                <w:lang w:val="en-CA" w:eastAsia="fr-FR"/>
              </w:rPr>
            </w:pPr>
            <w:r w:rsidRPr="00D12FFF">
              <w:rPr>
                <w:rFonts w:cs="Calibri"/>
                <w:bCs/>
                <w:color w:val="1F497D" w:themeColor="text2"/>
                <w:sz w:val="18"/>
                <w:szCs w:val="18"/>
                <w:lang w:val="en-CA" w:eastAsia="fr-FR"/>
              </w:rPr>
              <w:t>19-241973-UNICEF-PSEA_Final Assessment_SB_v.0.2</w:t>
            </w:r>
          </w:p>
        </w:tc>
        <w:tc>
          <w:tcPr>
            <w:tcW w:w="4323" w:type="dxa"/>
            <w:vAlign w:val="center"/>
          </w:tcPr>
          <w:p w14:paraId="3ADA179D" w14:textId="7C7CCC8A" w:rsidR="00B40714" w:rsidRPr="00D12FFF" w:rsidRDefault="00B40714" w:rsidP="0052113C">
            <w:pPr>
              <w:pStyle w:val="Normal2"/>
              <w:rPr>
                <w:color w:val="1F497D" w:themeColor="text2"/>
                <w:sz w:val="18"/>
                <w:szCs w:val="18"/>
                <w:lang w:val="en-CA" w:eastAsia="fr-FR"/>
              </w:rPr>
            </w:pPr>
            <w:r w:rsidRPr="00D12FFF">
              <w:rPr>
                <w:color w:val="1F497D" w:themeColor="text2"/>
                <w:sz w:val="18"/>
                <w:szCs w:val="18"/>
                <w:lang w:val="en-CA" w:eastAsia="fr-FR"/>
              </w:rPr>
              <w:t>LS Review</w:t>
            </w:r>
          </w:p>
        </w:tc>
      </w:tr>
      <w:tr w:rsidR="00F42E2A" w:rsidRPr="00D12FFF" w14:paraId="637A5CE2" w14:textId="77777777" w:rsidTr="3FC7E054">
        <w:trPr>
          <w:trHeight w:val="18"/>
        </w:trPr>
        <w:tc>
          <w:tcPr>
            <w:tcW w:w="1701" w:type="dxa"/>
            <w:vAlign w:val="center"/>
          </w:tcPr>
          <w:p w14:paraId="1B92AE38" w14:textId="651AF019" w:rsidR="00F42E2A" w:rsidRPr="00D12FFF" w:rsidRDefault="00F42E2A" w:rsidP="00F42E2A">
            <w:pPr>
              <w:pStyle w:val="Normal2"/>
              <w:rPr>
                <w:color w:val="1F497D" w:themeColor="text2"/>
                <w:sz w:val="18"/>
                <w:szCs w:val="18"/>
                <w:lang w:val="en-CA"/>
              </w:rPr>
            </w:pPr>
            <w:r w:rsidRPr="00D12FFF">
              <w:rPr>
                <w:color w:val="1F497D" w:themeColor="text2"/>
                <w:sz w:val="18"/>
                <w:szCs w:val="18"/>
                <w:lang w:val="en-CA"/>
              </w:rPr>
              <w:t>Saher Samnani</w:t>
            </w:r>
          </w:p>
        </w:tc>
        <w:tc>
          <w:tcPr>
            <w:tcW w:w="1843" w:type="dxa"/>
            <w:vAlign w:val="center"/>
          </w:tcPr>
          <w:p w14:paraId="6532583C" w14:textId="7A53B9B3" w:rsidR="00F42E2A" w:rsidRPr="00D12FFF" w:rsidRDefault="00F42E2A" w:rsidP="00F42E2A">
            <w:pPr>
              <w:pStyle w:val="Normal2"/>
              <w:rPr>
                <w:color w:val="1F497D" w:themeColor="text2"/>
                <w:sz w:val="18"/>
                <w:szCs w:val="18"/>
                <w:lang w:val="en-CA" w:eastAsia="fr-FR"/>
              </w:rPr>
            </w:pPr>
            <w:r w:rsidRPr="00D12FFF">
              <w:rPr>
                <w:color w:val="1F497D" w:themeColor="text2"/>
                <w:sz w:val="18"/>
                <w:szCs w:val="18"/>
                <w:lang w:val="en-CA" w:eastAsia="fr-FR"/>
              </w:rPr>
              <w:t>27 April 2020</w:t>
            </w:r>
          </w:p>
        </w:tc>
        <w:tc>
          <w:tcPr>
            <w:tcW w:w="5401" w:type="dxa"/>
            <w:vAlign w:val="center"/>
          </w:tcPr>
          <w:p w14:paraId="576FD0FC" w14:textId="4416C959" w:rsidR="00F42E2A" w:rsidRPr="00D12FFF" w:rsidRDefault="00F42E2A" w:rsidP="00F42E2A">
            <w:pPr>
              <w:pStyle w:val="Normal2"/>
              <w:rPr>
                <w:rFonts w:cs="Calibri"/>
                <w:bCs/>
                <w:color w:val="1F497D" w:themeColor="text2"/>
                <w:sz w:val="18"/>
                <w:szCs w:val="18"/>
                <w:lang w:val="en-CA" w:eastAsia="fr-FR"/>
              </w:rPr>
            </w:pPr>
            <w:r w:rsidRPr="00D12FFF">
              <w:rPr>
                <w:rFonts w:cs="Calibri"/>
                <w:bCs/>
                <w:color w:val="1F497D" w:themeColor="text2"/>
                <w:sz w:val="18"/>
                <w:szCs w:val="18"/>
                <w:lang w:val="en-CA" w:eastAsia="fr-FR"/>
              </w:rPr>
              <w:t>19-241973-UNICEF-PSEA_Final Assessment_SB_v.0.3</w:t>
            </w:r>
          </w:p>
        </w:tc>
        <w:tc>
          <w:tcPr>
            <w:tcW w:w="4323" w:type="dxa"/>
            <w:vAlign w:val="center"/>
          </w:tcPr>
          <w:p w14:paraId="77B12F8E" w14:textId="7477B8B0" w:rsidR="00F42E2A" w:rsidRPr="00D12FFF" w:rsidRDefault="00F42E2A" w:rsidP="00F42E2A">
            <w:pPr>
              <w:pStyle w:val="Normal2"/>
              <w:rPr>
                <w:color w:val="1F497D" w:themeColor="text2"/>
                <w:sz w:val="18"/>
                <w:szCs w:val="18"/>
                <w:lang w:val="en-CA" w:eastAsia="fr-FR"/>
              </w:rPr>
            </w:pPr>
            <w:r w:rsidRPr="00D12FFF">
              <w:rPr>
                <w:color w:val="1F497D" w:themeColor="text2"/>
                <w:sz w:val="18"/>
                <w:szCs w:val="18"/>
                <w:lang w:val="en-CA" w:eastAsia="fr-FR"/>
              </w:rPr>
              <w:t>Added 10 extra questions from extract file</w:t>
            </w:r>
          </w:p>
        </w:tc>
      </w:tr>
      <w:tr w:rsidR="00F42E2A" w:rsidRPr="00D12FFF" w14:paraId="66A62C9E" w14:textId="77777777" w:rsidTr="3FC7E054">
        <w:trPr>
          <w:trHeight w:val="18"/>
        </w:trPr>
        <w:tc>
          <w:tcPr>
            <w:tcW w:w="1701" w:type="dxa"/>
            <w:vAlign w:val="center"/>
          </w:tcPr>
          <w:p w14:paraId="416A82C3" w14:textId="6301F4AE" w:rsidR="00F42E2A" w:rsidRPr="00D12FFF" w:rsidRDefault="00F42E2A" w:rsidP="00F42E2A">
            <w:pPr>
              <w:pStyle w:val="Normal2"/>
              <w:rPr>
                <w:color w:val="1F497D" w:themeColor="text2"/>
                <w:sz w:val="18"/>
                <w:szCs w:val="18"/>
                <w:lang w:val="en-CA"/>
              </w:rPr>
            </w:pPr>
            <w:r w:rsidRPr="00D12FFF">
              <w:rPr>
                <w:color w:val="1F497D" w:themeColor="text2"/>
                <w:sz w:val="18"/>
                <w:szCs w:val="18"/>
                <w:lang w:val="en-CA"/>
              </w:rPr>
              <w:t>Nicole Robert</w:t>
            </w:r>
          </w:p>
        </w:tc>
        <w:tc>
          <w:tcPr>
            <w:tcW w:w="1843" w:type="dxa"/>
            <w:vAlign w:val="center"/>
          </w:tcPr>
          <w:p w14:paraId="2E274D48" w14:textId="3C99262B" w:rsidR="00F42E2A" w:rsidRPr="00D12FFF" w:rsidRDefault="00F42E2A" w:rsidP="00F42E2A">
            <w:pPr>
              <w:pStyle w:val="Normal2"/>
              <w:rPr>
                <w:color w:val="1F497D" w:themeColor="text2"/>
                <w:sz w:val="18"/>
                <w:szCs w:val="18"/>
                <w:lang w:val="en-CA" w:eastAsia="fr-FR"/>
              </w:rPr>
            </w:pPr>
            <w:r w:rsidRPr="00D12FFF">
              <w:rPr>
                <w:color w:val="1F497D" w:themeColor="text2"/>
                <w:sz w:val="18"/>
                <w:szCs w:val="18"/>
                <w:lang w:val="en-CA" w:eastAsia="fr-FR"/>
              </w:rPr>
              <w:t>27 April 2020</w:t>
            </w:r>
          </w:p>
        </w:tc>
        <w:tc>
          <w:tcPr>
            <w:tcW w:w="5401" w:type="dxa"/>
            <w:vAlign w:val="center"/>
          </w:tcPr>
          <w:p w14:paraId="34CC7FD9" w14:textId="4A033E68" w:rsidR="00F42E2A" w:rsidRPr="00D12FFF" w:rsidRDefault="00F42E2A" w:rsidP="00F42E2A">
            <w:pPr>
              <w:pStyle w:val="Normal2"/>
              <w:rPr>
                <w:rFonts w:cs="Calibri"/>
                <w:bCs/>
                <w:color w:val="1F497D" w:themeColor="text2"/>
                <w:sz w:val="18"/>
                <w:szCs w:val="18"/>
                <w:lang w:val="en-CA" w:eastAsia="fr-FR"/>
              </w:rPr>
            </w:pPr>
            <w:r w:rsidRPr="00D12FFF">
              <w:rPr>
                <w:rFonts w:cs="Calibri"/>
                <w:bCs/>
                <w:color w:val="1F497D" w:themeColor="text2"/>
                <w:sz w:val="18"/>
                <w:szCs w:val="18"/>
                <w:lang w:val="en-CA" w:eastAsia="fr-FR"/>
              </w:rPr>
              <w:t>19-241973-UNICEF-PSEA_Final Assessment_SB_v.0.4</w:t>
            </w:r>
          </w:p>
        </w:tc>
        <w:tc>
          <w:tcPr>
            <w:tcW w:w="4323" w:type="dxa"/>
            <w:vAlign w:val="center"/>
          </w:tcPr>
          <w:p w14:paraId="2451869E" w14:textId="290D2D1B" w:rsidR="00F42E2A" w:rsidRPr="00D12FFF" w:rsidRDefault="00F42E2A" w:rsidP="00F42E2A">
            <w:pPr>
              <w:pStyle w:val="Normal2"/>
              <w:rPr>
                <w:color w:val="1F497D" w:themeColor="text2"/>
                <w:sz w:val="18"/>
                <w:szCs w:val="18"/>
                <w:lang w:val="en-CA" w:eastAsia="fr-FR"/>
              </w:rPr>
            </w:pPr>
            <w:r w:rsidRPr="00D12FFF">
              <w:rPr>
                <w:color w:val="1F497D" w:themeColor="text2"/>
                <w:sz w:val="18"/>
                <w:szCs w:val="18"/>
                <w:lang w:val="en-CA" w:eastAsia="fr-FR"/>
              </w:rPr>
              <w:t>LS Review</w:t>
            </w:r>
          </w:p>
        </w:tc>
      </w:tr>
    </w:tbl>
    <w:p w14:paraId="39804B56" w14:textId="7700C80B" w:rsidR="002D6F73" w:rsidRPr="00D12FFF" w:rsidRDefault="002D6F73" w:rsidP="005A39C9">
      <w:pPr>
        <w:rPr>
          <w:lang w:val="en-CA"/>
        </w:rPr>
      </w:pPr>
    </w:p>
    <w:p w14:paraId="6DF8FA44" w14:textId="1C087CE7" w:rsidR="00CC78B0" w:rsidRPr="00D12FFF" w:rsidRDefault="00CC78B0">
      <w:pPr>
        <w:spacing w:before="0"/>
        <w:rPr>
          <w:sz w:val="32"/>
          <w:szCs w:val="32"/>
          <w:lang w:val="en-CA"/>
        </w:rPr>
      </w:pPr>
      <w:r w:rsidRPr="00D12FFF">
        <w:rPr>
          <w:lang w:val="en-CA"/>
        </w:rPr>
        <w:br w:type="page"/>
      </w:r>
    </w:p>
    <w:p w14:paraId="49E2FB7B" w14:textId="635B83C6" w:rsidR="00611399" w:rsidRPr="00D12FFF" w:rsidRDefault="00611399">
      <w:pPr>
        <w:spacing w:before="0"/>
        <w:rPr>
          <w:lang w:val="en-CA"/>
        </w:rPr>
      </w:pPr>
    </w:p>
    <w:sdt>
      <w:sdtPr>
        <w:rPr>
          <w:caps/>
          <w:color w:val="1F497D" w:themeColor="text2"/>
          <w:sz w:val="22"/>
          <w:lang w:val="en-CA"/>
        </w:rPr>
        <w:id w:val="-1701152402"/>
        <w:docPartObj>
          <w:docPartGallery w:val="Table of Contents"/>
          <w:docPartUnique/>
        </w:docPartObj>
      </w:sdtPr>
      <w:sdtEndPr>
        <w:rPr>
          <w:b/>
          <w:bCs/>
          <w:caps w:val="0"/>
          <w:color w:val="000000"/>
          <w:sz w:val="20"/>
        </w:rPr>
      </w:sdtEndPr>
      <w:sdtContent>
        <w:p w14:paraId="7EB3C2D3" w14:textId="18EB0208" w:rsidR="00A42168" w:rsidRPr="00D12FFF" w:rsidRDefault="3FC7E054" w:rsidP="3FC7E054">
          <w:pPr>
            <w:rPr>
              <w:b/>
              <w:bCs/>
              <w:caps/>
              <w:color w:val="1F497D" w:themeColor="text2"/>
              <w:sz w:val="28"/>
              <w:szCs w:val="28"/>
              <w:lang w:val="en-CA"/>
            </w:rPr>
          </w:pPr>
          <w:r w:rsidRPr="00D12FFF">
            <w:rPr>
              <w:b/>
              <w:bCs/>
              <w:caps/>
              <w:color w:val="1F497D" w:themeColor="text2"/>
              <w:sz w:val="28"/>
              <w:szCs w:val="28"/>
              <w:lang w:val="en-CA"/>
            </w:rPr>
            <w:t>Table of contents</w:t>
          </w:r>
        </w:p>
        <w:p w14:paraId="0E72C594" w14:textId="5CC05142" w:rsidR="00B40714" w:rsidRPr="00D12FFF" w:rsidRDefault="00F160B8">
          <w:pPr>
            <w:pStyle w:val="TOC1"/>
            <w:rPr>
              <w:rFonts w:eastAsiaTheme="minorEastAsia" w:cstheme="minorBidi"/>
              <w:b w:val="0"/>
              <w:bCs w:val="0"/>
              <w:caps w:val="0"/>
              <w:noProof/>
              <w:color w:val="auto"/>
              <w:sz w:val="22"/>
              <w:szCs w:val="22"/>
              <w:lang w:eastAsia="en-US"/>
            </w:rPr>
          </w:pPr>
          <w:r w:rsidRPr="00D12FFF">
            <w:rPr>
              <w:lang w:val="en-CA"/>
            </w:rPr>
            <w:fldChar w:fldCharType="begin"/>
          </w:r>
          <w:r w:rsidRPr="00D12FFF">
            <w:rPr>
              <w:lang w:val="en-CA"/>
            </w:rPr>
            <w:instrText xml:space="preserve"> TOC \t "Lesson title,2,Title,1,LessonTitle,2" </w:instrText>
          </w:r>
          <w:r w:rsidRPr="00D12FFF">
            <w:rPr>
              <w:lang w:val="en-CA"/>
            </w:rPr>
            <w:fldChar w:fldCharType="separate"/>
          </w:r>
          <w:r w:rsidR="00B40714" w:rsidRPr="00D12FFF">
            <w:rPr>
              <w:noProof/>
              <w:lang w:val="en-CA"/>
            </w:rPr>
            <w:t>Final Assessment</w:t>
          </w:r>
          <w:r w:rsidR="00B40714" w:rsidRPr="00D12FFF">
            <w:rPr>
              <w:noProof/>
            </w:rPr>
            <w:tab/>
          </w:r>
          <w:r w:rsidR="00B40714" w:rsidRPr="00D12FFF">
            <w:rPr>
              <w:noProof/>
            </w:rPr>
            <w:fldChar w:fldCharType="begin"/>
          </w:r>
          <w:r w:rsidR="00B40714" w:rsidRPr="00D12FFF">
            <w:rPr>
              <w:noProof/>
            </w:rPr>
            <w:instrText xml:space="preserve"> PAGEREF _Toc38641018 \h </w:instrText>
          </w:r>
          <w:r w:rsidR="00B40714" w:rsidRPr="00D12FFF">
            <w:rPr>
              <w:noProof/>
            </w:rPr>
          </w:r>
          <w:r w:rsidR="00B40714" w:rsidRPr="00D12FFF">
            <w:rPr>
              <w:noProof/>
            </w:rPr>
            <w:fldChar w:fldCharType="separate"/>
          </w:r>
          <w:r w:rsidR="00B40714" w:rsidRPr="00D12FFF">
            <w:rPr>
              <w:noProof/>
            </w:rPr>
            <w:t>4</w:t>
          </w:r>
          <w:r w:rsidR="00B40714" w:rsidRPr="00D12FFF">
            <w:rPr>
              <w:noProof/>
            </w:rPr>
            <w:fldChar w:fldCharType="end"/>
          </w:r>
        </w:p>
        <w:p w14:paraId="6412832C" w14:textId="2999CBBA" w:rsidR="00B40714" w:rsidRPr="00D12FFF" w:rsidRDefault="00B40714">
          <w:pPr>
            <w:pStyle w:val="TOC2"/>
            <w:rPr>
              <w:rFonts w:eastAsiaTheme="minorEastAsia" w:cstheme="minorBidi"/>
              <w:smallCaps w:val="0"/>
              <w:noProof/>
              <w:color w:val="auto"/>
              <w:sz w:val="22"/>
              <w:szCs w:val="22"/>
              <w:lang w:eastAsia="en-US"/>
            </w:rPr>
          </w:pPr>
          <w:r w:rsidRPr="00D12FFF">
            <w:rPr>
              <w:noProof/>
              <w:lang w:val="en-CA"/>
            </w:rPr>
            <w:t>Final Assessment</w:t>
          </w:r>
          <w:r w:rsidRPr="00D12FFF">
            <w:rPr>
              <w:noProof/>
            </w:rPr>
            <w:tab/>
          </w:r>
          <w:r w:rsidRPr="00D12FFF">
            <w:rPr>
              <w:noProof/>
            </w:rPr>
            <w:fldChar w:fldCharType="begin"/>
          </w:r>
          <w:r w:rsidRPr="00D12FFF">
            <w:rPr>
              <w:noProof/>
            </w:rPr>
            <w:instrText xml:space="preserve"> PAGEREF _Toc38641019 \h </w:instrText>
          </w:r>
          <w:r w:rsidRPr="00D12FFF">
            <w:rPr>
              <w:noProof/>
            </w:rPr>
          </w:r>
          <w:r w:rsidRPr="00D12FFF">
            <w:rPr>
              <w:noProof/>
            </w:rPr>
            <w:fldChar w:fldCharType="separate"/>
          </w:r>
          <w:r w:rsidRPr="00D12FFF">
            <w:rPr>
              <w:noProof/>
            </w:rPr>
            <w:t>4</w:t>
          </w:r>
          <w:r w:rsidRPr="00D12FFF">
            <w:rPr>
              <w:noProof/>
            </w:rPr>
            <w:fldChar w:fldCharType="end"/>
          </w:r>
        </w:p>
        <w:p w14:paraId="353F28F8" w14:textId="4C325A04" w:rsidR="00B40714" w:rsidRPr="00D12FFF" w:rsidRDefault="00B40714">
          <w:pPr>
            <w:pStyle w:val="TOC2"/>
            <w:rPr>
              <w:rFonts w:eastAsiaTheme="minorEastAsia" w:cstheme="minorBidi"/>
              <w:smallCaps w:val="0"/>
              <w:noProof/>
              <w:color w:val="auto"/>
              <w:sz w:val="22"/>
              <w:szCs w:val="22"/>
              <w:lang w:eastAsia="en-US"/>
            </w:rPr>
          </w:pPr>
          <w:r w:rsidRPr="00D12FFF">
            <w:rPr>
              <w:noProof/>
              <w:lang w:val="en-CA"/>
            </w:rPr>
            <w:t>Quiz</w:t>
          </w:r>
          <w:r w:rsidRPr="00D12FFF">
            <w:rPr>
              <w:noProof/>
            </w:rPr>
            <w:tab/>
          </w:r>
          <w:r w:rsidRPr="00D12FFF">
            <w:rPr>
              <w:noProof/>
            </w:rPr>
            <w:fldChar w:fldCharType="begin"/>
          </w:r>
          <w:r w:rsidRPr="00D12FFF">
            <w:rPr>
              <w:noProof/>
            </w:rPr>
            <w:instrText xml:space="preserve"> PAGEREF _Toc38641020 \h </w:instrText>
          </w:r>
          <w:r w:rsidRPr="00D12FFF">
            <w:rPr>
              <w:noProof/>
            </w:rPr>
          </w:r>
          <w:r w:rsidRPr="00D12FFF">
            <w:rPr>
              <w:noProof/>
            </w:rPr>
            <w:fldChar w:fldCharType="separate"/>
          </w:r>
          <w:r w:rsidRPr="00D12FFF">
            <w:rPr>
              <w:noProof/>
            </w:rPr>
            <w:t>5</w:t>
          </w:r>
          <w:r w:rsidRPr="00D12FFF">
            <w:rPr>
              <w:noProof/>
            </w:rPr>
            <w:fldChar w:fldCharType="end"/>
          </w:r>
        </w:p>
        <w:p w14:paraId="01B006AD" w14:textId="251F7C18" w:rsidR="00A42168" w:rsidRPr="00D12FFF" w:rsidRDefault="00F160B8" w:rsidP="00A42168">
          <w:pPr>
            <w:rPr>
              <w:lang w:val="en-CA"/>
            </w:rPr>
          </w:pPr>
          <w:r w:rsidRPr="00D12FFF">
            <w:rPr>
              <w:lang w:val="en-CA"/>
            </w:rPr>
            <w:fldChar w:fldCharType="end"/>
          </w:r>
        </w:p>
      </w:sdtContent>
    </w:sdt>
    <w:p w14:paraId="277F612B" w14:textId="77777777" w:rsidR="006C3832" w:rsidRPr="00D12FFF" w:rsidRDefault="006C3832" w:rsidP="00A42168">
      <w:pPr>
        <w:rPr>
          <w:lang w:val="en-CA"/>
        </w:rPr>
      </w:pPr>
    </w:p>
    <w:p w14:paraId="58FCCBA0" w14:textId="1FD773BA" w:rsidR="00A42168" w:rsidRPr="00D12FFF" w:rsidRDefault="00A42168" w:rsidP="00A42168">
      <w:pPr>
        <w:rPr>
          <w:lang w:val="en-CA"/>
        </w:rPr>
      </w:pPr>
      <w:r w:rsidRPr="00D12FFF">
        <w:rPr>
          <w:lang w:val="en-CA"/>
        </w:rPr>
        <w:br w:type="page"/>
      </w:r>
    </w:p>
    <w:p w14:paraId="38B6D4CD" w14:textId="1B4DAEB5" w:rsidR="00A610EC" w:rsidRPr="00D12FFF" w:rsidRDefault="00A610EC">
      <w:pPr>
        <w:spacing w:before="0"/>
        <w:rPr>
          <w:lang w:val="en-CA"/>
        </w:rPr>
      </w:pPr>
    </w:p>
    <w:p w14:paraId="3C65A204" w14:textId="1301BB9C" w:rsidR="004A3F78" w:rsidRPr="00D12FFF" w:rsidRDefault="00604E46" w:rsidP="00CE4632">
      <w:pPr>
        <w:pStyle w:val="Title"/>
        <w:rPr>
          <w:lang w:val="en-CA"/>
        </w:rPr>
      </w:pPr>
      <w:bookmarkStart w:id="0" w:name="_Toc38641018"/>
      <w:r w:rsidRPr="00D12FFF">
        <w:rPr>
          <w:szCs w:val="52"/>
          <w:lang w:val="en-CA"/>
        </w:rPr>
        <w:t xml:space="preserve">Final </w:t>
      </w:r>
      <w:r w:rsidR="0060025F" w:rsidRPr="00D12FFF">
        <w:rPr>
          <w:szCs w:val="52"/>
          <w:lang w:val="en-CA"/>
        </w:rPr>
        <w:t>a</w:t>
      </w:r>
      <w:r w:rsidRPr="00D12FFF">
        <w:rPr>
          <w:szCs w:val="52"/>
          <w:lang w:val="en-CA"/>
        </w:rPr>
        <w:t>ssessment</w:t>
      </w:r>
      <w:bookmarkEnd w:id="0"/>
    </w:p>
    <w:p w14:paraId="65C2FEF9" w14:textId="2C073884" w:rsidR="00963E72" w:rsidRPr="00D12FFF" w:rsidRDefault="3FC7E054" w:rsidP="3FC7E054">
      <w:pPr>
        <w:rPr>
          <w:b/>
          <w:bCs/>
          <w:sz w:val="28"/>
          <w:szCs w:val="28"/>
          <w:lang w:val="en-CA"/>
        </w:rPr>
      </w:pPr>
      <w:r w:rsidRPr="00D12FFF">
        <w:rPr>
          <w:b/>
          <w:bCs/>
          <w:sz w:val="28"/>
          <w:szCs w:val="28"/>
          <w:lang w:val="en-CA"/>
        </w:rPr>
        <w:t xml:space="preserve">Approximate Duration: </w:t>
      </w:r>
      <w:r w:rsidR="00AA137F" w:rsidRPr="00D12FFF">
        <w:rPr>
          <w:b/>
          <w:bCs/>
          <w:sz w:val="28"/>
          <w:szCs w:val="28"/>
          <w:lang w:val="en-CA"/>
        </w:rPr>
        <w:t>1</w:t>
      </w:r>
      <w:r w:rsidR="00604E46" w:rsidRPr="00D12FFF">
        <w:rPr>
          <w:b/>
          <w:bCs/>
          <w:sz w:val="28"/>
          <w:szCs w:val="28"/>
          <w:lang w:val="en-CA"/>
        </w:rPr>
        <w:t>0</w:t>
      </w:r>
      <w:r w:rsidR="00485CB9" w:rsidRPr="00D12FFF">
        <w:rPr>
          <w:b/>
          <w:bCs/>
          <w:sz w:val="28"/>
          <w:szCs w:val="28"/>
          <w:lang w:val="en-CA"/>
        </w:rPr>
        <w:t>.5</w:t>
      </w:r>
      <w:r w:rsidRPr="00D12FFF">
        <w:rPr>
          <w:b/>
          <w:bCs/>
          <w:sz w:val="28"/>
          <w:szCs w:val="28"/>
          <w:lang w:val="en-CA"/>
        </w:rPr>
        <w:t xml:space="preserve"> minutes</w:t>
      </w:r>
    </w:p>
    <w:p w14:paraId="0456A344" w14:textId="35A653B0" w:rsidR="008937D2" w:rsidRPr="00D12FFF" w:rsidRDefault="008937D2">
      <w:pPr>
        <w:rPr>
          <w:lang w:val="en-CA"/>
        </w:rPr>
      </w:pPr>
    </w:p>
    <w:tbl>
      <w:tblPr>
        <w:tblStyle w:val="TableGrid"/>
        <w:tblW w:w="4997" w:type="pct"/>
        <w:tblLayout w:type="fixed"/>
        <w:tblCellMar>
          <w:top w:w="113" w:type="dxa"/>
          <w:bottom w:w="113" w:type="dxa"/>
        </w:tblCellMar>
        <w:tblLook w:val="04A0" w:firstRow="1" w:lastRow="0" w:firstColumn="1" w:lastColumn="0" w:noHBand="0" w:noVBand="1"/>
      </w:tblPr>
      <w:tblGrid>
        <w:gridCol w:w="763"/>
        <w:gridCol w:w="1500"/>
        <w:gridCol w:w="6092"/>
        <w:gridCol w:w="3838"/>
        <w:gridCol w:w="1197"/>
      </w:tblGrid>
      <w:tr w:rsidR="00DD18AE" w:rsidRPr="00D12FFF" w14:paraId="460A33CD" w14:textId="6996132B" w:rsidTr="21EE7B39">
        <w:trPr>
          <w:cantSplit/>
          <w:trHeight w:val="17"/>
          <w:tblHeader/>
        </w:trPr>
        <w:tc>
          <w:tcPr>
            <w:tcW w:w="285" w:type="pct"/>
            <w:shd w:val="clear" w:color="auto" w:fill="D9D9D9" w:themeFill="background1" w:themeFillShade="D9"/>
            <w:vAlign w:val="center"/>
          </w:tcPr>
          <w:p w14:paraId="6A23ACDA" w14:textId="7B038A06" w:rsidR="00DD18AE" w:rsidRPr="00D12FFF" w:rsidRDefault="3FC7E054" w:rsidP="3FC7E054">
            <w:pPr>
              <w:spacing w:before="0"/>
              <w:rPr>
                <w:b/>
                <w:bCs/>
                <w:sz w:val="28"/>
                <w:szCs w:val="28"/>
                <w:lang w:val="en-CA"/>
              </w:rPr>
            </w:pPr>
            <w:r w:rsidRPr="00D12FFF">
              <w:rPr>
                <w:b/>
                <w:bCs/>
                <w:lang w:val="en-CA"/>
              </w:rPr>
              <w:t>Bloc</w:t>
            </w:r>
          </w:p>
        </w:tc>
        <w:tc>
          <w:tcPr>
            <w:tcW w:w="560" w:type="pct"/>
            <w:shd w:val="clear" w:color="auto" w:fill="D9D9D9" w:themeFill="background1" w:themeFillShade="D9"/>
            <w:vAlign w:val="center"/>
          </w:tcPr>
          <w:p w14:paraId="75AB1CC1" w14:textId="26B377D6" w:rsidR="00DD18AE" w:rsidRPr="00D12FFF" w:rsidRDefault="3FC7E054" w:rsidP="00375504">
            <w:pPr>
              <w:spacing w:before="0"/>
              <w:rPr>
                <w:b/>
                <w:bCs/>
                <w:sz w:val="28"/>
                <w:szCs w:val="28"/>
                <w:lang w:val="en-CA"/>
              </w:rPr>
            </w:pPr>
            <w:r w:rsidRPr="00D12FFF">
              <w:rPr>
                <w:b/>
                <w:bCs/>
                <w:lang w:val="en-CA"/>
              </w:rPr>
              <w:t>Type</w:t>
            </w:r>
          </w:p>
        </w:tc>
        <w:tc>
          <w:tcPr>
            <w:tcW w:w="2275" w:type="pct"/>
            <w:shd w:val="clear" w:color="auto" w:fill="D9D9D9" w:themeFill="background1" w:themeFillShade="D9"/>
            <w:vAlign w:val="center"/>
          </w:tcPr>
          <w:p w14:paraId="407B1817" w14:textId="4B8248B2" w:rsidR="00DD18AE" w:rsidRPr="00D12FFF" w:rsidRDefault="3FC7E054" w:rsidP="3FC7E054">
            <w:pPr>
              <w:spacing w:before="0"/>
              <w:rPr>
                <w:b/>
                <w:bCs/>
                <w:lang w:val="en-CA"/>
              </w:rPr>
            </w:pPr>
            <w:r w:rsidRPr="00D12FFF">
              <w:rPr>
                <w:b/>
                <w:bCs/>
                <w:lang w:val="en-CA"/>
              </w:rPr>
              <w:t>Onscreen text / elements</w:t>
            </w:r>
          </w:p>
        </w:tc>
        <w:tc>
          <w:tcPr>
            <w:tcW w:w="1433" w:type="pct"/>
            <w:shd w:val="clear" w:color="auto" w:fill="D9D9D9" w:themeFill="background1" w:themeFillShade="D9"/>
            <w:vAlign w:val="center"/>
          </w:tcPr>
          <w:p w14:paraId="4D580D7C" w14:textId="06624195" w:rsidR="00DD18AE" w:rsidRPr="00D12FFF" w:rsidRDefault="3FC7E054" w:rsidP="3FC7E054">
            <w:pPr>
              <w:spacing w:before="0"/>
              <w:rPr>
                <w:b/>
                <w:bCs/>
                <w:sz w:val="32"/>
                <w:szCs w:val="32"/>
                <w:lang w:val="en-CA"/>
              </w:rPr>
            </w:pPr>
            <w:r w:rsidRPr="00D12FFF">
              <w:rPr>
                <w:b/>
                <w:bCs/>
                <w:lang w:val="en-CA"/>
              </w:rPr>
              <w:t>Production Notes</w:t>
            </w:r>
          </w:p>
        </w:tc>
        <w:tc>
          <w:tcPr>
            <w:tcW w:w="447" w:type="pct"/>
            <w:shd w:val="clear" w:color="auto" w:fill="D9D9D9" w:themeFill="background1" w:themeFillShade="D9"/>
          </w:tcPr>
          <w:p w14:paraId="3D6A4E2F" w14:textId="16A961D0" w:rsidR="00DD18AE" w:rsidRPr="00D12FFF" w:rsidRDefault="3FC7E054" w:rsidP="3FC7E054">
            <w:pPr>
              <w:spacing w:before="0"/>
              <w:rPr>
                <w:b/>
                <w:bCs/>
                <w:lang w:val="en-CA"/>
              </w:rPr>
            </w:pPr>
            <w:r w:rsidRPr="00D12FFF">
              <w:rPr>
                <w:b/>
                <w:bCs/>
                <w:lang w:val="en-CA"/>
              </w:rPr>
              <w:t>Duration</w:t>
            </w:r>
          </w:p>
        </w:tc>
      </w:tr>
      <w:tr w:rsidR="00DD18AE" w:rsidRPr="00D12FFF" w14:paraId="03B6032E" w14:textId="32463AB1" w:rsidTr="21EE7B39">
        <w:trPr>
          <w:cantSplit/>
          <w:trHeight w:val="3492"/>
        </w:trPr>
        <w:tc>
          <w:tcPr>
            <w:tcW w:w="285" w:type="pct"/>
            <w:shd w:val="clear" w:color="auto" w:fill="C6D9F1" w:themeFill="text2" w:themeFillTint="33"/>
            <w:vAlign w:val="center"/>
          </w:tcPr>
          <w:p w14:paraId="4D3F52EC" w14:textId="77777777" w:rsidR="00DD18AE" w:rsidRPr="00D12FFF" w:rsidRDefault="3FC7E054" w:rsidP="3FC7E054">
            <w:pPr>
              <w:pStyle w:val="Normal2"/>
              <w:jc w:val="center"/>
              <w:rPr>
                <w:sz w:val="28"/>
                <w:szCs w:val="28"/>
                <w:lang w:val="en-CA"/>
              </w:rPr>
            </w:pPr>
            <w:r w:rsidRPr="00D12FFF">
              <w:rPr>
                <w:sz w:val="28"/>
                <w:szCs w:val="28"/>
                <w:lang w:val="en-CA"/>
              </w:rPr>
              <w:t>0</w:t>
            </w:r>
          </w:p>
        </w:tc>
        <w:tc>
          <w:tcPr>
            <w:tcW w:w="560" w:type="pct"/>
            <w:shd w:val="clear" w:color="auto" w:fill="C6D9F1" w:themeFill="text2" w:themeFillTint="33"/>
            <w:vAlign w:val="center"/>
          </w:tcPr>
          <w:p w14:paraId="115D046D" w14:textId="5F80E157" w:rsidR="00DD18AE" w:rsidRPr="00D12FFF" w:rsidRDefault="00B45C74" w:rsidP="00375504">
            <w:pPr>
              <w:pStyle w:val="Normal2"/>
              <w:rPr>
                <w:sz w:val="28"/>
                <w:szCs w:val="28"/>
                <w:lang w:val="en-CA"/>
              </w:rPr>
            </w:pPr>
            <w:r w:rsidRPr="00D12FFF">
              <w:rPr>
                <w:sz w:val="28"/>
                <w:szCs w:val="28"/>
                <w:lang w:val="en-CA"/>
              </w:rPr>
              <w:t>Module No.</w:t>
            </w:r>
            <w:r w:rsidR="00AA137F" w:rsidRPr="00D12FFF">
              <w:rPr>
                <w:sz w:val="28"/>
                <w:szCs w:val="28"/>
                <w:lang w:val="en-CA"/>
              </w:rPr>
              <w:t xml:space="preserve"> </w:t>
            </w:r>
          </w:p>
        </w:tc>
        <w:tc>
          <w:tcPr>
            <w:tcW w:w="2275" w:type="pct"/>
            <w:shd w:val="clear" w:color="auto" w:fill="C6D9F1" w:themeFill="text2" w:themeFillTint="33"/>
            <w:vAlign w:val="center"/>
          </w:tcPr>
          <w:p w14:paraId="59846D32" w14:textId="487C5B3C" w:rsidR="0083678A" w:rsidRPr="00D12FFF" w:rsidRDefault="00604E46" w:rsidP="00C76875">
            <w:pPr>
              <w:pStyle w:val="Lessontitle"/>
              <w:rPr>
                <w:lang w:val="en-CA"/>
              </w:rPr>
            </w:pPr>
            <w:bookmarkStart w:id="1" w:name="_Toc38641019"/>
            <w:r w:rsidRPr="00D12FFF">
              <w:rPr>
                <w:szCs w:val="36"/>
                <w:lang w:val="en-CA"/>
              </w:rPr>
              <w:t xml:space="preserve">Final </w:t>
            </w:r>
            <w:r w:rsidR="0060025F" w:rsidRPr="00D12FFF">
              <w:rPr>
                <w:szCs w:val="36"/>
                <w:lang w:val="en-CA"/>
              </w:rPr>
              <w:t>a</w:t>
            </w:r>
            <w:r w:rsidRPr="00D12FFF">
              <w:rPr>
                <w:szCs w:val="36"/>
                <w:lang w:val="en-CA"/>
              </w:rPr>
              <w:t>ssessment</w:t>
            </w:r>
            <w:bookmarkEnd w:id="1"/>
          </w:p>
          <w:p w14:paraId="35FFF6D2" w14:textId="1A758C47" w:rsidR="00D247EE" w:rsidRPr="00D12FFF" w:rsidRDefault="00D247EE" w:rsidP="009A7CFA">
            <w:pPr>
              <w:rPr>
                <w:b/>
                <w:sz w:val="36"/>
                <w:lang w:val="en-CA"/>
              </w:rPr>
            </w:pPr>
            <w:r w:rsidRPr="00D12FFF">
              <w:rPr>
                <w:b/>
                <w:lang w:val="en-CA"/>
              </w:rPr>
              <w:t>[</w:t>
            </w:r>
            <w:r w:rsidRPr="00D12FFF">
              <w:rPr>
                <w:rFonts w:ascii="Wingdings 2" w:eastAsia="Wingdings 2" w:hAnsi="Wingdings 2" w:cs="Wingdings 2"/>
                <w:b/>
                <w:lang w:val="en-CA"/>
              </w:rPr>
              <w:t></w:t>
            </w:r>
            <w:r w:rsidRPr="00D12FFF">
              <w:rPr>
                <w:b/>
                <w:lang w:val="en-CA"/>
              </w:rPr>
              <w:t>]</w:t>
            </w:r>
          </w:p>
          <w:p w14:paraId="387F7129" w14:textId="65D847C3" w:rsidR="00DD18AE" w:rsidRPr="00D12FFF" w:rsidRDefault="00DD18AE" w:rsidP="0083678A">
            <w:pPr>
              <w:rPr>
                <w:lang w:val="en-CA"/>
              </w:rPr>
            </w:pPr>
          </w:p>
        </w:tc>
        <w:tc>
          <w:tcPr>
            <w:tcW w:w="1433" w:type="pct"/>
            <w:shd w:val="clear" w:color="auto" w:fill="C6D9F1" w:themeFill="text2" w:themeFillTint="33"/>
            <w:vAlign w:val="center"/>
          </w:tcPr>
          <w:p w14:paraId="74D79982" w14:textId="6F9CFB62" w:rsidR="002360AC" w:rsidRPr="00D12FFF" w:rsidRDefault="00B61714" w:rsidP="002360AC">
            <w:pPr>
              <w:rPr>
                <w:b/>
                <w:bCs/>
                <w:lang w:val="en-CA"/>
              </w:rPr>
            </w:pPr>
            <w:r w:rsidRPr="00D12FFF">
              <w:rPr>
                <w:b/>
                <w:bCs/>
                <w:lang w:val="en-CA"/>
              </w:rPr>
              <w:t>[</w:t>
            </w:r>
            <w:r w:rsidRPr="00D12FFF">
              <w:rPr>
                <w:rFonts w:ascii="Wingdings 2" w:eastAsia="Wingdings 2" w:hAnsi="Wingdings 2" w:cs="Wingdings 2"/>
                <w:b/>
                <w:bCs/>
                <w:lang w:val="en-CA"/>
              </w:rPr>
              <w:t></w:t>
            </w:r>
            <w:r w:rsidRPr="00D12FFF">
              <w:rPr>
                <w:b/>
                <w:bCs/>
                <w:lang w:val="en-CA"/>
              </w:rPr>
              <w:t>]</w:t>
            </w:r>
            <w:r w:rsidR="003D3F72" w:rsidRPr="00D12FFF">
              <w:rPr>
                <w:b/>
                <w:bCs/>
                <w:lang w:val="en-CA"/>
              </w:rPr>
              <w:t xml:space="preserve"> </w:t>
            </w:r>
            <w:r w:rsidR="0015086A" w:rsidRPr="00D12FFF">
              <w:rPr>
                <w:b/>
                <w:bCs/>
                <w:lang w:val="en-CA"/>
              </w:rPr>
              <w:t>Graphic of a person’s hand holding a light bulb which is illuminating thought process in the human mind.</w:t>
            </w:r>
          </w:p>
          <w:p w14:paraId="0C250824" w14:textId="5476C9A9" w:rsidR="003D3F72" w:rsidRPr="00D12FFF" w:rsidRDefault="0015086A" w:rsidP="009920E4">
            <w:pPr>
              <w:rPr>
                <w:b/>
                <w:bCs/>
                <w:lang w:val="en-CA"/>
              </w:rPr>
            </w:pPr>
            <w:r w:rsidRPr="00D12FFF">
              <w:rPr>
                <w:noProof/>
              </w:rPr>
              <w:drawing>
                <wp:inline distT="0" distB="0" distL="0" distR="0" wp14:anchorId="23641067" wp14:editId="2812F693">
                  <wp:extent cx="2293620" cy="1576998"/>
                  <wp:effectExtent l="0" t="0" r="0" b="4445"/>
                  <wp:docPr id="362917753" name="Picture 8" descr="Hand holding light bulb and cog inside. Idea and imagination. Creative and inspiration. Innovation gears icon with network connection on human heads on metal texture background. Innovative technology in science and industrial conc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6">
                            <a:extLst>
                              <a:ext uri="{28A0092B-C50C-407E-A947-70E740481C1C}">
                                <a14:useLocalDpi xmlns:a14="http://schemas.microsoft.com/office/drawing/2010/main" val="0"/>
                              </a:ext>
                            </a:extLst>
                          </a:blip>
                          <a:stretch>
                            <a:fillRect/>
                          </a:stretch>
                        </pic:blipFill>
                        <pic:spPr>
                          <a:xfrm>
                            <a:off x="0" y="0"/>
                            <a:ext cx="2293620" cy="1576998"/>
                          </a:xfrm>
                          <a:prstGeom prst="rect">
                            <a:avLst/>
                          </a:prstGeom>
                        </pic:spPr>
                      </pic:pic>
                    </a:graphicData>
                  </a:graphic>
                </wp:inline>
              </w:drawing>
            </w:r>
          </w:p>
        </w:tc>
        <w:tc>
          <w:tcPr>
            <w:tcW w:w="447" w:type="pct"/>
            <w:shd w:val="clear" w:color="auto" w:fill="C6D9F1" w:themeFill="text2" w:themeFillTint="33"/>
          </w:tcPr>
          <w:p w14:paraId="24E45090" w14:textId="17CBBC06" w:rsidR="00FE61E1" w:rsidRPr="00D12FFF" w:rsidRDefault="00485CB9" w:rsidP="00AD51BF">
            <w:pPr>
              <w:rPr>
                <w:b/>
                <w:bCs/>
                <w:lang w:val="en-CA"/>
              </w:rPr>
            </w:pPr>
            <w:r w:rsidRPr="00D12FFF">
              <w:rPr>
                <w:b/>
                <w:bCs/>
                <w:lang w:val="en-CA"/>
              </w:rPr>
              <w:t>0.5 min</w:t>
            </w:r>
          </w:p>
          <w:p w14:paraId="45759B4B" w14:textId="77777777" w:rsidR="00FE61E1" w:rsidRPr="00D12FFF" w:rsidRDefault="00FE61E1" w:rsidP="00AD51BF">
            <w:pPr>
              <w:rPr>
                <w:b/>
                <w:bCs/>
                <w:lang w:val="en-CA"/>
              </w:rPr>
            </w:pPr>
          </w:p>
          <w:p w14:paraId="0878E63C" w14:textId="77777777" w:rsidR="00FE61E1" w:rsidRPr="00D12FFF" w:rsidRDefault="00FE61E1" w:rsidP="00AD51BF">
            <w:pPr>
              <w:rPr>
                <w:b/>
                <w:bCs/>
                <w:lang w:val="en-CA"/>
              </w:rPr>
            </w:pPr>
          </w:p>
          <w:p w14:paraId="2FB6928C" w14:textId="77777777" w:rsidR="00FE61E1" w:rsidRPr="00D12FFF" w:rsidRDefault="00FE61E1" w:rsidP="00AD51BF">
            <w:pPr>
              <w:rPr>
                <w:b/>
                <w:bCs/>
                <w:lang w:val="en-CA"/>
              </w:rPr>
            </w:pPr>
          </w:p>
          <w:p w14:paraId="28C49972" w14:textId="77777777" w:rsidR="00FE61E1" w:rsidRPr="00D12FFF" w:rsidRDefault="00FE61E1" w:rsidP="00AD51BF">
            <w:pPr>
              <w:rPr>
                <w:b/>
                <w:bCs/>
                <w:lang w:val="en-CA"/>
              </w:rPr>
            </w:pPr>
          </w:p>
          <w:p w14:paraId="305AB5FB" w14:textId="77777777" w:rsidR="00FE61E1" w:rsidRPr="00D12FFF" w:rsidRDefault="00FE61E1" w:rsidP="00AD51BF">
            <w:pPr>
              <w:rPr>
                <w:b/>
                <w:bCs/>
                <w:lang w:val="en-CA"/>
              </w:rPr>
            </w:pPr>
          </w:p>
          <w:p w14:paraId="7475C962" w14:textId="77777777" w:rsidR="00FE61E1" w:rsidRPr="00D12FFF" w:rsidRDefault="00FE61E1" w:rsidP="00AD51BF">
            <w:pPr>
              <w:rPr>
                <w:b/>
                <w:bCs/>
                <w:lang w:val="en-CA"/>
              </w:rPr>
            </w:pPr>
          </w:p>
          <w:p w14:paraId="6AE0ADEE" w14:textId="77777777" w:rsidR="00FE61E1" w:rsidRPr="00D12FFF" w:rsidRDefault="00FE61E1" w:rsidP="00AD51BF">
            <w:pPr>
              <w:rPr>
                <w:b/>
                <w:bCs/>
                <w:lang w:val="en-CA"/>
              </w:rPr>
            </w:pPr>
          </w:p>
          <w:p w14:paraId="0DBBB5ED" w14:textId="77777777" w:rsidR="00FE61E1" w:rsidRPr="00D12FFF" w:rsidRDefault="00FE61E1" w:rsidP="00AD51BF">
            <w:pPr>
              <w:rPr>
                <w:b/>
                <w:bCs/>
                <w:lang w:val="en-CA"/>
              </w:rPr>
            </w:pPr>
          </w:p>
          <w:p w14:paraId="4B465511" w14:textId="487D65EB" w:rsidR="00FE61E1" w:rsidRPr="00D12FFF" w:rsidRDefault="00FE61E1" w:rsidP="00AD51BF">
            <w:pPr>
              <w:rPr>
                <w:b/>
                <w:bCs/>
                <w:lang w:val="en-CA"/>
              </w:rPr>
            </w:pPr>
          </w:p>
        </w:tc>
      </w:tr>
      <w:tr w:rsidR="00DD18AE" w:rsidRPr="00D12FFF" w14:paraId="0835A86C" w14:textId="1BBC07A2" w:rsidTr="21EE7B39">
        <w:trPr>
          <w:cantSplit/>
          <w:trHeight w:val="615"/>
        </w:trPr>
        <w:tc>
          <w:tcPr>
            <w:tcW w:w="285" w:type="pct"/>
            <w:shd w:val="clear" w:color="auto" w:fill="auto"/>
            <w:vAlign w:val="center"/>
          </w:tcPr>
          <w:p w14:paraId="2EA8BB98" w14:textId="10EC0F3F" w:rsidR="00DD18AE" w:rsidRPr="00D12FFF" w:rsidRDefault="3FC7E054" w:rsidP="3FC7E054">
            <w:pPr>
              <w:pStyle w:val="Normal2"/>
              <w:jc w:val="center"/>
              <w:rPr>
                <w:lang w:val="en-CA"/>
              </w:rPr>
            </w:pPr>
            <w:r w:rsidRPr="00D12FFF">
              <w:rPr>
                <w:lang w:val="en-CA"/>
              </w:rPr>
              <w:t>0.1</w:t>
            </w:r>
          </w:p>
        </w:tc>
        <w:tc>
          <w:tcPr>
            <w:tcW w:w="560" w:type="pct"/>
            <w:vAlign w:val="center"/>
          </w:tcPr>
          <w:p w14:paraId="2D580077" w14:textId="2110C706" w:rsidR="003E298F" w:rsidRPr="00D12FFF" w:rsidRDefault="00F838C3" w:rsidP="00375504">
            <w:pPr>
              <w:pStyle w:val="Normal2"/>
              <w:rPr>
                <w:lang w:val="en-CA"/>
              </w:rPr>
            </w:pPr>
            <w:sdt>
              <w:sdtPr>
                <w:rPr>
                  <w:lang w:val="en-CA"/>
                </w:rPr>
                <w:alias w:val="Type"/>
                <w:tag w:val="Type"/>
                <w:id w:val="505477068"/>
                <w:placeholder>
                  <w:docPart w:val="7B83078D1C824F04A76A894F43E676A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D12FFF">
                  <w:rPr>
                    <w:lang w:val="en-CA"/>
                  </w:rPr>
                  <w:t>Text - Paragraph</w:t>
                </w:r>
              </w:sdtContent>
            </w:sdt>
          </w:p>
          <w:p w14:paraId="3C23875B" w14:textId="77777777" w:rsidR="00375504" w:rsidRPr="00D12FFF" w:rsidRDefault="00375504" w:rsidP="00375504">
            <w:pPr>
              <w:pStyle w:val="Normal2"/>
              <w:rPr>
                <w:lang w:val="en-CA"/>
              </w:rPr>
            </w:pPr>
          </w:p>
          <w:p w14:paraId="1A318F3C" w14:textId="43B6072B" w:rsidR="00375504" w:rsidRPr="00D12FFF" w:rsidRDefault="00F838C3" w:rsidP="00375504">
            <w:pPr>
              <w:pStyle w:val="Normal2"/>
              <w:rPr>
                <w:lang w:val="en-CA"/>
              </w:rPr>
            </w:pPr>
            <w:sdt>
              <w:sdtPr>
                <w:rPr>
                  <w:lang w:val="en-CA"/>
                </w:rPr>
                <w:alias w:val="Type"/>
                <w:tag w:val="Type"/>
                <w:id w:val="1947737466"/>
                <w:placeholder>
                  <w:docPart w:val="1AD7544AD6914DB4BA9577A934DABD3B"/>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D12FFF">
                  <w:rPr>
                    <w:lang w:val="en-CA"/>
                  </w:rPr>
                  <w:t>Bullet list</w:t>
                </w:r>
              </w:sdtContent>
            </w:sdt>
          </w:p>
        </w:tc>
        <w:tc>
          <w:tcPr>
            <w:tcW w:w="2275" w:type="pct"/>
            <w:shd w:val="clear" w:color="auto" w:fill="auto"/>
          </w:tcPr>
          <w:p w14:paraId="77278175" w14:textId="77777777" w:rsidR="00D247EE" w:rsidRPr="00D12FFF" w:rsidRDefault="00D247EE" w:rsidP="00D247EE">
            <w:pPr>
              <w:shd w:val="clear" w:color="auto" w:fill="FFFFFF"/>
              <w:spacing w:before="0"/>
              <w:textAlignment w:val="baseline"/>
              <w:rPr>
                <w:rFonts w:cstheme="minorHAnsi"/>
                <w:b/>
                <w:bCs/>
                <w:color w:val="auto"/>
                <w:lang w:val="en-CA"/>
              </w:rPr>
            </w:pPr>
            <w:r w:rsidRPr="00D12FFF">
              <w:rPr>
                <w:rFonts w:cstheme="minorHAnsi"/>
                <w:b/>
                <w:bCs/>
                <w:color w:val="auto"/>
                <w:lang w:val="en-CA"/>
              </w:rPr>
              <w:t>[</w:t>
            </w:r>
            <w:r w:rsidRPr="00D12FFF">
              <w:rPr>
                <w:rFonts w:ascii="Wingdings 2" w:eastAsia="Wingdings 2" w:hAnsi="Wingdings 2" w:cstheme="minorHAnsi"/>
                <w:b/>
                <w:color w:val="auto"/>
                <w:lang w:val="en-CA"/>
              </w:rPr>
              <w:t></w:t>
            </w:r>
            <w:r w:rsidRPr="00D12FFF">
              <w:rPr>
                <w:rFonts w:cstheme="minorHAnsi"/>
                <w:b/>
                <w:bCs/>
                <w:color w:val="auto"/>
                <w:lang w:val="en-CA"/>
              </w:rPr>
              <w:t>]</w:t>
            </w:r>
          </w:p>
          <w:p w14:paraId="28C0B4F4" w14:textId="468F702F" w:rsidR="00665E34" w:rsidRPr="00D12FFF" w:rsidRDefault="00D247EE" w:rsidP="00B632CC">
            <w:pPr>
              <w:rPr>
                <w:lang w:val="en-CA"/>
              </w:rPr>
            </w:pPr>
            <w:bookmarkStart w:id="2" w:name="_Toc38535292"/>
            <w:bookmarkStart w:id="3" w:name="_Toc38609046"/>
            <w:r w:rsidRPr="00D12FFF">
              <w:rPr>
                <w:lang w:val="en-CA"/>
              </w:rPr>
              <w:t>Welcome to the</w:t>
            </w:r>
            <w:r w:rsidR="00250884" w:rsidRPr="00D12FFF">
              <w:rPr>
                <w:lang w:val="en-CA"/>
              </w:rPr>
              <w:t xml:space="preserve"> </w:t>
            </w:r>
            <w:bookmarkEnd w:id="2"/>
            <w:r w:rsidR="00626DDD" w:rsidRPr="00D12FFF">
              <w:rPr>
                <w:lang w:val="en-CA"/>
              </w:rPr>
              <w:t>F</w:t>
            </w:r>
            <w:r w:rsidR="00CC6882" w:rsidRPr="00D12FFF">
              <w:rPr>
                <w:lang w:val="en-CA"/>
              </w:rPr>
              <w:t xml:space="preserve">inal </w:t>
            </w:r>
            <w:r w:rsidR="0060025F" w:rsidRPr="00D12FFF">
              <w:rPr>
                <w:lang w:val="en-CA"/>
              </w:rPr>
              <w:t>a</w:t>
            </w:r>
            <w:r w:rsidR="00CC6882" w:rsidRPr="00D12FFF">
              <w:rPr>
                <w:lang w:val="en-CA"/>
              </w:rPr>
              <w:t>ssessment</w:t>
            </w:r>
            <w:r w:rsidR="001D0F9E" w:rsidRPr="00D12FFF">
              <w:rPr>
                <w:lang w:val="en-CA"/>
              </w:rPr>
              <w:t>.</w:t>
            </w:r>
            <w:r w:rsidRPr="00D12FFF">
              <w:rPr>
                <w:lang w:val="en-CA"/>
              </w:rPr>
              <w:t xml:space="preserve"> </w:t>
            </w:r>
            <w:r w:rsidR="001D0F9E" w:rsidRPr="00D12FFF">
              <w:rPr>
                <w:lang w:val="en-CA"/>
              </w:rPr>
              <w:t>Y</w:t>
            </w:r>
            <w:r w:rsidRPr="00D12FFF">
              <w:rPr>
                <w:lang w:val="en-CA"/>
              </w:rPr>
              <w:t>ou wil</w:t>
            </w:r>
            <w:r w:rsidR="000405AA" w:rsidRPr="00D12FFF">
              <w:rPr>
                <w:lang w:val="en-CA"/>
              </w:rPr>
              <w:t xml:space="preserve">l </w:t>
            </w:r>
            <w:r w:rsidR="00CC6882" w:rsidRPr="00D12FFF">
              <w:rPr>
                <w:lang w:val="en-CA"/>
              </w:rPr>
              <w:t xml:space="preserve">be presented with </w:t>
            </w:r>
            <w:r w:rsidR="00940FB5" w:rsidRPr="00D12FFF">
              <w:rPr>
                <w:lang w:val="en-CA"/>
              </w:rPr>
              <w:t>twenty</w:t>
            </w:r>
            <w:r w:rsidR="0029680B" w:rsidRPr="00D12FFF">
              <w:rPr>
                <w:lang w:val="en-CA"/>
              </w:rPr>
              <w:t xml:space="preserve"> </w:t>
            </w:r>
            <w:r w:rsidR="00CC6882" w:rsidRPr="00D12FFF">
              <w:rPr>
                <w:lang w:val="en-CA"/>
              </w:rPr>
              <w:t xml:space="preserve">questions to test your knowledge about the </w:t>
            </w:r>
            <w:r w:rsidR="00626DDD" w:rsidRPr="00D12FFF">
              <w:rPr>
                <w:lang w:val="en-CA"/>
              </w:rPr>
              <w:t>p</w:t>
            </w:r>
            <w:r w:rsidR="00A642DF" w:rsidRPr="00D12FFF">
              <w:rPr>
                <w:lang w:val="en-CA"/>
              </w:rPr>
              <w:t xml:space="preserve">revention of </w:t>
            </w:r>
            <w:r w:rsidR="00626DDD" w:rsidRPr="00D12FFF">
              <w:rPr>
                <w:lang w:val="en-CA"/>
              </w:rPr>
              <w:t>s</w:t>
            </w:r>
            <w:r w:rsidR="00A642DF" w:rsidRPr="00D12FFF">
              <w:rPr>
                <w:lang w:val="en-CA"/>
              </w:rPr>
              <w:t xml:space="preserve">exual </w:t>
            </w:r>
            <w:r w:rsidR="00626DDD" w:rsidRPr="00D12FFF">
              <w:rPr>
                <w:lang w:val="en-CA"/>
              </w:rPr>
              <w:t>e</w:t>
            </w:r>
            <w:r w:rsidR="00A642DF" w:rsidRPr="00D12FFF">
              <w:rPr>
                <w:lang w:val="en-CA"/>
              </w:rPr>
              <w:t xml:space="preserve">xploitation and </w:t>
            </w:r>
            <w:r w:rsidR="00626DDD" w:rsidRPr="00D12FFF">
              <w:rPr>
                <w:lang w:val="en-CA"/>
              </w:rPr>
              <w:t>a</w:t>
            </w:r>
            <w:r w:rsidR="00A642DF" w:rsidRPr="00D12FFF">
              <w:rPr>
                <w:lang w:val="en-CA"/>
              </w:rPr>
              <w:t xml:space="preserve">buse </w:t>
            </w:r>
            <w:r w:rsidR="00903CBD" w:rsidRPr="00D12FFF">
              <w:rPr>
                <w:lang w:val="en-CA"/>
              </w:rPr>
              <w:t>by UN personnel</w:t>
            </w:r>
            <w:r w:rsidR="00A642DF" w:rsidRPr="00D12FFF">
              <w:rPr>
                <w:lang w:val="en-CA"/>
              </w:rPr>
              <w:t>.</w:t>
            </w:r>
            <w:bookmarkEnd w:id="3"/>
            <w:r w:rsidR="00CC6882" w:rsidRPr="00D12FFF">
              <w:rPr>
                <w:lang w:val="en-CA"/>
              </w:rPr>
              <w:t xml:space="preserve"> </w:t>
            </w:r>
          </w:p>
          <w:p w14:paraId="6053C9A0" w14:textId="77777777" w:rsidR="00665E34" w:rsidRPr="00D12FFF" w:rsidRDefault="00665E34" w:rsidP="00250884">
            <w:pPr>
              <w:pStyle w:val="Lessontitle"/>
              <w:rPr>
                <w:b w:val="0"/>
                <w:bCs w:val="0"/>
                <w:sz w:val="20"/>
                <w:szCs w:val="20"/>
                <w:lang w:val="en-CA"/>
              </w:rPr>
            </w:pPr>
          </w:p>
          <w:p w14:paraId="7C310E16" w14:textId="37521733" w:rsidR="00F33033" w:rsidRPr="00D12FFF" w:rsidRDefault="00665E34" w:rsidP="00B632CC">
            <w:pPr>
              <w:rPr>
                <w:lang w:val="en-CA"/>
              </w:rPr>
            </w:pPr>
            <w:bookmarkStart w:id="4" w:name="_Toc38609048"/>
            <w:r w:rsidRPr="00D12FFF">
              <w:rPr>
                <w:lang w:val="en-CA"/>
              </w:rPr>
              <w:t>Are you ready?</w:t>
            </w:r>
            <w:bookmarkEnd w:id="4"/>
          </w:p>
          <w:p w14:paraId="37D49965" w14:textId="77777777" w:rsidR="00470A6A" w:rsidRPr="00D12FFF" w:rsidRDefault="00470A6A" w:rsidP="00D247EE">
            <w:pPr>
              <w:spacing w:before="0"/>
              <w:rPr>
                <w:rFonts w:cstheme="minorHAnsi"/>
                <w:b/>
                <w:color w:val="auto"/>
                <w:lang w:val="en-CA" w:eastAsia="en-CA"/>
              </w:rPr>
            </w:pPr>
          </w:p>
          <w:p w14:paraId="1C3D72A1" w14:textId="2B330319" w:rsidR="00DD18AE" w:rsidRPr="00D12FFF" w:rsidRDefault="00D247EE" w:rsidP="00D247EE">
            <w:pPr>
              <w:spacing w:before="0"/>
              <w:rPr>
                <w:lang w:val="en-CA"/>
              </w:rPr>
            </w:pPr>
            <w:r w:rsidRPr="00D12FFF">
              <w:rPr>
                <w:rFonts w:cstheme="minorHAnsi"/>
                <w:b/>
                <w:color w:val="auto"/>
                <w:lang w:val="en-CA" w:eastAsia="en-CA"/>
              </w:rPr>
              <w:t>Select the ‘START</w:t>
            </w:r>
            <w:r w:rsidR="00D96102" w:rsidRPr="00D12FFF">
              <w:rPr>
                <w:rFonts w:cstheme="minorHAnsi"/>
                <w:b/>
                <w:color w:val="auto"/>
                <w:lang w:val="en-CA" w:eastAsia="en-CA"/>
              </w:rPr>
              <w:t xml:space="preserve"> COURSE</w:t>
            </w:r>
            <w:r w:rsidRPr="00D12FFF">
              <w:rPr>
                <w:rFonts w:cstheme="minorHAnsi"/>
                <w:b/>
                <w:color w:val="auto"/>
                <w:lang w:val="en-CA" w:eastAsia="en-CA"/>
              </w:rPr>
              <w:t xml:space="preserve">’ button to begin the </w:t>
            </w:r>
            <w:r w:rsidR="00552DF4" w:rsidRPr="00D12FFF">
              <w:rPr>
                <w:rFonts w:cstheme="minorHAnsi"/>
                <w:b/>
                <w:color w:val="auto"/>
                <w:lang w:val="en-CA" w:eastAsia="en-CA"/>
              </w:rPr>
              <w:t>final assessment</w:t>
            </w:r>
            <w:r w:rsidRPr="00D12FFF">
              <w:rPr>
                <w:rFonts w:cstheme="minorHAnsi"/>
                <w:b/>
                <w:color w:val="auto"/>
                <w:lang w:val="en-CA" w:eastAsia="en-CA"/>
              </w:rPr>
              <w:t>.</w:t>
            </w:r>
          </w:p>
        </w:tc>
        <w:tc>
          <w:tcPr>
            <w:tcW w:w="1433" w:type="pct"/>
            <w:shd w:val="clear" w:color="auto" w:fill="auto"/>
            <w:vAlign w:val="center"/>
          </w:tcPr>
          <w:p w14:paraId="19E6C974" w14:textId="362659B3" w:rsidR="00267482" w:rsidRPr="00D12FFF" w:rsidRDefault="00267482" w:rsidP="00267482">
            <w:pPr>
              <w:pStyle w:val="Normal2"/>
              <w:rPr>
                <w:lang w:val="en-CA"/>
              </w:rPr>
            </w:pPr>
            <w:r w:rsidRPr="00D12FFF">
              <w:rPr>
                <w:b/>
                <w:bCs/>
                <w:lang w:val="en-CA"/>
              </w:rPr>
              <w:t>[</w:t>
            </w:r>
            <w:r w:rsidRPr="00D12FFF">
              <w:rPr>
                <w:rFonts w:ascii="Wingdings 2" w:eastAsia="Wingdings 2" w:hAnsi="Wingdings 2" w:cs="Wingdings 2"/>
                <w:b/>
                <w:lang w:val="en-CA"/>
              </w:rPr>
              <w:t></w:t>
            </w:r>
            <w:r w:rsidRPr="00D12FFF">
              <w:rPr>
                <w:b/>
                <w:bCs/>
                <w:lang w:val="en-CA"/>
              </w:rPr>
              <w:t>]</w:t>
            </w:r>
            <w:r w:rsidR="00D96102" w:rsidRPr="00D12FFF">
              <w:rPr>
                <w:lang w:val="en-CA"/>
              </w:rPr>
              <w:t>U</w:t>
            </w:r>
            <w:r w:rsidR="00EB3660" w:rsidRPr="00D12FFF">
              <w:rPr>
                <w:lang w:val="en-CA"/>
              </w:rPr>
              <w:t>N</w:t>
            </w:r>
            <w:r w:rsidR="00D96102" w:rsidRPr="00D12FFF">
              <w:rPr>
                <w:lang w:val="en-CA"/>
              </w:rPr>
              <w:t xml:space="preserve"> logo</w:t>
            </w:r>
          </w:p>
          <w:p w14:paraId="7C634AB3" w14:textId="45CB2016" w:rsidR="00DD18AE" w:rsidRPr="00D12FFF" w:rsidRDefault="00267482" w:rsidP="00267482">
            <w:pPr>
              <w:pStyle w:val="Normal2"/>
              <w:rPr>
                <w:lang w:val="en-CA"/>
              </w:rPr>
            </w:pPr>
            <w:r w:rsidRPr="00D12FFF">
              <w:rPr>
                <w:bCs/>
                <w:lang w:val="en-CA"/>
              </w:rPr>
              <w:t>At top of lesson list</w:t>
            </w:r>
          </w:p>
        </w:tc>
        <w:tc>
          <w:tcPr>
            <w:tcW w:w="447" w:type="pct"/>
          </w:tcPr>
          <w:p w14:paraId="177D8EEC" w14:textId="40CC1419" w:rsidR="00DD18AE" w:rsidRPr="00D12FFF" w:rsidRDefault="00DD18AE" w:rsidP="00C76875">
            <w:pPr>
              <w:pStyle w:val="Normal2"/>
              <w:rPr>
                <w:lang w:val="en-CA"/>
              </w:rPr>
            </w:pPr>
          </w:p>
        </w:tc>
      </w:tr>
      <w:tr w:rsidR="00242051" w:rsidRPr="00D12FFF" w14:paraId="5B7C8584" w14:textId="77777777" w:rsidTr="21EE7B39">
        <w:trPr>
          <w:cantSplit/>
          <w:trHeight w:val="615"/>
        </w:trPr>
        <w:tc>
          <w:tcPr>
            <w:tcW w:w="285" w:type="pct"/>
            <w:shd w:val="clear" w:color="auto" w:fill="auto"/>
            <w:vAlign w:val="center"/>
          </w:tcPr>
          <w:p w14:paraId="7BC277E5" w14:textId="192C4ECE" w:rsidR="00242051" w:rsidRPr="00D12FFF" w:rsidRDefault="3FC7E054" w:rsidP="3FC7E054">
            <w:pPr>
              <w:pStyle w:val="Normal2"/>
              <w:jc w:val="center"/>
              <w:rPr>
                <w:lang w:val="en-CA"/>
              </w:rPr>
            </w:pPr>
            <w:r w:rsidRPr="00D12FFF">
              <w:rPr>
                <w:lang w:val="en-CA"/>
              </w:rPr>
              <w:t>0.2</w:t>
            </w:r>
          </w:p>
        </w:tc>
        <w:tc>
          <w:tcPr>
            <w:tcW w:w="560" w:type="pct"/>
            <w:vAlign w:val="center"/>
          </w:tcPr>
          <w:p w14:paraId="6E7E80A1" w14:textId="54816392" w:rsidR="003E298F" w:rsidRPr="00D12FFF" w:rsidRDefault="00F838C3" w:rsidP="00375504">
            <w:pPr>
              <w:pStyle w:val="Normal2"/>
              <w:rPr>
                <w:lang w:val="en-CA"/>
              </w:rPr>
            </w:pPr>
            <w:sdt>
              <w:sdtPr>
                <w:rPr>
                  <w:lang w:val="en-CA"/>
                </w:rPr>
                <w:alias w:val="Type"/>
                <w:tag w:val="Type"/>
                <w:id w:val="-417949629"/>
                <w:placeholder>
                  <w:docPart w:val="4F5B3433B2D0463FBD78A872274E678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D12FFF">
                  <w:rPr>
                    <w:lang w:val="en-CA"/>
                  </w:rPr>
                  <w:t>Lesson List</w:t>
                </w:r>
              </w:sdtContent>
            </w:sdt>
          </w:p>
        </w:tc>
        <w:tc>
          <w:tcPr>
            <w:tcW w:w="2275" w:type="pct"/>
            <w:shd w:val="clear" w:color="auto" w:fill="auto"/>
          </w:tcPr>
          <w:p w14:paraId="061984D2" w14:textId="5578B842" w:rsidR="00242051" w:rsidRPr="00D12FFF" w:rsidRDefault="00CC6882" w:rsidP="00B632CC">
            <w:pPr>
              <w:rPr>
                <w:lang w:val="en-CA"/>
              </w:rPr>
            </w:pPr>
            <w:r w:rsidRPr="00D12FFF">
              <w:rPr>
                <w:lang w:val="en-CA"/>
              </w:rPr>
              <w:t>Quiz</w:t>
            </w:r>
          </w:p>
        </w:tc>
        <w:tc>
          <w:tcPr>
            <w:tcW w:w="1433" w:type="pct"/>
            <w:shd w:val="clear" w:color="auto" w:fill="auto"/>
            <w:vAlign w:val="center"/>
          </w:tcPr>
          <w:p w14:paraId="5AE466A4" w14:textId="77777777" w:rsidR="004E26B4" w:rsidRPr="00D12FFF" w:rsidRDefault="002B5DA5" w:rsidP="00C76875">
            <w:pPr>
              <w:pStyle w:val="Normal2"/>
              <w:rPr>
                <w:lang w:val="en-CA"/>
              </w:rPr>
            </w:pPr>
            <w:r w:rsidRPr="00D12FFF">
              <w:rPr>
                <w:lang w:val="en-CA"/>
              </w:rPr>
              <w:t>This is auto generated in RISE</w:t>
            </w:r>
          </w:p>
          <w:p w14:paraId="1C092829" w14:textId="56DAFC10" w:rsidR="00B71834" w:rsidRPr="00D12FFF" w:rsidRDefault="00911635" w:rsidP="00C76875">
            <w:pPr>
              <w:pStyle w:val="Normal2"/>
              <w:rPr>
                <w:b/>
                <w:lang w:val="en-CA"/>
              </w:rPr>
            </w:pPr>
            <w:r w:rsidRPr="00D12FFF">
              <w:rPr>
                <w:lang w:val="en-CA"/>
              </w:rPr>
              <w:t>No lesson numbers</w:t>
            </w:r>
          </w:p>
        </w:tc>
        <w:tc>
          <w:tcPr>
            <w:tcW w:w="447" w:type="pct"/>
          </w:tcPr>
          <w:p w14:paraId="26566564" w14:textId="77777777" w:rsidR="00242051" w:rsidRPr="00D12FFF" w:rsidRDefault="00242051" w:rsidP="00C76875">
            <w:pPr>
              <w:pStyle w:val="Normal2"/>
              <w:rPr>
                <w:lang w:val="en-CA"/>
              </w:rPr>
            </w:pPr>
          </w:p>
        </w:tc>
      </w:tr>
      <w:tr w:rsidR="00DD18AE" w:rsidRPr="00D12FFF" w14:paraId="26C029A9" w14:textId="46E0A8A2" w:rsidTr="21EE7B39">
        <w:trPr>
          <w:cantSplit/>
          <w:trHeight w:val="17"/>
        </w:trPr>
        <w:tc>
          <w:tcPr>
            <w:tcW w:w="285" w:type="pct"/>
            <w:tcBorders>
              <w:bottom w:val="single" w:sz="4" w:space="0" w:color="000000" w:themeColor="text1"/>
            </w:tcBorders>
            <w:shd w:val="clear" w:color="auto" w:fill="C6D9F1" w:themeFill="text2" w:themeFillTint="33"/>
            <w:vAlign w:val="center"/>
          </w:tcPr>
          <w:p w14:paraId="3A6CCC42" w14:textId="3CFD0EE4" w:rsidR="00DD18AE" w:rsidRPr="00D12FFF" w:rsidRDefault="3FC7E054" w:rsidP="3FC7E054">
            <w:pPr>
              <w:pStyle w:val="Normal2"/>
              <w:jc w:val="center"/>
              <w:rPr>
                <w:sz w:val="28"/>
                <w:szCs w:val="28"/>
                <w:lang w:val="en-CA"/>
              </w:rPr>
            </w:pPr>
            <w:r w:rsidRPr="00D12FFF">
              <w:rPr>
                <w:sz w:val="28"/>
                <w:szCs w:val="28"/>
                <w:lang w:val="en-CA"/>
              </w:rPr>
              <w:lastRenderedPageBreak/>
              <w:t>1</w:t>
            </w:r>
          </w:p>
        </w:tc>
        <w:tc>
          <w:tcPr>
            <w:tcW w:w="560" w:type="pct"/>
            <w:tcBorders>
              <w:bottom w:val="single" w:sz="4" w:space="0" w:color="000000" w:themeColor="text1"/>
            </w:tcBorders>
            <w:shd w:val="clear" w:color="auto" w:fill="C6D9F1" w:themeFill="text2" w:themeFillTint="33"/>
            <w:vAlign w:val="center"/>
          </w:tcPr>
          <w:p w14:paraId="7AE4CFEC" w14:textId="0F9BD29A" w:rsidR="00DD18AE" w:rsidRPr="00D12FFF" w:rsidRDefault="00BB330A" w:rsidP="00375504">
            <w:pPr>
              <w:pStyle w:val="Normal2"/>
              <w:rPr>
                <w:sz w:val="28"/>
                <w:szCs w:val="28"/>
                <w:lang w:val="en-CA"/>
              </w:rPr>
            </w:pPr>
            <w:r w:rsidRPr="00D12FFF">
              <w:rPr>
                <w:sz w:val="28"/>
                <w:szCs w:val="28"/>
                <w:lang w:val="en-CA"/>
              </w:rPr>
              <w:t>Lesson</w:t>
            </w:r>
            <w:r w:rsidR="009029C9" w:rsidRPr="00D12FFF">
              <w:rPr>
                <w:sz w:val="28"/>
                <w:szCs w:val="28"/>
                <w:lang w:val="en-CA"/>
              </w:rPr>
              <w:t xml:space="preserve"> </w:t>
            </w:r>
            <w:r w:rsidR="3FC7E054" w:rsidRPr="00D12FFF">
              <w:rPr>
                <w:sz w:val="28"/>
                <w:szCs w:val="28"/>
                <w:lang w:val="en-CA"/>
              </w:rPr>
              <w:t>No.</w:t>
            </w:r>
          </w:p>
        </w:tc>
        <w:tc>
          <w:tcPr>
            <w:tcW w:w="2275" w:type="pct"/>
            <w:tcBorders>
              <w:bottom w:val="single" w:sz="4" w:space="0" w:color="000000" w:themeColor="text1"/>
            </w:tcBorders>
            <w:shd w:val="clear" w:color="auto" w:fill="C6D9F1" w:themeFill="text2" w:themeFillTint="33"/>
            <w:vAlign w:val="center"/>
          </w:tcPr>
          <w:p w14:paraId="370989AB" w14:textId="30C2CFE5" w:rsidR="00DD18AE" w:rsidRPr="00D12FFF" w:rsidRDefault="0029680B" w:rsidP="00931F5A">
            <w:pPr>
              <w:pStyle w:val="Lessontitle"/>
              <w:rPr>
                <w:lang w:val="en-CA"/>
              </w:rPr>
            </w:pPr>
            <w:bookmarkStart w:id="5" w:name="_Toc38641020"/>
            <w:bookmarkStart w:id="6" w:name="_GoBack"/>
            <w:r w:rsidRPr="00D12FFF">
              <w:rPr>
                <w:szCs w:val="36"/>
                <w:lang w:val="en-CA"/>
              </w:rPr>
              <w:t>Quiz</w:t>
            </w:r>
            <w:bookmarkEnd w:id="5"/>
            <w:bookmarkEnd w:id="6"/>
          </w:p>
        </w:tc>
        <w:tc>
          <w:tcPr>
            <w:tcW w:w="1433" w:type="pct"/>
            <w:tcBorders>
              <w:bottom w:val="single" w:sz="4" w:space="0" w:color="000000" w:themeColor="text1"/>
            </w:tcBorders>
            <w:shd w:val="clear" w:color="auto" w:fill="C6D9F1" w:themeFill="text2" w:themeFillTint="33"/>
            <w:vAlign w:val="center"/>
          </w:tcPr>
          <w:p w14:paraId="03F3458F" w14:textId="6F9A0264" w:rsidR="00DD18AE" w:rsidRPr="00D12FFF" w:rsidRDefault="002B6F8A" w:rsidP="00C76875">
            <w:pPr>
              <w:pStyle w:val="Normal2"/>
              <w:rPr>
                <w:sz w:val="32"/>
                <w:lang w:val="en-CA"/>
              </w:rPr>
            </w:pPr>
            <w:r w:rsidRPr="00D12FFF">
              <w:rPr>
                <w:lang w:val="en-CA"/>
              </w:rPr>
              <w:t>Use the Lesson Title style</w:t>
            </w:r>
            <w:r w:rsidRPr="00D12FFF">
              <w:rPr>
                <w:sz w:val="32"/>
                <w:lang w:val="en-CA"/>
              </w:rPr>
              <w:t xml:space="preserve"> </w:t>
            </w:r>
          </w:p>
        </w:tc>
        <w:tc>
          <w:tcPr>
            <w:tcW w:w="447" w:type="pct"/>
            <w:tcBorders>
              <w:bottom w:val="single" w:sz="4" w:space="0" w:color="000000" w:themeColor="text1"/>
            </w:tcBorders>
            <w:shd w:val="clear" w:color="auto" w:fill="C6D9F1" w:themeFill="text2" w:themeFillTint="33"/>
          </w:tcPr>
          <w:p w14:paraId="33B231D5" w14:textId="77EF5401" w:rsidR="001F33ED" w:rsidRPr="00D12FFF" w:rsidRDefault="00485CB9" w:rsidP="00C76875">
            <w:pPr>
              <w:pStyle w:val="Normal2"/>
              <w:rPr>
                <w:b/>
                <w:bCs/>
                <w:lang w:val="en-CA"/>
              </w:rPr>
            </w:pPr>
            <w:r w:rsidRPr="00D12FFF">
              <w:rPr>
                <w:b/>
                <w:bCs/>
                <w:lang w:val="en-CA"/>
              </w:rPr>
              <w:t xml:space="preserve">10 </w:t>
            </w:r>
            <w:r w:rsidR="001D31DD" w:rsidRPr="00D12FFF">
              <w:rPr>
                <w:b/>
                <w:bCs/>
                <w:lang w:val="en-CA"/>
              </w:rPr>
              <w:t>min</w:t>
            </w:r>
            <w:r w:rsidRPr="00D12FFF">
              <w:rPr>
                <w:b/>
                <w:bCs/>
                <w:lang w:val="en-CA"/>
              </w:rPr>
              <w:t>s</w:t>
            </w:r>
          </w:p>
        </w:tc>
      </w:tr>
      <w:tr w:rsidR="0059544C" w:rsidRPr="00D12FFF" w14:paraId="5F6BEF70" w14:textId="77777777" w:rsidTr="21EE7B39">
        <w:trPr>
          <w:cantSplit/>
          <w:trHeight w:val="17"/>
        </w:trPr>
        <w:tc>
          <w:tcPr>
            <w:tcW w:w="285" w:type="pct"/>
            <w:shd w:val="clear" w:color="auto" w:fill="auto"/>
            <w:vAlign w:val="center"/>
          </w:tcPr>
          <w:p w14:paraId="374834B2" w14:textId="24C18372" w:rsidR="0059544C" w:rsidRPr="00D12FFF" w:rsidRDefault="0059544C" w:rsidP="00657F64">
            <w:pPr>
              <w:spacing w:before="0"/>
              <w:jc w:val="center"/>
              <w:rPr>
                <w:lang w:val="en-CA"/>
              </w:rPr>
            </w:pPr>
            <w:r w:rsidRPr="00D12FFF">
              <w:rPr>
                <w:lang w:val="en-CA"/>
              </w:rPr>
              <w:t>1.0</w:t>
            </w:r>
          </w:p>
        </w:tc>
        <w:tc>
          <w:tcPr>
            <w:tcW w:w="560" w:type="pct"/>
            <w:shd w:val="clear" w:color="auto" w:fill="auto"/>
            <w:vAlign w:val="center"/>
          </w:tcPr>
          <w:p w14:paraId="681A5D63" w14:textId="5A9E896E" w:rsidR="0059544C" w:rsidRPr="00D12FFF" w:rsidRDefault="0059544C" w:rsidP="00375504">
            <w:pPr>
              <w:pStyle w:val="Normal2"/>
              <w:rPr>
                <w:lang w:val="en-CA"/>
              </w:rPr>
            </w:pPr>
            <w:r w:rsidRPr="00D12FFF">
              <w:rPr>
                <w:lang w:val="en-CA"/>
              </w:rPr>
              <w:t>Text</w:t>
            </w:r>
          </w:p>
        </w:tc>
        <w:tc>
          <w:tcPr>
            <w:tcW w:w="2275" w:type="pct"/>
            <w:shd w:val="clear" w:color="auto" w:fill="auto"/>
            <w:vAlign w:val="center"/>
          </w:tcPr>
          <w:p w14:paraId="567D9F2B" w14:textId="402D55D2" w:rsidR="0059544C" w:rsidRPr="00D12FFF" w:rsidRDefault="0059544C" w:rsidP="002B438A">
            <w:pPr>
              <w:rPr>
                <w:lang w:val="en-CA"/>
              </w:rPr>
            </w:pPr>
            <w:r w:rsidRPr="00D12FFF">
              <w:rPr>
                <w:lang w:val="en-CA"/>
              </w:rPr>
              <w:t>To pass the test</w:t>
            </w:r>
            <w:r w:rsidR="00FB1793" w:rsidRPr="00D12FFF">
              <w:rPr>
                <w:lang w:val="en-CA"/>
              </w:rPr>
              <w:t>,</w:t>
            </w:r>
            <w:r w:rsidRPr="00D12FFF">
              <w:rPr>
                <w:lang w:val="en-CA"/>
              </w:rPr>
              <w:t xml:space="preserve"> you must answer at least 16 out of 20 questions</w:t>
            </w:r>
            <w:r w:rsidR="007A0179" w:rsidRPr="00D12FFF">
              <w:rPr>
                <w:lang w:val="en-CA"/>
              </w:rPr>
              <w:t xml:space="preserve"> (80%)</w:t>
            </w:r>
            <w:r w:rsidRPr="00D12FFF">
              <w:rPr>
                <w:lang w:val="en-CA"/>
              </w:rPr>
              <w:t xml:space="preserve"> correctly. You may retake the quiz as many times as you need.</w:t>
            </w:r>
          </w:p>
        </w:tc>
        <w:tc>
          <w:tcPr>
            <w:tcW w:w="1433" w:type="pct"/>
            <w:shd w:val="clear" w:color="auto" w:fill="auto"/>
            <w:vAlign w:val="center"/>
          </w:tcPr>
          <w:p w14:paraId="2C50064B" w14:textId="77777777" w:rsidR="0059544C" w:rsidRPr="00D12FFF" w:rsidRDefault="0059544C" w:rsidP="00657F64">
            <w:pPr>
              <w:spacing w:before="0"/>
              <w:rPr>
                <w:lang w:val="en-CA"/>
              </w:rPr>
            </w:pPr>
          </w:p>
        </w:tc>
        <w:tc>
          <w:tcPr>
            <w:tcW w:w="447" w:type="pct"/>
          </w:tcPr>
          <w:p w14:paraId="150E44A3" w14:textId="77777777" w:rsidR="0059544C" w:rsidRPr="00D12FFF" w:rsidRDefault="0059544C" w:rsidP="00657F64">
            <w:pPr>
              <w:spacing w:before="0"/>
              <w:rPr>
                <w:lang w:val="en-CA"/>
              </w:rPr>
            </w:pPr>
          </w:p>
        </w:tc>
      </w:tr>
      <w:tr w:rsidR="00704B5F" w:rsidRPr="00D12FFF" w14:paraId="17744E8B" w14:textId="77777777" w:rsidTr="21EE7B39">
        <w:trPr>
          <w:cantSplit/>
          <w:trHeight w:val="17"/>
        </w:trPr>
        <w:tc>
          <w:tcPr>
            <w:tcW w:w="285" w:type="pct"/>
            <w:shd w:val="clear" w:color="auto" w:fill="auto"/>
            <w:vAlign w:val="center"/>
          </w:tcPr>
          <w:p w14:paraId="1AEFB64B" w14:textId="7873140C" w:rsidR="00704B5F" w:rsidRPr="00D12FFF" w:rsidRDefault="00BD48D9" w:rsidP="00657F64">
            <w:pPr>
              <w:spacing w:before="0"/>
              <w:jc w:val="center"/>
              <w:rPr>
                <w:lang w:val="en-CA"/>
              </w:rPr>
            </w:pPr>
            <w:r w:rsidRPr="00D12FFF">
              <w:rPr>
                <w:lang w:val="en-CA"/>
              </w:rPr>
              <w:t>1.</w:t>
            </w:r>
            <w:r w:rsidR="00FA5C25" w:rsidRPr="00D12FFF">
              <w:rPr>
                <w:lang w:val="en-CA"/>
              </w:rPr>
              <w:t>1</w:t>
            </w:r>
          </w:p>
        </w:tc>
        <w:tc>
          <w:tcPr>
            <w:tcW w:w="560" w:type="pct"/>
            <w:shd w:val="clear" w:color="auto" w:fill="auto"/>
            <w:vAlign w:val="center"/>
          </w:tcPr>
          <w:p w14:paraId="648B14D5" w14:textId="2439D7AB" w:rsidR="0079142C" w:rsidRPr="00D12FFF" w:rsidRDefault="00F838C3" w:rsidP="00375504">
            <w:pPr>
              <w:pStyle w:val="Normal2"/>
              <w:rPr>
                <w:lang w:val="en-CA"/>
              </w:rPr>
            </w:pPr>
            <w:sdt>
              <w:sdtPr>
                <w:rPr>
                  <w:lang w:val="en-CA"/>
                </w:rPr>
                <w:alias w:val="Type"/>
                <w:tag w:val="Type"/>
                <w:id w:val="-781030319"/>
                <w:placeholder>
                  <w:docPart w:val="1039307442D34B4CB3330A3BF001EB4C"/>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E75969" w:rsidRPr="00D12FFF">
                  <w:rPr>
                    <w:lang w:val="en-CA"/>
                  </w:rPr>
                  <w:t>Text - Paragraph with Heading</w:t>
                </w:r>
              </w:sdtContent>
            </w:sdt>
          </w:p>
          <w:p w14:paraId="5A137E8E" w14:textId="77777777" w:rsidR="00E75969" w:rsidRPr="00D12FFF" w:rsidRDefault="00E75969" w:rsidP="00375504">
            <w:pPr>
              <w:pStyle w:val="Normal2"/>
              <w:rPr>
                <w:lang w:val="en-CA"/>
              </w:rPr>
            </w:pPr>
          </w:p>
          <w:p w14:paraId="7931226D" w14:textId="5D5A3C84" w:rsidR="00704B5F" w:rsidRPr="00D12FFF" w:rsidRDefault="00F838C3" w:rsidP="00375504">
            <w:pPr>
              <w:pStyle w:val="Normal2"/>
              <w:rPr>
                <w:lang w:val="en-CA"/>
              </w:rPr>
            </w:pPr>
            <w:sdt>
              <w:sdtPr>
                <w:rPr>
                  <w:lang w:val="en-CA"/>
                </w:rPr>
                <w:alias w:val="Type"/>
                <w:tag w:val="Type"/>
                <w:id w:val="-1709179529"/>
                <w:placeholder>
                  <w:docPart w:val="DD1FFDA7E40340B1B12CE7A4664FA9A6"/>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D48D9" w:rsidRPr="00D12FFF">
                  <w:rPr>
                    <w:lang w:val="en-CA"/>
                  </w:rPr>
                  <w:t>Quiz - MCQ</w:t>
                </w:r>
              </w:sdtContent>
            </w:sdt>
          </w:p>
        </w:tc>
        <w:tc>
          <w:tcPr>
            <w:tcW w:w="2275" w:type="pct"/>
            <w:shd w:val="clear" w:color="auto" w:fill="auto"/>
            <w:vAlign w:val="center"/>
          </w:tcPr>
          <w:p w14:paraId="7B63DD0B" w14:textId="5A55763B" w:rsidR="00E475AA" w:rsidRPr="00D12FFF" w:rsidRDefault="00E475AA" w:rsidP="00B632CC">
            <w:pPr>
              <w:pStyle w:val="Textheader"/>
              <w:rPr>
                <w:rFonts w:eastAsia="Arial"/>
                <w:lang w:val="en-CA" w:eastAsia="ja-JP"/>
              </w:rPr>
            </w:pPr>
            <w:r w:rsidRPr="00D12FFF">
              <w:rPr>
                <w:rFonts w:eastAsia="Arial"/>
                <w:lang w:val="en-CA" w:eastAsia="ja-JP"/>
              </w:rPr>
              <w:t>Question 1</w:t>
            </w:r>
          </w:p>
          <w:p w14:paraId="18C777FD" w14:textId="66E9320D" w:rsidR="00E54AD6" w:rsidRPr="00D12FFF" w:rsidRDefault="0017491E" w:rsidP="00BD48D9">
            <w:pPr>
              <w:autoSpaceDE w:val="0"/>
              <w:autoSpaceDN w:val="0"/>
              <w:adjustRightInd w:val="0"/>
              <w:rPr>
                <w:rFonts w:cs="Calibri"/>
                <w:lang w:val="en-CA"/>
              </w:rPr>
            </w:pPr>
            <w:r w:rsidRPr="00D12FFF">
              <w:rPr>
                <w:rFonts w:cs="Calibri"/>
                <w:lang w:val="en-CA"/>
              </w:rPr>
              <w:t xml:space="preserve">Which of the following statements are </w:t>
            </w:r>
            <w:r w:rsidR="00845863" w:rsidRPr="00D12FFF">
              <w:rPr>
                <w:rFonts w:cs="Calibri"/>
                <w:lang w:val="en-CA"/>
              </w:rPr>
              <w:t>true</w:t>
            </w:r>
            <w:r w:rsidRPr="00D12FFF">
              <w:rPr>
                <w:rFonts w:cs="Calibri"/>
                <w:lang w:val="en-CA"/>
              </w:rPr>
              <w:t>?</w:t>
            </w:r>
            <w:r w:rsidR="008D4CDE" w:rsidRPr="00D12FFF">
              <w:rPr>
                <w:rFonts w:cs="Calibri"/>
                <w:lang w:val="en-CA"/>
              </w:rPr>
              <w:t xml:space="preserve"> </w:t>
            </w:r>
            <w:r w:rsidR="00BD48D9" w:rsidRPr="00D12FFF">
              <w:rPr>
                <w:rFonts w:cs="Calibri"/>
                <w:lang w:val="en-CA"/>
              </w:rPr>
              <w:t xml:space="preserve"> </w:t>
            </w:r>
          </w:p>
          <w:p w14:paraId="7A75A55C" w14:textId="77777777" w:rsidR="001E4F85" w:rsidRPr="00D12FFF" w:rsidRDefault="001E4F85" w:rsidP="001E4F85">
            <w:pPr>
              <w:pStyle w:val="ListParagraph"/>
              <w:numPr>
                <w:ilvl w:val="0"/>
                <w:numId w:val="0"/>
              </w:numPr>
              <w:autoSpaceDE w:val="0"/>
              <w:autoSpaceDN w:val="0"/>
              <w:adjustRightInd w:val="0"/>
              <w:ind w:left="164"/>
              <w:rPr>
                <w:rFonts w:cs="Calibri"/>
                <w:lang w:val="en-CA"/>
              </w:rPr>
            </w:pPr>
          </w:p>
          <w:p w14:paraId="48115C53" w14:textId="77777777" w:rsidR="00A45407" w:rsidRPr="00D12FFF" w:rsidRDefault="00A45407" w:rsidP="00A45407">
            <w:pPr>
              <w:rPr>
                <w:rFonts w:cstheme="minorHAnsi"/>
                <w:i/>
                <w:color w:val="004990"/>
              </w:rPr>
            </w:pPr>
            <w:r w:rsidRPr="00D12FFF">
              <w:rPr>
                <w:rFonts w:cstheme="minorHAnsi"/>
                <w:i/>
                <w:color w:val="004990"/>
              </w:rPr>
              <w:t>Select all answers that apply, then click SUBMIT.</w:t>
            </w:r>
          </w:p>
          <w:p w14:paraId="1C306178" w14:textId="006C72FF" w:rsidR="0012786E" w:rsidRPr="00D12FFF" w:rsidRDefault="00A45407" w:rsidP="00B632CC">
            <w:pPr>
              <w:spacing w:before="0"/>
              <w:rPr>
                <w:color w:val="auto"/>
                <w:lang w:val="en-CA"/>
              </w:rPr>
            </w:pPr>
            <w:r w:rsidRPr="00D12FFF">
              <w:rPr>
                <w:rFonts w:eastAsia="Arial" w:cstheme="minorHAnsi"/>
                <w:i/>
                <w:color w:val="1F497D" w:themeColor="text2"/>
                <w:szCs w:val="16"/>
                <w:lang w:val="en-CA" w:eastAsia="ja-JP"/>
              </w:rPr>
              <w:t xml:space="preserve"> </w:t>
            </w:r>
          </w:p>
          <w:p w14:paraId="1A9A78E8" w14:textId="6D3C4F28" w:rsidR="00FC5E2F" w:rsidRPr="00D12FFF" w:rsidRDefault="005904B0" w:rsidP="00AC7211">
            <w:pPr>
              <w:autoSpaceDE w:val="0"/>
              <w:autoSpaceDN w:val="0"/>
              <w:adjustRightInd w:val="0"/>
              <w:rPr>
                <w:rFonts w:ascii="Microsoft Sans Serif" w:hAnsi="Microsoft Sans Serif" w:cs="Microsoft Sans Serif"/>
                <w:color w:val="auto"/>
                <w:lang w:val="en-CA"/>
              </w:rPr>
            </w:pPr>
            <w:r w:rsidRPr="00D12FFF">
              <w:rPr>
                <w:lang w:val="en-CA"/>
              </w:rPr>
              <w:fldChar w:fldCharType="begin">
                <w:ffData>
                  <w:name w:val="Check10"/>
                  <w:enabled/>
                  <w:calcOnExit w:val="0"/>
                  <w:checkBox>
                    <w:sizeAuto/>
                    <w:default w:val="0"/>
                  </w:checkBox>
                </w:ffData>
              </w:fldChar>
            </w:r>
            <w:r w:rsidRPr="00D12FFF">
              <w:rPr>
                <w:lang w:val="en-CA"/>
              </w:rPr>
              <w:instrText xml:space="preserve"> FORMCHECKBOX </w:instrText>
            </w:r>
            <w:r w:rsidR="00F838C3">
              <w:rPr>
                <w:lang w:val="en-CA"/>
              </w:rPr>
            </w:r>
            <w:r w:rsidR="00F838C3">
              <w:rPr>
                <w:lang w:val="en-CA"/>
              </w:rPr>
              <w:fldChar w:fldCharType="separate"/>
            </w:r>
            <w:r w:rsidRPr="00D12FFF">
              <w:rPr>
                <w:lang w:val="en-CA"/>
              </w:rPr>
              <w:fldChar w:fldCharType="end"/>
            </w:r>
            <w:r w:rsidRPr="00D12FFF">
              <w:rPr>
                <w:color w:val="1F497D" w:themeColor="text2"/>
                <w:lang w:val="en-CA"/>
              </w:rPr>
              <w:t xml:space="preserve"> </w:t>
            </w:r>
            <w:r w:rsidR="00687D55" w:rsidRPr="00D12FFF">
              <w:rPr>
                <w:rFonts w:cstheme="minorBidi"/>
                <w:lang w:val="en-CA"/>
              </w:rPr>
              <w:t xml:space="preserve">Sexual exploitation and abuse </w:t>
            </w:r>
            <w:r w:rsidR="000D318F" w:rsidRPr="00D12FFF">
              <w:rPr>
                <w:rFonts w:cstheme="minorBidi"/>
                <w:lang w:val="en-CA"/>
              </w:rPr>
              <w:t>occur</w:t>
            </w:r>
            <w:r w:rsidR="00687D55" w:rsidRPr="00D12FFF">
              <w:rPr>
                <w:rFonts w:cstheme="minorBidi"/>
                <w:lang w:val="en-CA"/>
              </w:rPr>
              <w:t xml:space="preserve"> only in humanitarian settings</w:t>
            </w:r>
            <w:r w:rsidR="00FC5E2F" w:rsidRPr="00D12FFF">
              <w:rPr>
                <w:rFonts w:cstheme="minorBidi"/>
                <w:lang w:val="en-CA"/>
              </w:rPr>
              <w:t>.</w:t>
            </w:r>
          </w:p>
          <w:p w14:paraId="331D2AF5" w14:textId="7A9DBDFD" w:rsidR="00FC5E2F" w:rsidRPr="00D12FFF" w:rsidRDefault="00054FB9" w:rsidP="00FC5E2F">
            <w:pPr>
              <w:pStyle w:val="NormalWeb"/>
              <w:rPr>
                <w:rFonts w:asciiTheme="minorHAnsi" w:hAnsiTheme="minorHAnsi" w:cstheme="minorHAnsi"/>
                <w:sz w:val="20"/>
                <w:lang w:val="en-CA"/>
              </w:rPr>
            </w:pPr>
            <w:r w:rsidRPr="00D12FFF">
              <w:rPr>
                <w:lang w:val="en-CA"/>
              </w:rPr>
              <w:fldChar w:fldCharType="begin">
                <w:ffData>
                  <w:name w:val=""/>
                  <w:enabled/>
                  <w:calcOnExit w:val="0"/>
                  <w:checkBox>
                    <w:sizeAuto/>
                    <w:default w:val="1"/>
                  </w:checkBox>
                </w:ffData>
              </w:fldChar>
            </w:r>
            <w:r w:rsidRPr="00D12FFF">
              <w:rPr>
                <w:lang w:val="en-CA"/>
              </w:rPr>
              <w:instrText xml:space="preserve"> FORMCHECKBOX </w:instrText>
            </w:r>
            <w:r w:rsidR="00F838C3">
              <w:rPr>
                <w:lang w:val="en-CA"/>
              </w:rPr>
            </w:r>
            <w:r w:rsidR="00F838C3">
              <w:rPr>
                <w:lang w:val="en-CA"/>
              </w:rPr>
              <w:fldChar w:fldCharType="separate"/>
            </w:r>
            <w:r w:rsidRPr="00D12FFF">
              <w:rPr>
                <w:lang w:val="en-CA"/>
              </w:rPr>
              <w:fldChar w:fldCharType="end"/>
            </w:r>
            <w:r w:rsidRPr="00D12FFF">
              <w:rPr>
                <w:lang w:val="en-CA"/>
              </w:rPr>
              <w:t xml:space="preserve"> </w:t>
            </w:r>
            <w:r w:rsidR="00687D55" w:rsidRPr="00D12FFF">
              <w:rPr>
                <w:rFonts w:asciiTheme="minorHAnsi" w:hAnsiTheme="minorHAnsi" w:cstheme="minorHAnsi"/>
                <w:sz w:val="20"/>
                <w:lang w:val="en-CA"/>
              </w:rPr>
              <w:t>Risks of sexual exploitation and abuse are much higher in situations of crisis, where the vulnerabilities and needs of affected populations are the greatest.</w:t>
            </w:r>
          </w:p>
          <w:p w14:paraId="720EBCCA" w14:textId="67FFB4E3" w:rsidR="00405118" w:rsidRPr="00D12FFF" w:rsidRDefault="00687D55" w:rsidP="00B632CC">
            <w:pPr>
              <w:rPr>
                <w:lang w:val="en-CA"/>
              </w:rPr>
            </w:pPr>
            <w:r w:rsidRPr="00D12FFF">
              <w:rPr>
                <w:lang w:val="en-CA"/>
              </w:rPr>
              <w:fldChar w:fldCharType="begin">
                <w:ffData>
                  <w:name w:val="Check11"/>
                  <w:enabled/>
                  <w:calcOnExit w:val="0"/>
                  <w:checkBox>
                    <w:sizeAuto/>
                    <w:default w:val="1"/>
                  </w:checkBox>
                </w:ffData>
              </w:fldChar>
            </w:r>
            <w:bookmarkStart w:id="7" w:name="Check11"/>
            <w:r w:rsidRPr="00D12FFF">
              <w:rPr>
                <w:lang w:val="en-CA"/>
              </w:rPr>
              <w:instrText xml:space="preserve"> FORMCHECKBOX </w:instrText>
            </w:r>
            <w:r w:rsidR="00F838C3">
              <w:rPr>
                <w:lang w:val="en-CA"/>
              </w:rPr>
            </w:r>
            <w:r w:rsidR="00F838C3">
              <w:rPr>
                <w:lang w:val="en-CA"/>
              </w:rPr>
              <w:fldChar w:fldCharType="separate"/>
            </w:r>
            <w:r w:rsidRPr="00D12FFF">
              <w:rPr>
                <w:lang w:val="en-CA"/>
              </w:rPr>
              <w:fldChar w:fldCharType="end"/>
            </w:r>
            <w:bookmarkEnd w:id="7"/>
            <w:r w:rsidRPr="00D12FFF">
              <w:rPr>
                <w:lang w:val="en-CA"/>
              </w:rPr>
              <w:t xml:space="preserve"> Sexual exploitation and abuse can occur anywhere, both in humanitarian and development contexts</w:t>
            </w:r>
            <w:r w:rsidR="00FC5E2F" w:rsidRPr="00D12FFF">
              <w:rPr>
                <w:lang w:val="en-CA"/>
              </w:rPr>
              <w:t>.</w:t>
            </w:r>
            <w:r w:rsidR="00672032" w:rsidRPr="00D12FFF">
              <w:rPr>
                <w:lang w:val="en-CA"/>
              </w:rPr>
              <w:t xml:space="preserve"> </w:t>
            </w:r>
          </w:p>
          <w:p w14:paraId="24BA983F" w14:textId="49BB31E6" w:rsidR="003F7868" w:rsidRPr="00D12FFF" w:rsidRDefault="003F7868" w:rsidP="003F7868">
            <w:pPr>
              <w:spacing w:before="0"/>
              <w:rPr>
                <w:b/>
                <w:bCs/>
                <w:color w:val="auto"/>
                <w:lang w:val="en-CA"/>
              </w:rPr>
            </w:pPr>
          </w:p>
          <w:p w14:paraId="6D029EDD" w14:textId="76C6559C" w:rsidR="003F7868" w:rsidRPr="00D12FFF" w:rsidRDefault="003F7868" w:rsidP="00D078E3">
            <w:pPr>
              <w:spacing w:before="0"/>
              <w:rPr>
                <w:color w:val="auto"/>
                <w:lang w:val="en-CA"/>
              </w:rPr>
            </w:pPr>
          </w:p>
        </w:tc>
        <w:tc>
          <w:tcPr>
            <w:tcW w:w="1433" w:type="pct"/>
            <w:shd w:val="clear" w:color="auto" w:fill="auto"/>
            <w:vAlign w:val="center"/>
          </w:tcPr>
          <w:p w14:paraId="745DACC7" w14:textId="77777777" w:rsidR="00704B5F" w:rsidRPr="00D12FFF" w:rsidRDefault="00105CEF" w:rsidP="00657F64">
            <w:pPr>
              <w:spacing w:before="0"/>
              <w:rPr>
                <w:lang w:val="en-CA"/>
              </w:rPr>
            </w:pPr>
            <w:r w:rsidRPr="00D12FFF">
              <w:rPr>
                <w:lang w:val="en-CA"/>
              </w:rPr>
              <w:t>One attempt per question.</w:t>
            </w:r>
          </w:p>
          <w:p w14:paraId="18957A73" w14:textId="48E09F4D" w:rsidR="003E079F" w:rsidRPr="00D12FFF" w:rsidRDefault="003E079F" w:rsidP="00657F64">
            <w:pPr>
              <w:spacing w:before="0"/>
              <w:rPr>
                <w:lang w:val="en-CA"/>
              </w:rPr>
            </w:pPr>
            <w:r w:rsidRPr="00D12FFF">
              <w:rPr>
                <w:lang w:val="en-CA"/>
              </w:rPr>
              <w:t>Unlimited attempts.</w:t>
            </w:r>
          </w:p>
        </w:tc>
        <w:tc>
          <w:tcPr>
            <w:tcW w:w="447" w:type="pct"/>
          </w:tcPr>
          <w:p w14:paraId="3987527D" w14:textId="77777777" w:rsidR="00704B5F" w:rsidRPr="00D12FFF" w:rsidRDefault="00704B5F" w:rsidP="00657F64">
            <w:pPr>
              <w:spacing w:before="0"/>
              <w:rPr>
                <w:lang w:val="en-CA"/>
              </w:rPr>
            </w:pPr>
          </w:p>
        </w:tc>
      </w:tr>
      <w:tr w:rsidR="00D078E3" w:rsidRPr="00D12FFF" w14:paraId="0DC8419A" w14:textId="77777777" w:rsidTr="21EE7B39">
        <w:trPr>
          <w:cantSplit/>
          <w:trHeight w:val="17"/>
        </w:trPr>
        <w:tc>
          <w:tcPr>
            <w:tcW w:w="285" w:type="pct"/>
            <w:shd w:val="clear" w:color="auto" w:fill="auto"/>
            <w:vAlign w:val="center"/>
          </w:tcPr>
          <w:p w14:paraId="611847A7" w14:textId="57CB521D" w:rsidR="00D078E3" w:rsidRPr="00D12FFF" w:rsidRDefault="00BD48D9" w:rsidP="00657F64">
            <w:pPr>
              <w:spacing w:before="0"/>
              <w:jc w:val="center"/>
              <w:rPr>
                <w:lang w:val="en-CA"/>
              </w:rPr>
            </w:pPr>
            <w:r w:rsidRPr="00D12FFF">
              <w:rPr>
                <w:lang w:val="en-CA"/>
              </w:rPr>
              <w:lastRenderedPageBreak/>
              <w:t>1.</w:t>
            </w:r>
            <w:r w:rsidR="00FA5C25" w:rsidRPr="00D12FFF">
              <w:rPr>
                <w:lang w:val="en-CA"/>
              </w:rPr>
              <w:t>2</w:t>
            </w:r>
          </w:p>
        </w:tc>
        <w:tc>
          <w:tcPr>
            <w:tcW w:w="560" w:type="pct"/>
            <w:shd w:val="clear" w:color="auto" w:fill="auto"/>
            <w:vAlign w:val="center"/>
          </w:tcPr>
          <w:p w14:paraId="5FF52514" w14:textId="77777777" w:rsidR="00BD48D9" w:rsidRPr="00D12FFF" w:rsidRDefault="00F838C3" w:rsidP="00BD48D9">
            <w:pPr>
              <w:pStyle w:val="Normal2"/>
              <w:rPr>
                <w:lang w:val="en-CA"/>
              </w:rPr>
            </w:pPr>
            <w:sdt>
              <w:sdtPr>
                <w:rPr>
                  <w:lang w:val="en-CA"/>
                </w:rPr>
                <w:alias w:val="Type"/>
                <w:tag w:val="Type"/>
                <w:id w:val="754716870"/>
                <w:placeholder>
                  <w:docPart w:val="FEF4F9830630426A80F3FD9D72A80DB9"/>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D48D9" w:rsidRPr="00D12FFF">
                  <w:rPr>
                    <w:lang w:val="en-CA"/>
                  </w:rPr>
                  <w:t>Text - Paragraph with Heading</w:t>
                </w:r>
              </w:sdtContent>
            </w:sdt>
          </w:p>
          <w:p w14:paraId="7B81C43B" w14:textId="061707E6" w:rsidR="00D078E3" w:rsidRPr="00D12FFF" w:rsidRDefault="00F838C3" w:rsidP="00375504">
            <w:pPr>
              <w:pStyle w:val="Normal2"/>
              <w:rPr>
                <w:lang w:val="en-CA"/>
              </w:rPr>
            </w:pPr>
            <w:sdt>
              <w:sdtPr>
                <w:rPr>
                  <w:lang w:val="en-CA"/>
                </w:rPr>
                <w:alias w:val="Type"/>
                <w:tag w:val="Type"/>
                <w:id w:val="565301933"/>
                <w:placeholder>
                  <w:docPart w:val="47EAF62454D94CBC9639034FFD2DDD8F"/>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D48D9" w:rsidRPr="00D12FFF">
                  <w:rPr>
                    <w:lang w:val="en-CA"/>
                  </w:rPr>
                  <w:t>Quiz - MRQ</w:t>
                </w:r>
              </w:sdtContent>
            </w:sdt>
          </w:p>
        </w:tc>
        <w:tc>
          <w:tcPr>
            <w:tcW w:w="2275" w:type="pct"/>
            <w:shd w:val="clear" w:color="auto" w:fill="auto"/>
            <w:vAlign w:val="center"/>
          </w:tcPr>
          <w:p w14:paraId="15DBC2E7" w14:textId="7FC6F13B" w:rsidR="00E475AA" w:rsidRPr="00D12FFF" w:rsidRDefault="00E475AA" w:rsidP="00B632CC">
            <w:pPr>
              <w:pStyle w:val="Textheader"/>
              <w:rPr>
                <w:rFonts w:eastAsia="Arial"/>
                <w:lang w:val="en-CA" w:eastAsia="ja-JP"/>
              </w:rPr>
            </w:pPr>
            <w:r w:rsidRPr="00D12FFF">
              <w:rPr>
                <w:rFonts w:eastAsia="Arial"/>
                <w:lang w:val="en-CA" w:eastAsia="ja-JP"/>
              </w:rPr>
              <w:t>Question 2</w:t>
            </w:r>
          </w:p>
          <w:p w14:paraId="03DEB17B" w14:textId="4B6184EA" w:rsidR="00FC5E2F" w:rsidRPr="00D12FFF" w:rsidRDefault="00FC5E2F" w:rsidP="004B5AEB">
            <w:pPr>
              <w:pStyle w:val="NormalWeb"/>
              <w:spacing w:before="0" w:beforeAutospacing="0" w:after="0" w:afterAutospacing="0"/>
              <w:rPr>
                <w:rFonts w:asciiTheme="minorHAnsi" w:hAnsiTheme="minorHAnsi" w:cstheme="minorHAnsi"/>
                <w:sz w:val="20"/>
                <w:lang w:val="en-CA"/>
              </w:rPr>
            </w:pPr>
            <w:r w:rsidRPr="00D12FFF">
              <w:rPr>
                <w:rFonts w:asciiTheme="minorHAnsi" w:hAnsiTheme="minorHAnsi" w:cstheme="minorHAnsi"/>
                <w:sz w:val="20"/>
                <w:lang w:val="en-CA"/>
              </w:rPr>
              <w:t>An official investigation found that Alfredo, a UN staff member, had committed sexual exploitation and abuse. What are the potential consequences for Alfredo?</w:t>
            </w:r>
          </w:p>
          <w:p w14:paraId="7734D374" w14:textId="77777777" w:rsidR="004B5AEB" w:rsidRPr="00D12FFF" w:rsidRDefault="004B5AEB" w:rsidP="00B632CC">
            <w:pPr>
              <w:pStyle w:val="NormalWeb"/>
              <w:spacing w:before="0" w:beforeAutospacing="0" w:after="0" w:afterAutospacing="0"/>
              <w:rPr>
                <w:rFonts w:asciiTheme="minorHAnsi" w:hAnsiTheme="minorHAnsi" w:cstheme="minorHAnsi"/>
                <w:sz w:val="20"/>
                <w:lang w:val="en-CA"/>
              </w:rPr>
            </w:pPr>
          </w:p>
          <w:p w14:paraId="29F4E033" w14:textId="7508E564" w:rsidR="006073B3" w:rsidRPr="00D12FFF" w:rsidRDefault="006073B3" w:rsidP="006073B3">
            <w:pPr>
              <w:rPr>
                <w:rFonts w:cstheme="minorHAnsi"/>
                <w:i/>
                <w:color w:val="004990"/>
              </w:rPr>
            </w:pPr>
            <w:r w:rsidRPr="00D12FFF">
              <w:rPr>
                <w:rFonts w:cstheme="minorHAnsi"/>
                <w:i/>
                <w:color w:val="004990"/>
              </w:rPr>
              <w:t>Select all answers that apply, then click SUBMIT.</w:t>
            </w:r>
          </w:p>
          <w:p w14:paraId="715519BF" w14:textId="77777777" w:rsidR="0012786E" w:rsidRPr="00D12FFF" w:rsidRDefault="0012786E" w:rsidP="006073B3">
            <w:pPr>
              <w:rPr>
                <w:rFonts w:cstheme="minorHAnsi"/>
                <w:i/>
                <w:color w:val="004990"/>
              </w:rPr>
            </w:pPr>
          </w:p>
          <w:p w14:paraId="0F698C9A" w14:textId="66C51142" w:rsidR="00C807BA" w:rsidRPr="00D12FFF" w:rsidRDefault="00E475AA" w:rsidP="00B632CC">
            <w:pPr>
              <w:autoSpaceDE w:val="0"/>
              <w:autoSpaceDN w:val="0"/>
              <w:adjustRightInd w:val="0"/>
              <w:rPr>
                <w:color w:val="auto"/>
                <w:lang w:val="en-CA"/>
              </w:rPr>
            </w:pPr>
            <w:r w:rsidRPr="00D12FFF">
              <w:rPr>
                <w:color w:val="auto"/>
                <w:lang w:val="en-CA"/>
              </w:rPr>
              <w:fldChar w:fldCharType="begin">
                <w:ffData>
                  <w:name w:val=""/>
                  <w:enabled/>
                  <w:calcOnExit w:val="0"/>
                  <w:checkBox>
                    <w:sizeAuto/>
                    <w:default w:val="1"/>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auto"/>
                <w:lang w:val="en-CA"/>
              </w:rPr>
              <w:t xml:space="preserve"> </w:t>
            </w:r>
            <w:r w:rsidR="00D12FFF" w:rsidRPr="00D12FFF">
              <w:rPr>
                <w:lang w:val="en-GB"/>
              </w:rPr>
              <w:t>He</w:t>
            </w:r>
            <w:r w:rsidR="00C807BA" w:rsidRPr="00D12FFF">
              <w:t xml:space="preserve"> will lose their job and will be banned from working with the United Nations.</w:t>
            </w:r>
          </w:p>
          <w:p w14:paraId="155630AF" w14:textId="346FEFCD" w:rsidR="00FC5E2F" w:rsidRPr="00D12FFF" w:rsidRDefault="00E475AA" w:rsidP="00B632CC">
            <w:pPr>
              <w:autoSpaceDE w:val="0"/>
              <w:autoSpaceDN w:val="0"/>
              <w:adjustRightInd w:val="0"/>
              <w:rPr>
                <w:rFonts w:ascii="Microsoft Sans Serif" w:hAnsi="Microsoft Sans Serif" w:cs="Microsoft Sans Serif"/>
                <w:lang w:val="en-GB"/>
              </w:rPr>
            </w:pPr>
            <w:r w:rsidRPr="00D12FFF">
              <w:rPr>
                <w:color w:val="auto"/>
                <w:lang w:val="en-CA"/>
              </w:rPr>
              <w:fldChar w:fldCharType="begin">
                <w:ffData>
                  <w:name w:val=""/>
                  <w:enabled/>
                  <w:calcOnExit w:val="0"/>
                  <w:checkBox>
                    <w:sizeAuto/>
                    <w:default w:val="1"/>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1F497D" w:themeColor="text2"/>
                <w:lang w:val="en-CA"/>
              </w:rPr>
              <w:t xml:space="preserve"> </w:t>
            </w:r>
            <w:r w:rsidR="00D12FFF" w:rsidRPr="00D12FFF">
              <w:rPr>
                <w:rFonts w:cs="Calibri"/>
                <w:lang w:val="en-GB"/>
              </w:rPr>
              <w:t>He</w:t>
            </w:r>
            <w:r w:rsidR="008908DA" w:rsidRPr="00D12FFF">
              <w:rPr>
                <w:rFonts w:cs="Calibri"/>
                <w:lang w:val="en-GB"/>
              </w:rPr>
              <w:t xml:space="preserve"> may be prosecuted. </w:t>
            </w:r>
          </w:p>
          <w:p w14:paraId="1836DF86" w14:textId="454F4A7D" w:rsidR="0005398A" w:rsidRPr="00D12FFF" w:rsidRDefault="00E475AA" w:rsidP="0005398A">
            <w:pPr>
              <w:autoSpaceDE w:val="0"/>
              <w:autoSpaceDN w:val="0"/>
              <w:adjustRightInd w:val="0"/>
              <w:rPr>
                <w:rFonts w:ascii="Microsoft Sans Serif" w:hAnsi="Microsoft Sans Serif" w:cs="Microsoft Sans Serif"/>
                <w:lang w:val="en-GB"/>
              </w:rPr>
            </w:pPr>
            <w:r w:rsidRPr="00D12FFF">
              <w:rPr>
                <w:color w:val="auto"/>
                <w:lang w:val="en-CA"/>
              </w:rPr>
              <w:fldChar w:fldCharType="begin">
                <w:ffData>
                  <w:name w:val=""/>
                  <w:enabled/>
                  <w:calcOnExit w:val="0"/>
                  <w:checkBox>
                    <w:sizeAuto/>
                    <w:default w:val="1"/>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1F497D" w:themeColor="text2"/>
                <w:lang w:val="en-CA"/>
              </w:rPr>
              <w:t xml:space="preserve"> </w:t>
            </w:r>
            <w:r w:rsidR="00D12FFF" w:rsidRPr="00D12FFF">
              <w:rPr>
                <w:rFonts w:cs="Calibri"/>
                <w:lang w:val="en-GB"/>
              </w:rPr>
              <w:t>He</w:t>
            </w:r>
            <w:r w:rsidR="0005398A" w:rsidRPr="00D12FFF">
              <w:rPr>
                <w:rFonts w:cs="Calibri"/>
                <w:lang w:val="en-GB"/>
              </w:rPr>
              <w:t xml:space="preserve"> safety and health may be at risk.</w:t>
            </w:r>
          </w:p>
          <w:p w14:paraId="4698F678" w14:textId="4F2F13D4" w:rsidR="00511398" w:rsidRPr="00D12FFF" w:rsidRDefault="00E475AA" w:rsidP="00511398">
            <w:pPr>
              <w:autoSpaceDE w:val="0"/>
              <w:autoSpaceDN w:val="0"/>
              <w:adjustRightInd w:val="0"/>
              <w:rPr>
                <w:rFonts w:ascii="Microsoft Sans Serif" w:hAnsi="Microsoft Sans Serif" w:cs="Microsoft Sans Serif"/>
                <w:lang w:val="en-GB"/>
              </w:rPr>
            </w:pPr>
            <w:r w:rsidRPr="00D12FFF">
              <w:rPr>
                <w:color w:val="auto"/>
                <w:lang w:val="en-CA"/>
              </w:rPr>
              <w:fldChar w:fldCharType="begin">
                <w:ffData>
                  <w:name w:val=""/>
                  <w:enabled/>
                  <w:calcOnExit w:val="0"/>
                  <w:checkBox>
                    <w:sizeAuto/>
                    <w:default w:val="1"/>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1F497D" w:themeColor="text2"/>
                <w:lang w:val="en-CA"/>
              </w:rPr>
              <w:t xml:space="preserve"> </w:t>
            </w:r>
            <w:r w:rsidR="00D12FFF" w:rsidRPr="00D12FFF">
              <w:rPr>
                <w:rFonts w:cs="Calibri"/>
                <w:lang w:val="en-GB"/>
              </w:rPr>
              <w:t>He</w:t>
            </w:r>
            <w:r w:rsidR="00511398" w:rsidRPr="00D12FFF">
              <w:rPr>
                <w:rFonts w:cs="Calibri"/>
                <w:lang w:val="en-GB"/>
              </w:rPr>
              <w:t xml:space="preserve"> personal life is likely to suffer.</w:t>
            </w:r>
          </w:p>
          <w:p w14:paraId="7A3A5390" w14:textId="77777777" w:rsidR="00511398" w:rsidRPr="00D12FFF" w:rsidRDefault="00511398">
            <w:pPr>
              <w:autoSpaceDE w:val="0"/>
              <w:autoSpaceDN w:val="0"/>
              <w:adjustRightInd w:val="0"/>
              <w:rPr>
                <w:rFonts w:cstheme="minorHAnsi"/>
                <w:lang w:val="en-CA"/>
              </w:rPr>
            </w:pPr>
          </w:p>
          <w:p w14:paraId="3C520139" w14:textId="455AFB3F" w:rsidR="003F7868" w:rsidRPr="00D12FFF" w:rsidRDefault="003F7868" w:rsidP="00FC5E2F">
            <w:pPr>
              <w:autoSpaceDE w:val="0"/>
              <w:autoSpaceDN w:val="0"/>
              <w:adjustRightInd w:val="0"/>
              <w:rPr>
                <w:rFonts w:cs="Calibri"/>
                <w:lang w:val="en-CA"/>
              </w:rPr>
            </w:pPr>
          </w:p>
        </w:tc>
        <w:tc>
          <w:tcPr>
            <w:tcW w:w="1433" w:type="pct"/>
            <w:shd w:val="clear" w:color="auto" w:fill="auto"/>
            <w:vAlign w:val="center"/>
          </w:tcPr>
          <w:p w14:paraId="3105AFDD" w14:textId="77777777" w:rsidR="00D078E3" w:rsidRPr="00D12FFF" w:rsidRDefault="00D078E3" w:rsidP="00657F64">
            <w:pPr>
              <w:spacing w:before="0"/>
              <w:rPr>
                <w:lang w:val="en-CA"/>
              </w:rPr>
            </w:pPr>
          </w:p>
        </w:tc>
        <w:tc>
          <w:tcPr>
            <w:tcW w:w="447" w:type="pct"/>
          </w:tcPr>
          <w:p w14:paraId="4238880D" w14:textId="77777777" w:rsidR="00D078E3" w:rsidRPr="00D12FFF" w:rsidRDefault="00D078E3" w:rsidP="00657F64">
            <w:pPr>
              <w:spacing w:before="0"/>
              <w:rPr>
                <w:lang w:val="en-CA"/>
              </w:rPr>
            </w:pPr>
          </w:p>
        </w:tc>
      </w:tr>
      <w:tr w:rsidR="00E475AA" w:rsidRPr="00D12FFF" w14:paraId="76E03B49" w14:textId="77777777" w:rsidTr="21EE7B39">
        <w:trPr>
          <w:cantSplit/>
          <w:trHeight w:val="17"/>
        </w:trPr>
        <w:tc>
          <w:tcPr>
            <w:tcW w:w="285" w:type="pct"/>
            <w:shd w:val="clear" w:color="auto" w:fill="auto"/>
            <w:vAlign w:val="center"/>
          </w:tcPr>
          <w:p w14:paraId="428C98F7" w14:textId="4DC968C5" w:rsidR="00E475AA" w:rsidRPr="00D12FFF" w:rsidRDefault="00E475AA" w:rsidP="00E475AA">
            <w:pPr>
              <w:spacing w:before="0"/>
              <w:jc w:val="center"/>
              <w:rPr>
                <w:lang w:val="en-CA"/>
              </w:rPr>
            </w:pPr>
            <w:r w:rsidRPr="00D12FFF">
              <w:rPr>
                <w:lang w:val="en-CA"/>
              </w:rPr>
              <w:t>1.</w:t>
            </w:r>
            <w:r w:rsidR="00FA5C25" w:rsidRPr="00D12FFF">
              <w:rPr>
                <w:lang w:val="en-CA"/>
              </w:rPr>
              <w:t>3</w:t>
            </w:r>
          </w:p>
        </w:tc>
        <w:tc>
          <w:tcPr>
            <w:tcW w:w="560" w:type="pct"/>
            <w:shd w:val="clear" w:color="auto" w:fill="auto"/>
            <w:vAlign w:val="center"/>
          </w:tcPr>
          <w:p w14:paraId="5CC9C3B8" w14:textId="77777777" w:rsidR="00E475AA" w:rsidRPr="00D12FFF" w:rsidRDefault="00F838C3" w:rsidP="00E475AA">
            <w:pPr>
              <w:pStyle w:val="Normal2"/>
              <w:rPr>
                <w:lang w:val="en-CA"/>
              </w:rPr>
            </w:pPr>
            <w:sdt>
              <w:sdtPr>
                <w:rPr>
                  <w:lang w:val="en-CA"/>
                </w:rPr>
                <w:alias w:val="Type"/>
                <w:tag w:val="Type"/>
                <w:id w:val="-877238154"/>
                <w:placeholder>
                  <w:docPart w:val="35C9332E68A6437B992AB23A6C9D88FB"/>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E475AA" w:rsidRPr="00D12FFF">
                  <w:rPr>
                    <w:lang w:val="en-CA"/>
                  </w:rPr>
                  <w:t>Text - Paragraph with Heading</w:t>
                </w:r>
              </w:sdtContent>
            </w:sdt>
          </w:p>
          <w:p w14:paraId="43665DAF" w14:textId="77777777" w:rsidR="00E475AA" w:rsidRPr="00D12FFF" w:rsidRDefault="00E475AA" w:rsidP="00E475AA">
            <w:pPr>
              <w:pStyle w:val="Normal2"/>
              <w:rPr>
                <w:lang w:val="en-CA"/>
              </w:rPr>
            </w:pPr>
          </w:p>
          <w:p w14:paraId="26D5163F" w14:textId="4924D55F" w:rsidR="00E475AA" w:rsidRPr="00D12FFF" w:rsidRDefault="00F838C3" w:rsidP="00E475AA">
            <w:pPr>
              <w:pStyle w:val="Normal2"/>
              <w:rPr>
                <w:lang w:val="en-CA"/>
              </w:rPr>
            </w:pPr>
            <w:sdt>
              <w:sdtPr>
                <w:rPr>
                  <w:lang w:val="en-CA"/>
                </w:rPr>
                <w:alias w:val="Type"/>
                <w:tag w:val="Type"/>
                <w:id w:val="-999730172"/>
                <w:placeholder>
                  <w:docPart w:val="40B5DDC5092441AE954239235AA3302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E475AA" w:rsidRPr="00D12FFF">
                  <w:rPr>
                    <w:lang w:val="en-CA"/>
                  </w:rPr>
                  <w:t>Quiz - MCQ</w:t>
                </w:r>
              </w:sdtContent>
            </w:sdt>
          </w:p>
        </w:tc>
        <w:tc>
          <w:tcPr>
            <w:tcW w:w="2275" w:type="pct"/>
            <w:shd w:val="clear" w:color="auto" w:fill="auto"/>
            <w:vAlign w:val="center"/>
          </w:tcPr>
          <w:p w14:paraId="4D490A55" w14:textId="471480F8" w:rsidR="00CD472C" w:rsidRPr="00D12FFF" w:rsidRDefault="00F05BC0" w:rsidP="00640905">
            <w:pPr>
              <w:pStyle w:val="Textheader"/>
              <w:rPr>
                <w:rFonts w:cstheme="minorHAnsi"/>
                <w:lang w:val="en-CA"/>
              </w:rPr>
            </w:pPr>
            <w:r w:rsidRPr="00D12FFF">
              <w:rPr>
                <w:rFonts w:eastAsia="Arial"/>
                <w:lang w:val="en-CA" w:eastAsia="ja-JP"/>
              </w:rPr>
              <w:t>Question 3</w:t>
            </w:r>
          </w:p>
          <w:p w14:paraId="6703EEC8" w14:textId="4A0334AE" w:rsidR="00E475AA" w:rsidRPr="00D12FFF" w:rsidRDefault="00E475AA" w:rsidP="00E475AA">
            <w:pPr>
              <w:tabs>
                <w:tab w:val="left" w:pos="318"/>
              </w:tabs>
              <w:autoSpaceDE w:val="0"/>
              <w:autoSpaceDN w:val="0"/>
              <w:adjustRightInd w:val="0"/>
              <w:rPr>
                <w:rFonts w:cstheme="minorHAnsi"/>
                <w:lang w:val="en-CA"/>
              </w:rPr>
            </w:pPr>
            <w:r w:rsidRPr="00D12FFF">
              <w:rPr>
                <w:rFonts w:cstheme="minorHAnsi"/>
                <w:lang w:val="en-CA"/>
              </w:rPr>
              <w:t>Khalid is a UN service contractor. The UN is investigating Khalid for sexual exploitation and abuse because he allegedly had sex with a girl who is 16 years old. Khalid claims the girl lied about her age and told him she was 18 years old. Does the UN consider this to be a valid defen</w:t>
            </w:r>
            <w:r w:rsidR="00A37592" w:rsidRPr="00D12FFF">
              <w:rPr>
                <w:rFonts w:cstheme="minorHAnsi"/>
                <w:lang w:val="en-CA"/>
              </w:rPr>
              <w:t>s</w:t>
            </w:r>
            <w:r w:rsidRPr="00D12FFF">
              <w:rPr>
                <w:rFonts w:cstheme="minorHAnsi"/>
                <w:lang w:val="en-CA"/>
              </w:rPr>
              <w:t xml:space="preserve">e in a case of sexual exploitation and abuse? </w:t>
            </w:r>
          </w:p>
          <w:p w14:paraId="65E14278" w14:textId="77777777" w:rsidR="00F05BC0" w:rsidRPr="00D12FFF" w:rsidRDefault="00F05BC0" w:rsidP="00E475AA">
            <w:pPr>
              <w:tabs>
                <w:tab w:val="left" w:pos="318"/>
              </w:tabs>
              <w:autoSpaceDE w:val="0"/>
              <w:autoSpaceDN w:val="0"/>
              <w:adjustRightInd w:val="0"/>
              <w:rPr>
                <w:rFonts w:cstheme="minorHAnsi"/>
                <w:lang w:val="en-CA"/>
              </w:rPr>
            </w:pPr>
          </w:p>
          <w:p w14:paraId="1FD19D4A" w14:textId="77777777" w:rsidR="000C2EC2" w:rsidRPr="00D12FFF" w:rsidRDefault="000C2EC2" w:rsidP="000C2EC2">
            <w:pPr>
              <w:spacing w:before="0"/>
              <w:rPr>
                <w:color w:val="1F497D" w:themeColor="text2"/>
                <w:lang w:val="en-CA"/>
              </w:rPr>
            </w:pPr>
            <w:r w:rsidRPr="00D12FFF">
              <w:rPr>
                <w:rFonts w:eastAsia="Arial" w:cstheme="minorHAnsi"/>
                <w:i/>
                <w:color w:val="1F497D" w:themeColor="text2"/>
                <w:szCs w:val="16"/>
                <w:lang w:val="en-CA" w:eastAsia="ja-JP"/>
              </w:rPr>
              <w:t>Select one answer, then click SUBMIT.</w:t>
            </w:r>
          </w:p>
          <w:p w14:paraId="00B166A9" w14:textId="6E4759AD" w:rsidR="00AE7BB0" w:rsidRPr="00D12FFF" w:rsidRDefault="006073B3" w:rsidP="00B632CC">
            <w:pPr>
              <w:spacing w:before="0"/>
              <w:rPr>
                <w:rFonts w:eastAsia="Arial" w:cstheme="minorHAnsi"/>
                <w:i/>
                <w:color w:val="548DD4" w:themeColor="text2" w:themeTint="99"/>
                <w:szCs w:val="16"/>
                <w:lang w:val="en-CA" w:eastAsia="ja-JP"/>
              </w:rPr>
            </w:pPr>
            <w:r w:rsidRPr="00D12FFF">
              <w:rPr>
                <w:rFonts w:eastAsia="Arial" w:cstheme="minorHAnsi"/>
                <w:i/>
                <w:color w:val="548DD4" w:themeColor="text2" w:themeTint="99"/>
                <w:szCs w:val="16"/>
                <w:lang w:val="en-CA" w:eastAsia="ja-JP"/>
              </w:rPr>
              <w:t xml:space="preserve"> </w:t>
            </w:r>
          </w:p>
          <w:p w14:paraId="4B28771E" w14:textId="5A71B8FA" w:rsidR="00F05BC0" w:rsidRPr="00D12FFF" w:rsidRDefault="00F05BC0" w:rsidP="00B632CC">
            <w:pPr>
              <w:spacing w:before="0"/>
              <w:rPr>
                <w:rFonts w:eastAsia="Arial" w:cstheme="minorHAnsi"/>
                <w:i/>
                <w:color w:val="548DD4" w:themeColor="text2" w:themeTint="99"/>
                <w:szCs w:val="16"/>
                <w:lang w:val="en-CA" w:eastAsia="ja-JP"/>
              </w:rPr>
            </w:pPr>
            <w:r w:rsidRPr="00D12FFF">
              <w:rPr>
                <w:color w:val="auto"/>
                <w:lang w:val="en-CA"/>
              </w:rPr>
              <w:fldChar w:fldCharType="begin">
                <w:ffData>
                  <w:name w:val="Check10"/>
                  <w:enabled/>
                  <w:calcOnExit w:val="0"/>
                  <w:checkBox>
                    <w:sizeAuto/>
                    <w:default w:val="0"/>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auto"/>
                <w:lang w:val="en-CA"/>
              </w:rPr>
              <w:t xml:space="preserve"> </w:t>
            </w:r>
            <w:r w:rsidR="00840CA4" w:rsidRPr="00D12FFF">
              <w:rPr>
                <w:color w:val="auto"/>
                <w:lang w:val="en-CA"/>
              </w:rPr>
              <w:t>Yes</w:t>
            </w:r>
          </w:p>
          <w:p w14:paraId="3C3E8401" w14:textId="37AA87D2" w:rsidR="003F7868" w:rsidRPr="00D12FFF" w:rsidRDefault="00F05BC0" w:rsidP="00F05BC0">
            <w:pPr>
              <w:autoSpaceDE w:val="0"/>
              <w:autoSpaceDN w:val="0"/>
              <w:adjustRightInd w:val="0"/>
              <w:spacing w:line="480" w:lineRule="auto"/>
              <w:rPr>
                <w:rFonts w:cs="Calibri"/>
                <w:lang w:val="en-CA"/>
              </w:rPr>
            </w:pPr>
            <w:r w:rsidRPr="00D12FFF">
              <w:rPr>
                <w:color w:val="auto"/>
                <w:lang w:val="en-CA"/>
              </w:rPr>
              <w:fldChar w:fldCharType="begin">
                <w:ffData>
                  <w:name w:val=""/>
                  <w:enabled/>
                  <w:calcOnExit w:val="0"/>
                  <w:checkBox>
                    <w:sizeAuto/>
                    <w:default w:val="1"/>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lang w:val="en-CA"/>
              </w:rPr>
              <w:t xml:space="preserve"> </w:t>
            </w:r>
            <w:r w:rsidR="00840CA4" w:rsidRPr="00D12FFF">
              <w:rPr>
                <w:lang w:val="en-CA"/>
              </w:rPr>
              <w:t>No</w:t>
            </w:r>
          </w:p>
          <w:p w14:paraId="57C3328C" w14:textId="7F42EFE2" w:rsidR="003F7868" w:rsidRPr="00D12FFF" w:rsidRDefault="003F7868" w:rsidP="00F05BC0">
            <w:pPr>
              <w:autoSpaceDE w:val="0"/>
              <w:autoSpaceDN w:val="0"/>
              <w:adjustRightInd w:val="0"/>
              <w:spacing w:line="480" w:lineRule="auto"/>
              <w:rPr>
                <w:rFonts w:cs="Calibri"/>
                <w:lang w:val="en-CA"/>
              </w:rPr>
            </w:pPr>
          </w:p>
        </w:tc>
        <w:tc>
          <w:tcPr>
            <w:tcW w:w="1433" w:type="pct"/>
            <w:shd w:val="clear" w:color="auto" w:fill="auto"/>
            <w:vAlign w:val="center"/>
          </w:tcPr>
          <w:p w14:paraId="7676FF85" w14:textId="77777777" w:rsidR="00E475AA" w:rsidRPr="00D12FFF" w:rsidRDefault="00E475AA" w:rsidP="00E475AA">
            <w:pPr>
              <w:spacing w:before="0"/>
              <w:rPr>
                <w:lang w:val="en-CA"/>
              </w:rPr>
            </w:pPr>
          </w:p>
        </w:tc>
        <w:tc>
          <w:tcPr>
            <w:tcW w:w="447" w:type="pct"/>
          </w:tcPr>
          <w:p w14:paraId="4E358947" w14:textId="77777777" w:rsidR="00E475AA" w:rsidRPr="00D12FFF" w:rsidRDefault="00E475AA" w:rsidP="00E475AA">
            <w:pPr>
              <w:spacing w:before="0"/>
              <w:rPr>
                <w:lang w:val="en-CA"/>
              </w:rPr>
            </w:pPr>
          </w:p>
        </w:tc>
      </w:tr>
      <w:tr w:rsidR="00F05BC0" w:rsidRPr="00D12FFF" w14:paraId="1450C44F" w14:textId="77777777" w:rsidTr="21EE7B39">
        <w:trPr>
          <w:cantSplit/>
          <w:trHeight w:val="17"/>
        </w:trPr>
        <w:tc>
          <w:tcPr>
            <w:tcW w:w="285" w:type="pct"/>
            <w:shd w:val="clear" w:color="auto" w:fill="auto"/>
            <w:vAlign w:val="center"/>
          </w:tcPr>
          <w:p w14:paraId="04643B35" w14:textId="3B54AD48" w:rsidR="00F05BC0" w:rsidRPr="00D12FFF" w:rsidRDefault="00F05BC0" w:rsidP="00F05BC0">
            <w:pPr>
              <w:spacing w:before="0"/>
              <w:jc w:val="center"/>
              <w:rPr>
                <w:lang w:val="en-CA"/>
              </w:rPr>
            </w:pPr>
            <w:r w:rsidRPr="00D12FFF">
              <w:rPr>
                <w:lang w:val="en-CA"/>
              </w:rPr>
              <w:lastRenderedPageBreak/>
              <w:t>1.</w:t>
            </w:r>
            <w:r w:rsidR="00FA5C25" w:rsidRPr="00D12FFF">
              <w:rPr>
                <w:lang w:val="en-CA"/>
              </w:rPr>
              <w:t>4</w:t>
            </w:r>
          </w:p>
        </w:tc>
        <w:tc>
          <w:tcPr>
            <w:tcW w:w="560" w:type="pct"/>
            <w:shd w:val="clear" w:color="auto" w:fill="auto"/>
            <w:vAlign w:val="center"/>
          </w:tcPr>
          <w:p w14:paraId="4D675BEB" w14:textId="77777777" w:rsidR="00F05BC0" w:rsidRPr="00D12FFF" w:rsidRDefault="00F838C3" w:rsidP="00F05BC0">
            <w:pPr>
              <w:pStyle w:val="Normal2"/>
              <w:rPr>
                <w:lang w:val="en-CA"/>
              </w:rPr>
            </w:pPr>
            <w:sdt>
              <w:sdtPr>
                <w:rPr>
                  <w:lang w:val="en-CA"/>
                </w:rPr>
                <w:alias w:val="Type"/>
                <w:tag w:val="Type"/>
                <w:id w:val="561913007"/>
                <w:placeholder>
                  <w:docPart w:val="5FA8E51F6BAC473FAA4A43A8237DA8E1"/>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F05BC0" w:rsidRPr="00D12FFF">
                  <w:rPr>
                    <w:lang w:val="en-CA"/>
                  </w:rPr>
                  <w:t>Text - Paragraph with Heading</w:t>
                </w:r>
              </w:sdtContent>
            </w:sdt>
          </w:p>
          <w:p w14:paraId="113E21F0" w14:textId="77777777" w:rsidR="00F05BC0" w:rsidRPr="00D12FFF" w:rsidRDefault="00F05BC0" w:rsidP="00F05BC0">
            <w:pPr>
              <w:pStyle w:val="Normal2"/>
              <w:rPr>
                <w:lang w:val="en-CA"/>
              </w:rPr>
            </w:pPr>
          </w:p>
          <w:p w14:paraId="144015FB" w14:textId="363010F2" w:rsidR="00F05BC0" w:rsidRPr="00D12FFF" w:rsidRDefault="00F838C3" w:rsidP="00F05BC0">
            <w:pPr>
              <w:pStyle w:val="Normal2"/>
              <w:rPr>
                <w:lang w:val="en-CA"/>
              </w:rPr>
            </w:pPr>
            <w:sdt>
              <w:sdtPr>
                <w:rPr>
                  <w:lang w:val="en-CA"/>
                </w:rPr>
                <w:alias w:val="Type"/>
                <w:tag w:val="Type"/>
                <w:id w:val="-1001809588"/>
                <w:placeholder>
                  <w:docPart w:val="B06FCB68EE73445197432ECC74ECED0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A6538B" w:rsidRPr="00D12FFF">
                  <w:rPr>
                    <w:lang w:val="en-CA"/>
                  </w:rPr>
                  <w:t>Quiz - MRQ</w:t>
                </w:r>
              </w:sdtContent>
            </w:sdt>
          </w:p>
        </w:tc>
        <w:tc>
          <w:tcPr>
            <w:tcW w:w="2275" w:type="pct"/>
            <w:shd w:val="clear" w:color="auto" w:fill="auto"/>
            <w:vAlign w:val="center"/>
          </w:tcPr>
          <w:p w14:paraId="0232EB69" w14:textId="319778F7" w:rsidR="00F05BC0" w:rsidRPr="00D12FFF" w:rsidRDefault="00F05BC0" w:rsidP="00B632CC">
            <w:pPr>
              <w:pStyle w:val="Textheader"/>
              <w:rPr>
                <w:rFonts w:eastAsia="Arial"/>
                <w:lang w:val="en-CA" w:eastAsia="ja-JP"/>
              </w:rPr>
            </w:pPr>
            <w:r w:rsidRPr="00D12FFF">
              <w:rPr>
                <w:rFonts w:eastAsia="Arial"/>
                <w:lang w:val="en-CA" w:eastAsia="ja-JP"/>
              </w:rPr>
              <w:t>Question 4</w:t>
            </w:r>
          </w:p>
          <w:p w14:paraId="56BE6878" w14:textId="493266C5" w:rsidR="00F05BC0" w:rsidRPr="00D12FFF" w:rsidRDefault="00F05BC0" w:rsidP="00F05BC0">
            <w:pPr>
              <w:autoSpaceDE w:val="0"/>
              <w:autoSpaceDN w:val="0"/>
              <w:adjustRightInd w:val="0"/>
              <w:rPr>
                <w:rFonts w:cs="Calibri"/>
                <w:lang w:val="en-CA"/>
              </w:rPr>
            </w:pPr>
            <w:r w:rsidRPr="00D12FFF">
              <w:rPr>
                <w:rFonts w:cs="Calibri"/>
                <w:lang w:val="en-CA"/>
              </w:rPr>
              <w:t>Who is required to follow</w:t>
            </w:r>
            <w:r w:rsidR="00AE6A51" w:rsidRPr="00D12FFF">
              <w:rPr>
                <w:rFonts w:cs="Calibri"/>
                <w:lang w:val="en-CA"/>
              </w:rPr>
              <w:t xml:space="preserve"> the</w:t>
            </w:r>
            <w:r w:rsidRPr="00D12FFF">
              <w:rPr>
                <w:rFonts w:cs="Calibri"/>
                <w:lang w:val="en-CA"/>
              </w:rPr>
              <w:t xml:space="preserve"> UN standards of conduct on sexual exploitation and abuse?</w:t>
            </w:r>
          </w:p>
          <w:p w14:paraId="5706C24A" w14:textId="77777777" w:rsidR="00F05BC0" w:rsidRPr="00D12FFF" w:rsidRDefault="00F05BC0" w:rsidP="00F05BC0">
            <w:pPr>
              <w:autoSpaceDE w:val="0"/>
              <w:autoSpaceDN w:val="0"/>
              <w:adjustRightInd w:val="0"/>
              <w:rPr>
                <w:rFonts w:cs="Calibri"/>
                <w:lang w:val="en-CA"/>
              </w:rPr>
            </w:pPr>
          </w:p>
          <w:p w14:paraId="4FE0540E" w14:textId="5CCBD648" w:rsidR="00BE360B" w:rsidRPr="00D12FFF" w:rsidRDefault="00BE360B" w:rsidP="00BE360B">
            <w:pPr>
              <w:rPr>
                <w:rFonts w:cstheme="minorHAnsi"/>
                <w:i/>
                <w:color w:val="004990"/>
              </w:rPr>
            </w:pPr>
            <w:r w:rsidRPr="00D12FFF">
              <w:rPr>
                <w:rFonts w:cstheme="minorHAnsi"/>
                <w:i/>
                <w:color w:val="004990"/>
              </w:rPr>
              <w:t>Select all answers that apply, then click SUBMIT.</w:t>
            </w:r>
          </w:p>
          <w:p w14:paraId="6C057653" w14:textId="55999F95" w:rsidR="00BE360B" w:rsidRPr="00D12FFF" w:rsidRDefault="00BE360B" w:rsidP="00BE360B">
            <w:pPr>
              <w:rPr>
                <w:lang w:val="en-CA"/>
              </w:rPr>
            </w:pPr>
          </w:p>
          <w:p w14:paraId="1BE79269" w14:textId="72497D64" w:rsidR="004E7AB3" w:rsidRPr="00D12FFF" w:rsidRDefault="00BE360B" w:rsidP="004E7AB3">
            <w:pPr>
              <w:autoSpaceDE w:val="0"/>
              <w:autoSpaceDN w:val="0"/>
              <w:adjustRightInd w:val="0"/>
              <w:rPr>
                <w:rFonts w:cs="Calibri"/>
                <w:lang w:val="en-CA"/>
              </w:rPr>
            </w:pPr>
            <w:r w:rsidRPr="00D12FFF">
              <w:rPr>
                <w:lang w:val="en-CA"/>
              </w:rPr>
              <w:fldChar w:fldCharType="begin">
                <w:ffData>
                  <w:name w:val=""/>
                  <w:enabled/>
                  <w:calcOnExit w:val="0"/>
                  <w:checkBox>
                    <w:sizeAuto/>
                    <w:default w:val="1"/>
                  </w:checkBox>
                </w:ffData>
              </w:fldChar>
            </w:r>
            <w:r w:rsidRPr="00D12FFF">
              <w:rPr>
                <w:lang w:val="en-CA"/>
              </w:rPr>
              <w:instrText xml:space="preserve"> FORMCHECKBOX </w:instrText>
            </w:r>
            <w:r w:rsidR="00F838C3">
              <w:rPr>
                <w:lang w:val="en-CA"/>
              </w:rPr>
            </w:r>
            <w:r w:rsidR="00F838C3">
              <w:rPr>
                <w:lang w:val="en-CA"/>
              </w:rPr>
              <w:fldChar w:fldCharType="separate"/>
            </w:r>
            <w:r w:rsidRPr="00D12FFF">
              <w:rPr>
                <w:lang w:val="en-CA"/>
              </w:rPr>
              <w:fldChar w:fldCharType="end"/>
            </w:r>
            <w:r w:rsidRPr="00D12FFF">
              <w:rPr>
                <w:lang w:val="en-CA"/>
              </w:rPr>
              <w:t xml:space="preserve"> </w:t>
            </w:r>
            <w:r w:rsidR="004E7AB3" w:rsidRPr="00D12FFF">
              <w:rPr>
                <w:rFonts w:cs="Calibri"/>
                <w:lang w:val="en-CA"/>
              </w:rPr>
              <w:t xml:space="preserve">UN </w:t>
            </w:r>
            <w:r w:rsidR="00757AAE" w:rsidRPr="00D12FFF">
              <w:rPr>
                <w:rStyle w:val="CommentReference"/>
                <w:sz w:val="20"/>
                <w:szCs w:val="20"/>
              </w:rPr>
              <w:t>implementing partners</w:t>
            </w:r>
            <w:r w:rsidR="005F4D41" w:rsidRPr="00D12FFF">
              <w:rPr>
                <w:rFonts w:cs="Calibri"/>
                <w:color w:val="auto"/>
                <w:lang w:val="en-CA"/>
              </w:rPr>
              <w:t xml:space="preserve"> and institutional contractors</w:t>
            </w:r>
          </w:p>
          <w:p w14:paraId="7161881A" w14:textId="5A4B7430" w:rsidR="006E4DE4" w:rsidRPr="00D12FFF" w:rsidRDefault="00BE360B" w:rsidP="00BE360B">
            <w:pPr>
              <w:rPr>
                <w:lang w:val="en-CA"/>
              </w:rPr>
            </w:pPr>
            <w:r w:rsidRPr="00D12FFF">
              <w:rPr>
                <w:lang w:val="en-CA"/>
              </w:rPr>
              <w:fldChar w:fldCharType="begin">
                <w:ffData>
                  <w:name w:val=""/>
                  <w:enabled/>
                  <w:calcOnExit w:val="0"/>
                  <w:checkBox>
                    <w:sizeAuto/>
                    <w:default w:val="1"/>
                  </w:checkBox>
                </w:ffData>
              </w:fldChar>
            </w:r>
            <w:r w:rsidRPr="00D12FFF">
              <w:rPr>
                <w:lang w:val="en-CA"/>
              </w:rPr>
              <w:instrText xml:space="preserve"> FORMCHECKBOX </w:instrText>
            </w:r>
            <w:r w:rsidR="00F838C3">
              <w:rPr>
                <w:lang w:val="en-CA"/>
              </w:rPr>
            </w:r>
            <w:r w:rsidR="00F838C3">
              <w:rPr>
                <w:lang w:val="en-CA"/>
              </w:rPr>
              <w:fldChar w:fldCharType="separate"/>
            </w:r>
            <w:r w:rsidRPr="00D12FFF">
              <w:rPr>
                <w:lang w:val="en-CA"/>
              </w:rPr>
              <w:fldChar w:fldCharType="end"/>
            </w:r>
            <w:r w:rsidRPr="00D12FFF">
              <w:rPr>
                <w:lang w:val="en-CA"/>
              </w:rPr>
              <w:t xml:space="preserve"> </w:t>
            </w:r>
            <w:r w:rsidR="004E7AB3" w:rsidRPr="00D12FFF">
              <w:rPr>
                <w:rFonts w:cs="Calibri"/>
                <w:lang w:val="en-CA"/>
              </w:rPr>
              <w:t xml:space="preserve">UN </w:t>
            </w:r>
            <w:r w:rsidR="004E7AB3" w:rsidRPr="00D12FFF">
              <w:rPr>
                <w:rFonts w:cs="Calibri"/>
                <w:color w:val="auto"/>
                <w:lang w:val="en-CA"/>
              </w:rPr>
              <w:t>interns</w:t>
            </w:r>
            <w:r w:rsidR="004E7AB3" w:rsidRPr="00D12FFF">
              <w:rPr>
                <w:lang w:val="en-CA"/>
              </w:rPr>
              <w:t xml:space="preserve"> </w:t>
            </w:r>
          </w:p>
          <w:p w14:paraId="6011B178" w14:textId="1BB54216" w:rsidR="006E4DE4" w:rsidRPr="00D12FFF" w:rsidRDefault="00BE360B" w:rsidP="006E4DE4">
            <w:pPr>
              <w:autoSpaceDE w:val="0"/>
              <w:autoSpaceDN w:val="0"/>
              <w:adjustRightInd w:val="0"/>
              <w:rPr>
                <w:rFonts w:ascii="Microsoft Sans Serif" w:hAnsi="Microsoft Sans Serif" w:cs="Microsoft Sans Serif"/>
                <w:lang w:val="en-CA"/>
              </w:rPr>
            </w:pPr>
            <w:r w:rsidRPr="00D12FFF">
              <w:rPr>
                <w:lang w:val="en-CA"/>
              </w:rPr>
              <w:fldChar w:fldCharType="begin">
                <w:ffData>
                  <w:name w:val=""/>
                  <w:enabled/>
                  <w:calcOnExit w:val="0"/>
                  <w:checkBox>
                    <w:sizeAuto/>
                    <w:default w:val="1"/>
                  </w:checkBox>
                </w:ffData>
              </w:fldChar>
            </w:r>
            <w:r w:rsidRPr="00D12FFF">
              <w:rPr>
                <w:lang w:val="en-CA"/>
              </w:rPr>
              <w:instrText xml:space="preserve"> FORMCHECKBOX </w:instrText>
            </w:r>
            <w:r w:rsidR="00F838C3">
              <w:rPr>
                <w:lang w:val="en-CA"/>
              </w:rPr>
            </w:r>
            <w:r w:rsidR="00F838C3">
              <w:rPr>
                <w:lang w:val="en-CA"/>
              </w:rPr>
              <w:fldChar w:fldCharType="separate"/>
            </w:r>
            <w:r w:rsidRPr="00D12FFF">
              <w:rPr>
                <w:lang w:val="en-CA"/>
              </w:rPr>
              <w:fldChar w:fldCharType="end"/>
            </w:r>
            <w:r w:rsidRPr="00D12FFF">
              <w:rPr>
                <w:lang w:val="en-CA"/>
              </w:rPr>
              <w:t xml:space="preserve"> </w:t>
            </w:r>
            <w:r w:rsidR="006E4DE4" w:rsidRPr="00D12FFF">
              <w:rPr>
                <w:rFonts w:cs="Calibri"/>
                <w:color w:val="auto"/>
                <w:lang w:val="en-CA"/>
              </w:rPr>
              <w:t>UN</w:t>
            </w:r>
            <w:r w:rsidR="006E4DE4" w:rsidRPr="00D12FFF">
              <w:rPr>
                <w:rFonts w:cs="Calibri"/>
                <w:lang w:val="en-CA"/>
              </w:rPr>
              <w:t xml:space="preserve"> </w:t>
            </w:r>
            <w:r w:rsidR="00F34AEB" w:rsidRPr="00D12FFF">
              <w:rPr>
                <w:rFonts w:cs="Calibri"/>
                <w:lang w:val="en-CA"/>
              </w:rPr>
              <w:t>v</w:t>
            </w:r>
            <w:r w:rsidR="006E4DE4" w:rsidRPr="00D12FFF">
              <w:rPr>
                <w:rFonts w:cs="Calibri"/>
                <w:lang w:val="en-CA"/>
              </w:rPr>
              <w:t>olunteers</w:t>
            </w:r>
          </w:p>
          <w:p w14:paraId="3749DA04" w14:textId="5D0D3EC4" w:rsidR="00BE360B" w:rsidRPr="00D12FFF" w:rsidRDefault="00BE360B" w:rsidP="00427B52">
            <w:pPr>
              <w:autoSpaceDE w:val="0"/>
              <w:autoSpaceDN w:val="0"/>
              <w:adjustRightInd w:val="0"/>
              <w:rPr>
                <w:rFonts w:cs="Calibri"/>
                <w:lang w:val="en-CA"/>
              </w:rPr>
            </w:pPr>
            <w:r w:rsidRPr="00D12FFF">
              <w:rPr>
                <w:lang w:val="en-CA"/>
              </w:rPr>
              <w:fldChar w:fldCharType="begin">
                <w:ffData>
                  <w:name w:val=""/>
                  <w:enabled/>
                  <w:calcOnExit w:val="0"/>
                  <w:checkBox>
                    <w:sizeAuto/>
                    <w:default w:val="0"/>
                  </w:checkBox>
                </w:ffData>
              </w:fldChar>
            </w:r>
            <w:r w:rsidRPr="00D12FFF">
              <w:rPr>
                <w:lang w:val="en-CA"/>
              </w:rPr>
              <w:instrText xml:space="preserve"> FORMCHECKBOX </w:instrText>
            </w:r>
            <w:r w:rsidR="00F838C3">
              <w:rPr>
                <w:lang w:val="en-CA"/>
              </w:rPr>
            </w:r>
            <w:r w:rsidR="00F838C3">
              <w:rPr>
                <w:lang w:val="en-CA"/>
              </w:rPr>
              <w:fldChar w:fldCharType="separate"/>
            </w:r>
            <w:r w:rsidRPr="00D12FFF">
              <w:rPr>
                <w:lang w:val="en-CA"/>
              </w:rPr>
              <w:fldChar w:fldCharType="end"/>
            </w:r>
            <w:r w:rsidRPr="00D12FFF">
              <w:rPr>
                <w:lang w:val="en-CA"/>
              </w:rPr>
              <w:t xml:space="preserve"> </w:t>
            </w:r>
            <w:r w:rsidR="000B0267" w:rsidRPr="00D12FFF">
              <w:rPr>
                <w:rFonts w:cs="Calibri"/>
                <w:lang w:val="en-CA"/>
              </w:rPr>
              <w:t xml:space="preserve">Members of the </w:t>
            </w:r>
            <w:r w:rsidR="000B0267" w:rsidRPr="00D12FFF">
              <w:rPr>
                <w:rFonts w:cs="Calibri"/>
                <w:color w:val="auto"/>
                <w:lang w:val="en-CA"/>
              </w:rPr>
              <w:t xml:space="preserve">local </w:t>
            </w:r>
            <w:r w:rsidR="000B0267" w:rsidRPr="00D12FFF">
              <w:rPr>
                <w:rFonts w:cs="Calibri"/>
                <w:lang w:val="en-CA"/>
              </w:rPr>
              <w:t>population</w:t>
            </w:r>
          </w:p>
          <w:p w14:paraId="273DA392" w14:textId="2330D1B2" w:rsidR="00BE360B" w:rsidRPr="00D12FFF" w:rsidRDefault="00BE360B" w:rsidP="00427B52">
            <w:pPr>
              <w:autoSpaceDE w:val="0"/>
              <w:autoSpaceDN w:val="0"/>
              <w:adjustRightInd w:val="0"/>
              <w:rPr>
                <w:rFonts w:ascii="Microsoft Sans Serif" w:hAnsi="Microsoft Sans Serif" w:cs="Microsoft Sans Serif"/>
                <w:lang w:val="en-CA"/>
              </w:rPr>
            </w:pPr>
            <w:r w:rsidRPr="00D12FFF">
              <w:rPr>
                <w:lang w:val="en-CA"/>
              </w:rPr>
              <w:fldChar w:fldCharType="begin">
                <w:ffData>
                  <w:name w:val=""/>
                  <w:enabled/>
                  <w:calcOnExit w:val="0"/>
                  <w:checkBox>
                    <w:sizeAuto/>
                    <w:default w:val="1"/>
                  </w:checkBox>
                </w:ffData>
              </w:fldChar>
            </w:r>
            <w:r w:rsidRPr="00D12FFF">
              <w:rPr>
                <w:lang w:val="en-CA"/>
              </w:rPr>
              <w:instrText xml:space="preserve"> FORMCHECKBOX </w:instrText>
            </w:r>
            <w:r w:rsidR="00F838C3">
              <w:rPr>
                <w:lang w:val="en-CA"/>
              </w:rPr>
            </w:r>
            <w:r w:rsidR="00F838C3">
              <w:rPr>
                <w:lang w:val="en-CA"/>
              </w:rPr>
              <w:fldChar w:fldCharType="separate"/>
            </w:r>
            <w:r w:rsidRPr="00D12FFF">
              <w:rPr>
                <w:lang w:val="en-CA"/>
              </w:rPr>
              <w:fldChar w:fldCharType="end"/>
            </w:r>
            <w:r w:rsidRPr="00D12FFF">
              <w:rPr>
                <w:lang w:val="en-CA"/>
              </w:rPr>
              <w:t xml:space="preserve"> </w:t>
            </w:r>
            <w:r w:rsidR="006E4DE4" w:rsidRPr="00D12FFF">
              <w:rPr>
                <w:rFonts w:cs="Calibri"/>
                <w:lang w:val="en-CA"/>
              </w:rPr>
              <w:t xml:space="preserve">Internationally recruited UN </w:t>
            </w:r>
            <w:r w:rsidR="006E4DE4" w:rsidRPr="00D12FFF">
              <w:rPr>
                <w:rFonts w:cs="Calibri"/>
                <w:color w:val="auto"/>
                <w:lang w:val="en-CA"/>
              </w:rPr>
              <w:t>staff</w:t>
            </w:r>
          </w:p>
          <w:p w14:paraId="02B8E2E6" w14:textId="38567767" w:rsidR="00BE360B" w:rsidRPr="00D12FFF" w:rsidRDefault="00BE360B" w:rsidP="00427B52">
            <w:pPr>
              <w:autoSpaceDE w:val="0"/>
              <w:autoSpaceDN w:val="0"/>
              <w:adjustRightInd w:val="0"/>
              <w:rPr>
                <w:rFonts w:cs="Calibri"/>
                <w:lang w:val="en-CA"/>
              </w:rPr>
            </w:pPr>
            <w:r w:rsidRPr="00D12FFF">
              <w:rPr>
                <w:lang w:val="en-CA"/>
              </w:rPr>
              <w:fldChar w:fldCharType="begin">
                <w:ffData>
                  <w:name w:val=""/>
                  <w:enabled/>
                  <w:calcOnExit w:val="0"/>
                  <w:checkBox>
                    <w:sizeAuto/>
                    <w:default w:val="1"/>
                  </w:checkBox>
                </w:ffData>
              </w:fldChar>
            </w:r>
            <w:r w:rsidRPr="00D12FFF">
              <w:rPr>
                <w:lang w:val="en-CA"/>
              </w:rPr>
              <w:instrText xml:space="preserve"> FORMCHECKBOX </w:instrText>
            </w:r>
            <w:r w:rsidR="00F838C3">
              <w:rPr>
                <w:lang w:val="en-CA"/>
              </w:rPr>
            </w:r>
            <w:r w:rsidR="00F838C3">
              <w:rPr>
                <w:lang w:val="en-CA"/>
              </w:rPr>
              <w:fldChar w:fldCharType="separate"/>
            </w:r>
            <w:r w:rsidRPr="00D12FFF">
              <w:rPr>
                <w:lang w:val="en-CA"/>
              </w:rPr>
              <w:fldChar w:fldCharType="end"/>
            </w:r>
            <w:r w:rsidRPr="00D12FFF">
              <w:rPr>
                <w:lang w:val="en-CA"/>
              </w:rPr>
              <w:t xml:space="preserve"> </w:t>
            </w:r>
            <w:r w:rsidR="005F4D41" w:rsidRPr="00D12FFF">
              <w:rPr>
                <w:lang w:val="en-CA"/>
              </w:rPr>
              <w:t>Junior professional officers (JPO)</w:t>
            </w:r>
            <w:r w:rsidR="00992FE8" w:rsidRPr="00D12FFF" w:rsidDel="000148CD">
              <w:rPr>
                <w:lang w:val="en-CA"/>
              </w:rPr>
              <w:t xml:space="preserve"> </w:t>
            </w:r>
          </w:p>
          <w:p w14:paraId="2EB323F4" w14:textId="55FC6F04" w:rsidR="000B0267" w:rsidRPr="00D12FFF" w:rsidRDefault="00BE360B" w:rsidP="000B0267">
            <w:pPr>
              <w:autoSpaceDE w:val="0"/>
              <w:autoSpaceDN w:val="0"/>
              <w:adjustRightInd w:val="0"/>
              <w:rPr>
                <w:rFonts w:ascii="Microsoft Sans Serif" w:hAnsi="Microsoft Sans Serif" w:cs="Microsoft Sans Serif"/>
                <w:sz w:val="17"/>
                <w:szCs w:val="17"/>
                <w:lang w:val="en-CA"/>
              </w:rPr>
            </w:pPr>
            <w:r w:rsidRPr="00D12FFF">
              <w:rPr>
                <w:lang w:val="en-CA"/>
              </w:rPr>
              <w:fldChar w:fldCharType="begin">
                <w:ffData>
                  <w:name w:val=""/>
                  <w:enabled/>
                  <w:calcOnExit w:val="0"/>
                  <w:checkBox>
                    <w:sizeAuto/>
                    <w:default w:val="1"/>
                  </w:checkBox>
                </w:ffData>
              </w:fldChar>
            </w:r>
            <w:r w:rsidRPr="00D12FFF">
              <w:rPr>
                <w:lang w:val="en-CA"/>
              </w:rPr>
              <w:instrText xml:space="preserve"> FORMCHECKBOX </w:instrText>
            </w:r>
            <w:r w:rsidR="00F838C3">
              <w:rPr>
                <w:lang w:val="en-CA"/>
              </w:rPr>
            </w:r>
            <w:r w:rsidR="00F838C3">
              <w:rPr>
                <w:lang w:val="en-CA"/>
              </w:rPr>
              <w:fldChar w:fldCharType="separate"/>
            </w:r>
            <w:r w:rsidRPr="00D12FFF">
              <w:rPr>
                <w:lang w:val="en-CA"/>
              </w:rPr>
              <w:fldChar w:fldCharType="end"/>
            </w:r>
            <w:r w:rsidRPr="00D12FFF">
              <w:rPr>
                <w:lang w:val="en-CA"/>
              </w:rPr>
              <w:t xml:space="preserve"> </w:t>
            </w:r>
            <w:r w:rsidR="000B0267" w:rsidRPr="00D12FFF">
              <w:rPr>
                <w:rFonts w:cs="Calibri"/>
                <w:lang w:val="en-CA"/>
              </w:rPr>
              <w:t xml:space="preserve">Locally hired UN </w:t>
            </w:r>
            <w:r w:rsidR="000B0267" w:rsidRPr="00D12FFF">
              <w:rPr>
                <w:rFonts w:cs="Calibri"/>
                <w:color w:val="auto"/>
                <w:lang w:val="en-CA"/>
              </w:rPr>
              <w:t xml:space="preserve">staff </w:t>
            </w:r>
          </w:p>
          <w:p w14:paraId="73E6154B" w14:textId="297704B5" w:rsidR="00BE360B" w:rsidRPr="00D12FFF" w:rsidRDefault="00BE360B" w:rsidP="00BE360B">
            <w:pPr>
              <w:rPr>
                <w:lang w:val="en-CA"/>
              </w:rPr>
            </w:pPr>
          </w:p>
          <w:p w14:paraId="7997FAB9" w14:textId="7AE6B1E1" w:rsidR="003F7868" w:rsidRPr="00D12FFF" w:rsidRDefault="003F7868" w:rsidP="00F05BC0">
            <w:pPr>
              <w:tabs>
                <w:tab w:val="left" w:pos="318"/>
              </w:tabs>
              <w:autoSpaceDE w:val="0"/>
              <w:autoSpaceDN w:val="0"/>
              <w:adjustRightInd w:val="0"/>
              <w:rPr>
                <w:rFonts w:cstheme="minorHAnsi"/>
                <w:lang w:val="en-CA"/>
              </w:rPr>
            </w:pPr>
            <w:r w:rsidRPr="00D12FFF">
              <w:rPr>
                <w:rFonts w:cstheme="minorHAnsi"/>
                <w:lang w:val="en-CA"/>
              </w:rPr>
              <w:t xml:space="preserve"> </w:t>
            </w:r>
          </w:p>
        </w:tc>
        <w:tc>
          <w:tcPr>
            <w:tcW w:w="1433" w:type="pct"/>
            <w:shd w:val="clear" w:color="auto" w:fill="auto"/>
            <w:vAlign w:val="center"/>
          </w:tcPr>
          <w:p w14:paraId="567A826B" w14:textId="77777777" w:rsidR="00F05BC0" w:rsidRPr="00D12FFF" w:rsidRDefault="00F05BC0" w:rsidP="00F05BC0">
            <w:pPr>
              <w:spacing w:before="0"/>
              <w:rPr>
                <w:lang w:val="en-CA"/>
              </w:rPr>
            </w:pPr>
          </w:p>
        </w:tc>
        <w:tc>
          <w:tcPr>
            <w:tcW w:w="447" w:type="pct"/>
          </w:tcPr>
          <w:p w14:paraId="34EA1C69" w14:textId="77777777" w:rsidR="00F05BC0" w:rsidRPr="00D12FFF" w:rsidRDefault="00F05BC0" w:rsidP="00F05BC0">
            <w:pPr>
              <w:spacing w:before="0"/>
              <w:rPr>
                <w:lang w:val="en-CA"/>
              </w:rPr>
            </w:pPr>
          </w:p>
        </w:tc>
      </w:tr>
      <w:tr w:rsidR="003251AD" w:rsidRPr="00D12FFF" w14:paraId="5C5D62DE" w14:textId="77777777" w:rsidTr="21EE7B39">
        <w:trPr>
          <w:cantSplit/>
          <w:trHeight w:val="17"/>
        </w:trPr>
        <w:tc>
          <w:tcPr>
            <w:tcW w:w="285" w:type="pct"/>
            <w:shd w:val="clear" w:color="auto" w:fill="auto"/>
            <w:vAlign w:val="center"/>
          </w:tcPr>
          <w:p w14:paraId="6F0E298C" w14:textId="6B18DF8A" w:rsidR="003251AD" w:rsidRPr="00D12FFF" w:rsidRDefault="003251AD" w:rsidP="003251AD">
            <w:pPr>
              <w:spacing w:before="0"/>
              <w:jc w:val="center"/>
              <w:rPr>
                <w:lang w:val="en-CA"/>
              </w:rPr>
            </w:pPr>
            <w:r w:rsidRPr="00D12FFF">
              <w:rPr>
                <w:lang w:val="en-CA"/>
              </w:rPr>
              <w:lastRenderedPageBreak/>
              <w:t>1.</w:t>
            </w:r>
            <w:r w:rsidR="00FA5C25" w:rsidRPr="00D12FFF">
              <w:rPr>
                <w:lang w:val="en-CA"/>
              </w:rPr>
              <w:t>5</w:t>
            </w:r>
          </w:p>
        </w:tc>
        <w:tc>
          <w:tcPr>
            <w:tcW w:w="560" w:type="pct"/>
            <w:shd w:val="clear" w:color="auto" w:fill="auto"/>
            <w:vAlign w:val="center"/>
          </w:tcPr>
          <w:p w14:paraId="20D24158" w14:textId="77777777" w:rsidR="003251AD" w:rsidRPr="00D12FFF" w:rsidRDefault="00F838C3" w:rsidP="003251AD">
            <w:pPr>
              <w:pStyle w:val="Normal2"/>
              <w:rPr>
                <w:lang w:val="en-CA"/>
              </w:rPr>
            </w:pPr>
            <w:sdt>
              <w:sdtPr>
                <w:rPr>
                  <w:lang w:val="en-CA"/>
                </w:rPr>
                <w:alias w:val="Type"/>
                <w:tag w:val="Type"/>
                <w:id w:val="2130276713"/>
                <w:placeholder>
                  <w:docPart w:val="C5EA23F0A0CF4425813316A31C37F101"/>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251AD" w:rsidRPr="00D12FFF">
                  <w:rPr>
                    <w:lang w:val="en-CA"/>
                  </w:rPr>
                  <w:t>Text - Paragraph with Heading</w:t>
                </w:r>
              </w:sdtContent>
            </w:sdt>
          </w:p>
          <w:p w14:paraId="0D5CBFEC" w14:textId="3D2191D4" w:rsidR="003251AD" w:rsidRPr="00D12FFF" w:rsidRDefault="00F838C3" w:rsidP="003251AD">
            <w:pPr>
              <w:pStyle w:val="Normal2"/>
              <w:rPr>
                <w:lang w:val="en-CA"/>
              </w:rPr>
            </w:pPr>
            <w:sdt>
              <w:sdtPr>
                <w:rPr>
                  <w:lang w:val="en-CA"/>
                </w:rPr>
                <w:alias w:val="Type"/>
                <w:tag w:val="Type"/>
                <w:id w:val="420602315"/>
                <w:placeholder>
                  <w:docPart w:val="0D21DA3DDEEC46359A38EF8EAF8AE461"/>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251AD" w:rsidRPr="00D12FFF">
                  <w:rPr>
                    <w:lang w:val="en-CA"/>
                  </w:rPr>
                  <w:t>Quiz - MRQ</w:t>
                </w:r>
              </w:sdtContent>
            </w:sdt>
          </w:p>
        </w:tc>
        <w:tc>
          <w:tcPr>
            <w:tcW w:w="2275" w:type="pct"/>
            <w:shd w:val="clear" w:color="auto" w:fill="auto"/>
            <w:vAlign w:val="center"/>
          </w:tcPr>
          <w:p w14:paraId="61370A63" w14:textId="2D4E9DB6" w:rsidR="003251AD" w:rsidRPr="00D12FFF" w:rsidRDefault="003251AD" w:rsidP="00B632CC">
            <w:pPr>
              <w:pStyle w:val="Textheader"/>
              <w:rPr>
                <w:rFonts w:eastAsia="Arial"/>
                <w:lang w:val="en-CA" w:eastAsia="ja-JP"/>
              </w:rPr>
            </w:pPr>
            <w:r w:rsidRPr="00D12FFF">
              <w:rPr>
                <w:rFonts w:eastAsia="Arial"/>
                <w:lang w:val="en-CA" w:eastAsia="ja-JP"/>
              </w:rPr>
              <w:t xml:space="preserve">Question </w:t>
            </w:r>
            <w:r w:rsidR="00D12371" w:rsidRPr="00D12FFF">
              <w:rPr>
                <w:rFonts w:eastAsia="Arial"/>
                <w:lang w:val="en-CA" w:eastAsia="ja-JP"/>
              </w:rPr>
              <w:t>5</w:t>
            </w:r>
          </w:p>
          <w:p w14:paraId="506DB6A0" w14:textId="64812E90" w:rsidR="00D12371" w:rsidRPr="00D12FFF" w:rsidRDefault="00D12371" w:rsidP="00D12371">
            <w:pPr>
              <w:autoSpaceDE w:val="0"/>
              <w:autoSpaceDN w:val="0"/>
              <w:adjustRightInd w:val="0"/>
              <w:rPr>
                <w:rFonts w:cs="Calibri"/>
                <w:lang w:val="en-CA"/>
              </w:rPr>
            </w:pPr>
            <w:r w:rsidRPr="00D12FFF">
              <w:rPr>
                <w:rFonts w:cs="Calibri"/>
                <w:lang w:val="en-CA"/>
              </w:rPr>
              <w:t>What conduct is prohibited by the UN standards of conduct on sexual exploitation and abuse?</w:t>
            </w:r>
          </w:p>
          <w:p w14:paraId="4AE4243A" w14:textId="77777777" w:rsidR="00D12371" w:rsidRPr="00D12FFF" w:rsidRDefault="00D12371" w:rsidP="00D12371">
            <w:pPr>
              <w:autoSpaceDE w:val="0"/>
              <w:autoSpaceDN w:val="0"/>
              <w:adjustRightInd w:val="0"/>
              <w:rPr>
                <w:rFonts w:cs="Calibri"/>
                <w:lang w:val="en-CA"/>
              </w:rPr>
            </w:pPr>
          </w:p>
          <w:p w14:paraId="2753897F" w14:textId="5560254B" w:rsidR="00CA1B13" w:rsidRPr="00D12FFF" w:rsidRDefault="00CA1B13" w:rsidP="00CA1B13">
            <w:pPr>
              <w:rPr>
                <w:rFonts w:cstheme="minorHAnsi"/>
                <w:i/>
                <w:color w:val="004990"/>
              </w:rPr>
            </w:pPr>
            <w:r w:rsidRPr="00D12FFF">
              <w:rPr>
                <w:rFonts w:cstheme="minorHAnsi"/>
                <w:i/>
                <w:color w:val="004990"/>
              </w:rPr>
              <w:t>Select all answers that apply, then click SUBMIT.</w:t>
            </w:r>
          </w:p>
          <w:p w14:paraId="648384C9" w14:textId="77777777" w:rsidR="00CA1B13" w:rsidRPr="00D12FFF" w:rsidRDefault="00CA1B13" w:rsidP="00CA1B13">
            <w:pPr>
              <w:rPr>
                <w:rFonts w:cstheme="minorHAnsi"/>
                <w:i/>
                <w:color w:val="004990"/>
              </w:rPr>
            </w:pPr>
          </w:p>
          <w:p w14:paraId="1D1FF89C" w14:textId="0A5A433A" w:rsidR="003251AD" w:rsidRPr="00D12FFF" w:rsidRDefault="00DA4A2F" w:rsidP="00D12371">
            <w:pPr>
              <w:autoSpaceDE w:val="0"/>
              <w:autoSpaceDN w:val="0"/>
              <w:adjustRightInd w:val="0"/>
              <w:ind w:left="34"/>
              <w:rPr>
                <w:rFonts w:cs="Calibri"/>
                <w:lang w:val="en-CA"/>
              </w:rPr>
            </w:pPr>
            <w:r w:rsidRPr="00D12FFF">
              <w:rPr>
                <w:color w:val="auto"/>
                <w:lang w:val="en-CA"/>
              </w:rPr>
              <w:fldChar w:fldCharType="begin">
                <w:ffData>
                  <w:name w:val=""/>
                  <w:enabled/>
                  <w:calcOnExit w:val="0"/>
                  <w:checkBox>
                    <w:sizeAuto/>
                    <w:default w:val="1"/>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007E4501" w:rsidRPr="00D12FFF">
              <w:rPr>
                <w:color w:val="auto"/>
                <w:lang w:val="en-CA"/>
              </w:rPr>
              <w:t xml:space="preserve"> </w:t>
            </w:r>
            <w:r w:rsidR="00D12371" w:rsidRPr="00D12FFF">
              <w:rPr>
                <w:rFonts w:cs="Calibri"/>
                <w:lang w:val="en-CA"/>
              </w:rPr>
              <w:t>Sexual activity with a person under the age of 18</w:t>
            </w:r>
          </w:p>
          <w:p w14:paraId="251B9FB4" w14:textId="39DAA442" w:rsidR="00D12371" w:rsidRPr="00D12FFF" w:rsidRDefault="00DA4A2F" w:rsidP="00E664D5">
            <w:pPr>
              <w:autoSpaceDE w:val="0"/>
              <w:autoSpaceDN w:val="0"/>
              <w:adjustRightInd w:val="0"/>
              <w:ind w:left="34"/>
              <w:rPr>
                <w:rFonts w:cs="Calibri"/>
                <w:lang w:val="en-CA"/>
              </w:rPr>
            </w:pPr>
            <w:r w:rsidRPr="00D12FFF">
              <w:rPr>
                <w:color w:val="auto"/>
                <w:lang w:val="en-CA"/>
              </w:rPr>
              <w:fldChar w:fldCharType="begin">
                <w:ffData>
                  <w:name w:val=""/>
                  <w:enabled/>
                  <w:calcOnExit w:val="0"/>
                  <w:checkBox>
                    <w:sizeAuto/>
                    <w:default w:val="1"/>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00C150C8" w:rsidRPr="00D12FFF">
              <w:rPr>
                <w:color w:val="auto"/>
                <w:lang w:val="en-CA"/>
              </w:rPr>
              <w:t xml:space="preserve"> </w:t>
            </w:r>
            <w:r w:rsidR="00D12371" w:rsidRPr="00D12FFF">
              <w:rPr>
                <w:rFonts w:cs="Calibri"/>
                <w:lang w:val="en-CA"/>
              </w:rPr>
              <w:t>Giving food in exchange for sexual favours</w:t>
            </w:r>
            <w:r w:rsidRPr="00D12FFF">
              <w:rPr>
                <w:rFonts w:cs="Calibri"/>
                <w:lang w:val="en-CA"/>
              </w:rPr>
              <w:t xml:space="preserve"> </w:t>
            </w:r>
          </w:p>
          <w:p w14:paraId="45AB557A" w14:textId="13DC386B" w:rsidR="00D12371" w:rsidRPr="00D12FFF" w:rsidRDefault="007E4501" w:rsidP="00E664D5">
            <w:pPr>
              <w:autoSpaceDE w:val="0"/>
              <w:autoSpaceDN w:val="0"/>
              <w:adjustRightInd w:val="0"/>
              <w:ind w:left="34"/>
              <w:rPr>
                <w:rFonts w:cs="Calibri"/>
                <w:lang w:val="en-CA"/>
              </w:rPr>
            </w:pPr>
            <w:r w:rsidRPr="00D12FFF">
              <w:rPr>
                <w:color w:val="auto"/>
                <w:lang w:val="en-CA"/>
              </w:rPr>
              <w:fldChar w:fldCharType="begin">
                <w:ffData>
                  <w:name w:val="Check10"/>
                  <w:enabled/>
                  <w:calcOnExit w:val="0"/>
                  <w:checkBox>
                    <w:sizeAuto/>
                    <w:default w:val="0"/>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auto"/>
                <w:lang w:val="en-CA"/>
              </w:rPr>
              <w:t xml:space="preserve"> </w:t>
            </w:r>
            <w:r w:rsidR="00D12371" w:rsidRPr="00D12FFF">
              <w:rPr>
                <w:rFonts w:cs="Calibri"/>
                <w:lang w:val="en-CA"/>
              </w:rPr>
              <w:t xml:space="preserve">All sexual activity between UN personnel  </w:t>
            </w:r>
          </w:p>
          <w:p w14:paraId="60F8BAB8" w14:textId="1E8A4133" w:rsidR="00D12371" w:rsidRPr="00D12FFF" w:rsidRDefault="007E4501" w:rsidP="007E4501">
            <w:pPr>
              <w:autoSpaceDE w:val="0"/>
              <w:autoSpaceDN w:val="0"/>
              <w:adjustRightInd w:val="0"/>
              <w:ind w:left="34"/>
              <w:rPr>
                <w:rFonts w:cs="Calibri"/>
                <w:lang w:val="en-CA"/>
              </w:rPr>
            </w:pPr>
            <w:r w:rsidRPr="00D12FFF">
              <w:rPr>
                <w:color w:val="auto"/>
                <w:lang w:val="en-CA"/>
              </w:rPr>
              <w:fldChar w:fldCharType="begin">
                <w:ffData>
                  <w:name w:val=""/>
                  <w:enabled/>
                  <w:calcOnExit w:val="0"/>
                  <w:checkBox>
                    <w:sizeAuto/>
                    <w:default w:val="1"/>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1F497D" w:themeColor="text2"/>
                <w:lang w:val="en-CA"/>
              </w:rPr>
              <w:t xml:space="preserve"> </w:t>
            </w:r>
            <w:r w:rsidR="00D12371" w:rsidRPr="00D12FFF">
              <w:rPr>
                <w:rFonts w:cs="Calibri"/>
                <w:lang w:val="en-CA"/>
              </w:rPr>
              <w:t>Paying for sex with a sex worker</w:t>
            </w:r>
          </w:p>
          <w:p w14:paraId="29DAE552" w14:textId="77777777" w:rsidR="003251AD" w:rsidRPr="00D12FFF" w:rsidRDefault="003251AD" w:rsidP="003251AD">
            <w:pPr>
              <w:autoSpaceDE w:val="0"/>
              <w:autoSpaceDN w:val="0"/>
              <w:adjustRightInd w:val="0"/>
              <w:rPr>
                <w:rFonts w:cs="Calibri"/>
                <w:lang w:val="en-CA"/>
              </w:rPr>
            </w:pPr>
          </w:p>
          <w:p w14:paraId="3A3B6F1E" w14:textId="5D83F1AA" w:rsidR="003F7868" w:rsidRPr="00D12FFF" w:rsidRDefault="003F7868" w:rsidP="003251AD">
            <w:pPr>
              <w:autoSpaceDE w:val="0"/>
              <w:autoSpaceDN w:val="0"/>
              <w:adjustRightInd w:val="0"/>
              <w:rPr>
                <w:rFonts w:cs="Calibri"/>
                <w:lang w:val="en-CA"/>
              </w:rPr>
            </w:pPr>
          </w:p>
        </w:tc>
        <w:tc>
          <w:tcPr>
            <w:tcW w:w="1433" w:type="pct"/>
            <w:shd w:val="clear" w:color="auto" w:fill="auto"/>
            <w:vAlign w:val="center"/>
          </w:tcPr>
          <w:p w14:paraId="15229616" w14:textId="1D55191A" w:rsidR="003251AD" w:rsidRPr="00D12FFF" w:rsidRDefault="00DA4A2F" w:rsidP="003251AD">
            <w:pPr>
              <w:spacing w:before="0"/>
              <w:rPr>
                <w:lang w:val="en-CA"/>
              </w:rPr>
            </w:pPr>
            <w:r w:rsidRPr="00D12FFF">
              <w:rPr>
                <w:rFonts w:cstheme="minorHAnsi"/>
                <w:lang w:val="en-CA"/>
              </w:rPr>
              <w:br/>
            </w:r>
          </w:p>
        </w:tc>
        <w:tc>
          <w:tcPr>
            <w:tcW w:w="447" w:type="pct"/>
            <w:vAlign w:val="center"/>
          </w:tcPr>
          <w:p w14:paraId="354EDDEE" w14:textId="3410DF17" w:rsidR="003251AD" w:rsidRPr="00D12FFF" w:rsidRDefault="003251AD" w:rsidP="003251AD">
            <w:pPr>
              <w:pStyle w:val="Normal2"/>
              <w:rPr>
                <w:lang w:val="en-CA"/>
              </w:rPr>
            </w:pPr>
          </w:p>
          <w:p w14:paraId="6AE488B4" w14:textId="506454AA" w:rsidR="003251AD" w:rsidRPr="00D12FFF" w:rsidRDefault="003251AD" w:rsidP="003251AD">
            <w:pPr>
              <w:spacing w:before="0"/>
              <w:rPr>
                <w:lang w:val="en-CA"/>
              </w:rPr>
            </w:pPr>
          </w:p>
        </w:tc>
      </w:tr>
      <w:tr w:rsidR="00D12371" w:rsidRPr="00D12FFF" w14:paraId="1A84F494" w14:textId="77777777" w:rsidTr="21EE7B39">
        <w:trPr>
          <w:cantSplit/>
          <w:trHeight w:val="17"/>
        </w:trPr>
        <w:tc>
          <w:tcPr>
            <w:tcW w:w="285" w:type="pct"/>
            <w:shd w:val="clear" w:color="auto" w:fill="auto"/>
            <w:vAlign w:val="center"/>
          </w:tcPr>
          <w:p w14:paraId="72278C21" w14:textId="7520F1A4" w:rsidR="00D12371" w:rsidRPr="00D12FFF" w:rsidRDefault="00D12371" w:rsidP="00D12371">
            <w:pPr>
              <w:spacing w:before="0"/>
              <w:jc w:val="center"/>
              <w:rPr>
                <w:lang w:val="en-CA"/>
              </w:rPr>
            </w:pPr>
            <w:r w:rsidRPr="00D12FFF">
              <w:rPr>
                <w:lang w:val="en-CA"/>
              </w:rPr>
              <w:t>1.</w:t>
            </w:r>
            <w:r w:rsidR="00FA5C25" w:rsidRPr="00D12FFF">
              <w:rPr>
                <w:lang w:val="en-CA"/>
              </w:rPr>
              <w:t>6</w:t>
            </w:r>
          </w:p>
        </w:tc>
        <w:tc>
          <w:tcPr>
            <w:tcW w:w="560" w:type="pct"/>
            <w:shd w:val="clear" w:color="auto" w:fill="auto"/>
            <w:vAlign w:val="center"/>
          </w:tcPr>
          <w:p w14:paraId="36112579" w14:textId="77777777" w:rsidR="00D12371" w:rsidRPr="00D12FFF" w:rsidRDefault="00F838C3" w:rsidP="00D12371">
            <w:pPr>
              <w:pStyle w:val="Normal2"/>
              <w:rPr>
                <w:lang w:val="en-CA"/>
              </w:rPr>
            </w:pPr>
            <w:sdt>
              <w:sdtPr>
                <w:rPr>
                  <w:lang w:val="en-CA"/>
                </w:rPr>
                <w:alias w:val="Type"/>
                <w:tag w:val="Type"/>
                <w:id w:val="749469093"/>
                <w:placeholder>
                  <w:docPart w:val="028AC3B98C2D43A0BC9DB5D8F2D36D81"/>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D12371" w:rsidRPr="00D12FFF">
                  <w:rPr>
                    <w:lang w:val="en-CA"/>
                  </w:rPr>
                  <w:t>Text - Paragraph with Heading</w:t>
                </w:r>
              </w:sdtContent>
            </w:sdt>
          </w:p>
          <w:p w14:paraId="7237D502" w14:textId="16F23D1C" w:rsidR="00D12371" w:rsidRPr="00D12FFF" w:rsidRDefault="00F838C3" w:rsidP="00D12371">
            <w:pPr>
              <w:pStyle w:val="Normal2"/>
              <w:rPr>
                <w:lang w:val="en-CA"/>
              </w:rPr>
            </w:pPr>
            <w:sdt>
              <w:sdtPr>
                <w:rPr>
                  <w:lang w:val="en-CA"/>
                </w:rPr>
                <w:alias w:val="Type"/>
                <w:tag w:val="Type"/>
                <w:id w:val="6873248"/>
                <w:placeholder>
                  <w:docPart w:val="7EE6B3E8C28346C2971D8E37F780A147"/>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D12371" w:rsidRPr="00D12FFF">
                  <w:rPr>
                    <w:lang w:val="en-CA"/>
                  </w:rPr>
                  <w:t>Quiz - MCQ</w:t>
                </w:r>
              </w:sdtContent>
            </w:sdt>
          </w:p>
        </w:tc>
        <w:tc>
          <w:tcPr>
            <w:tcW w:w="2275" w:type="pct"/>
            <w:shd w:val="clear" w:color="auto" w:fill="auto"/>
            <w:vAlign w:val="center"/>
          </w:tcPr>
          <w:p w14:paraId="6B0F0695" w14:textId="1B0876FF" w:rsidR="00D12371" w:rsidRPr="00D12FFF" w:rsidRDefault="00D12371" w:rsidP="00B632CC">
            <w:pPr>
              <w:pStyle w:val="Textheader"/>
              <w:rPr>
                <w:rFonts w:eastAsia="Arial"/>
                <w:lang w:val="en-CA" w:eastAsia="ja-JP"/>
              </w:rPr>
            </w:pPr>
            <w:r w:rsidRPr="00D12FFF">
              <w:rPr>
                <w:rFonts w:eastAsia="Arial"/>
                <w:lang w:val="en-CA" w:eastAsia="ja-JP"/>
              </w:rPr>
              <w:t>Question 6</w:t>
            </w:r>
          </w:p>
          <w:p w14:paraId="50A9D8CA" w14:textId="6A6638B8" w:rsidR="00CD472C" w:rsidRPr="00D12FFF" w:rsidRDefault="00CD472C" w:rsidP="00D12371">
            <w:pPr>
              <w:autoSpaceDE w:val="0"/>
              <w:autoSpaceDN w:val="0"/>
              <w:adjustRightInd w:val="0"/>
              <w:rPr>
                <w:rFonts w:cs="Calibri"/>
                <w:lang w:val="en-CA"/>
              </w:rPr>
            </w:pPr>
            <w:r w:rsidRPr="00D12FFF">
              <w:rPr>
                <w:rFonts w:cs="Calibri"/>
              </w:rPr>
              <w:t>Is the following statement true or false?</w:t>
            </w:r>
          </w:p>
          <w:p w14:paraId="7F9D3DBE" w14:textId="6E9AE6EC" w:rsidR="00D12371" w:rsidRPr="00D12FFF" w:rsidRDefault="00D12371" w:rsidP="00D12371">
            <w:pPr>
              <w:autoSpaceDE w:val="0"/>
              <w:autoSpaceDN w:val="0"/>
              <w:adjustRightInd w:val="0"/>
              <w:rPr>
                <w:rFonts w:ascii="Microsoft Sans Serif" w:hAnsi="Microsoft Sans Serif" w:cs="Microsoft Sans Serif"/>
                <w:lang w:val="en-CA"/>
              </w:rPr>
            </w:pPr>
            <w:r w:rsidRPr="00D12FFF">
              <w:rPr>
                <w:rFonts w:cs="Calibri"/>
                <w:lang w:val="en-CA"/>
              </w:rPr>
              <w:t>UN personnel are required to follow the UN standards of conduct on sexual exploitation and abuse in their private lives.</w:t>
            </w:r>
          </w:p>
          <w:p w14:paraId="0A41210A" w14:textId="77777777" w:rsidR="00D12371" w:rsidRPr="00D12FFF" w:rsidRDefault="00D12371" w:rsidP="00D12371">
            <w:pPr>
              <w:autoSpaceDE w:val="0"/>
              <w:autoSpaceDN w:val="0"/>
              <w:adjustRightInd w:val="0"/>
              <w:rPr>
                <w:rFonts w:cs="Calibri"/>
                <w:lang w:val="en-CA"/>
              </w:rPr>
            </w:pPr>
          </w:p>
          <w:p w14:paraId="0473E426" w14:textId="064F6591" w:rsidR="00A45407" w:rsidRPr="00D12FFF" w:rsidRDefault="00A45407" w:rsidP="00A45407">
            <w:pPr>
              <w:spacing w:before="0"/>
              <w:rPr>
                <w:rFonts w:eastAsia="Arial" w:cstheme="minorHAnsi"/>
                <w:i/>
                <w:color w:val="1F497D" w:themeColor="text2"/>
                <w:szCs w:val="16"/>
                <w:lang w:val="en-CA" w:eastAsia="ja-JP"/>
              </w:rPr>
            </w:pPr>
            <w:r w:rsidRPr="00D12FFF">
              <w:rPr>
                <w:rFonts w:eastAsia="Arial" w:cstheme="minorHAnsi"/>
                <w:i/>
                <w:color w:val="1F497D" w:themeColor="text2"/>
                <w:szCs w:val="16"/>
                <w:lang w:val="en-CA" w:eastAsia="ja-JP"/>
              </w:rPr>
              <w:t>Select one answer, then click SUBMIT.</w:t>
            </w:r>
          </w:p>
          <w:p w14:paraId="2EF82140" w14:textId="77777777" w:rsidR="00A45407" w:rsidRPr="00D12FFF" w:rsidRDefault="00A45407" w:rsidP="00A45407">
            <w:pPr>
              <w:spacing w:before="0"/>
              <w:rPr>
                <w:color w:val="1F497D" w:themeColor="text2"/>
                <w:lang w:val="en-CA"/>
              </w:rPr>
            </w:pPr>
          </w:p>
          <w:p w14:paraId="2A99A7E5" w14:textId="35DD23EF" w:rsidR="00D12371" w:rsidRPr="00D12FFF" w:rsidRDefault="00D12371" w:rsidP="00B632CC">
            <w:pPr>
              <w:spacing w:before="0"/>
              <w:rPr>
                <w:rFonts w:eastAsia="Arial" w:cstheme="minorHAnsi"/>
                <w:i/>
                <w:color w:val="548DD4" w:themeColor="text2" w:themeTint="99"/>
                <w:szCs w:val="16"/>
                <w:lang w:val="en-CA" w:eastAsia="ja-JP"/>
              </w:rPr>
            </w:pPr>
            <w:r w:rsidRPr="00D12FFF">
              <w:rPr>
                <w:color w:val="auto"/>
                <w:lang w:val="en-CA"/>
              </w:rPr>
              <w:fldChar w:fldCharType="begin">
                <w:ffData>
                  <w:name w:val=""/>
                  <w:enabled/>
                  <w:calcOnExit w:val="0"/>
                  <w:checkBox>
                    <w:sizeAuto/>
                    <w:default w:val="1"/>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lang w:val="en-CA"/>
              </w:rPr>
              <w:t xml:space="preserve"> </w:t>
            </w:r>
            <w:r w:rsidRPr="00D12FFF">
              <w:rPr>
                <w:color w:val="auto"/>
                <w:lang w:val="en-CA"/>
              </w:rPr>
              <w:t>True</w:t>
            </w:r>
          </w:p>
          <w:p w14:paraId="65CBF4DC" w14:textId="77777777" w:rsidR="00D12371" w:rsidRPr="00D12FFF" w:rsidRDefault="00D12371" w:rsidP="00B632CC">
            <w:pPr>
              <w:autoSpaceDE w:val="0"/>
              <w:autoSpaceDN w:val="0"/>
              <w:adjustRightInd w:val="0"/>
              <w:rPr>
                <w:rFonts w:cs="Calibri"/>
                <w:lang w:val="en-CA"/>
              </w:rPr>
            </w:pPr>
            <w:r w:rsidRPr="00D12FFF">
              <w:rPr>
                <w:color w:val="auto"/>
                <w:lang w:val="en-CA"/>
              </w:rPr>
              <w:fldChar w:fldCharType="begin">
                <w:ffData>
                  <w:name w:val="Check10"/>
                  <w:enabled/>
                  <w:calcOnExit w:val="0"/>
                  <w:checkBox>
                    <w:sizeAuto/>
                    <w:default w:val="0"/>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auto"/>
                <w:lang w:val="en-CA"/>
              </w:rPr>
              <w:t xml:space="preserve"> </w:t>
            </w:r>
            <w:r w:rsidRPr="00D12FFF">
              <w:rPr>
                <w:lang w:val="en-CA"/>
              </w:rPr>
              <w:t>F</w:t>
            </w:r>
            <w:r w:rsidRPr="00D12FFF">
              <w:rPr>
                <w:rFonts w:cs="Calibri"/>
                <w:lang w:val="en-CA"/>
              </w:rPr>
              <w:t xml:space="preserve">alse </w:t>
            </w:r>
          </w:p>
          <w:p w14:paraId="62F393DA" w14:textId="3BC5EEEA" w:rsidR="003F7868" w:rsidRPr="00D12FFF" w:rsidRDefault="003F7868" w:rsidP="00D12371">
            <w:pPr>
              <w:autoSpaceDE w:val="0"/>
              <w:autoSpaceDN w:val="0"/>
              <w:adjustRightInd w:val="0"/>
              <w:ind w:left="34"/>
              <w:rPr>
                <w:rFonts w:cs="Calibri"/>
                <w:lang w:val="en-CA"/>
              </w:rPr>
            </w:pPr>
          </w:p>
        </w:tc>
        <w:tc>
          <w:tcPr>
            <w:tcW w:w="1433" w:type="pct"/>
            <w:shd w:val="clear" w:color="auto" w:fill="auto"/>
            <w:vAlign w:val="center"/>
          </w:tcPr>
          <w:p w14:paraId="357C0237" w14:textId="77777777" w:rsidR="00D12371" w:rsidRPr="00D12FFF" w:rsidRDefault="00D12371" w:rsidP="00D12371">
            <w:pPr>
              <w:spacing w:before="0"/>
              <w:rPr>
                <w:lang w:val="en-CA"/>
              </w:rPr>
            </w:pPr>
          </w:p>
        </w:tc>
        <w:tc>
          <w:tcPr>
            <w:tcW w:w="447" w:type="pct"/>
          </w:tcPr>
          <w:p w14:paraId="716DC0A9" w14:textId="77777777" w:rsidR="00D12371" w:rsidRPr="00D12FFF" w:rsidRDefault="00D12371" w:rsidP="00D12371">
            <w:pPr>
              <w:spacing w:before="0"/>
              <w:rPr>
                <w:lang w:val="en-CA"/>
              </w:rPr>
            </w:pPr>
          </w:p>
        </w:tc>
      </w:tr>
      <w:tr w:rsidR="00D12371" w:rsidRPr="00D12FFF" w14:paraId="4E503442" w14:textId="77777777" w:rsidTr="21EE7B39">
        <w:trPr>
          <w:cantSplit/>
          <w:trHeight w:val="17"/>
        </w:trPr>
        <w:tc>
          <w:tcPr>
            <w:tcW w:w="285" w:type="pct"/>
            <w:shd w:val="clear" w:color="auto" w:fill="auto"/>
            <w:vAlign w:val="center"/>
          </w:tcPr>
          <w:p w14:paraId="56B524EA" w14:textId="277990DB" w:rsidR="00D12371" w:rsidRPr="00D12FFF" w:rsidRDefault="00D12371" w:rsidP="00D12371">
            <w:pPr>
              <w:spacing w:before="0"/>
              <w:jc w:val="center"/>
              <w:rPr>
                <w:lang w:val="en-CA"/>
              </w:rPr>
            </w:pPr>
            <w:r w:rsidRPr="00D12FFF">
              <w:rPr>
                <w:lang w:val="en-CA"/>
              </w:rPr>
              <w:lastRenderedPageBreak/>
              <w:t>1.</w:t>
            </w:r>
            <w:r w:rsidR="00FA5C25" w:rsidRPr="00D12FFF">
              <w:rPr>
                <w:lang w:val="en-CA"/>
              </w:rPr>
              <w:t>7</w:t>
            </w:r>
          </w:p>
        </w:tc>
        <w:tc>
          <w:tcPr>
            <w:tcW w:w="560" w:type="pct"/>
            <w:shd w:val="clear" w:color="auto" w:fill="auto"/>
            <w:vAlign w:val="center"/>
          </w:tcPr>
          <w:p w14:paraId="7EFA914D" w14:textId="77777777" w:rsidR="00D12371" w:rsidRPr="00D12FFF" w:rsidRDefault="00F838C3" w:rsidP="00D12371">
            <w:pPr>
              <w:pStyle w:val="Normal2"/>
              <w:rPr>
                <w:lang w:val="en-CA"/>
              </w:rPr>
            </w:pPr>
            <w:sdt>
              <w:sdtPr>
                <w:rPr>
                  <w:lang w:val="en-CA"/>
                </w:rPr>
                <w:alias w:val="Type"/>
                <w:tag w:val="Type"/>
                <w:id w:val="900407616"/>
                <w:placeholder>
                  <w:docPart w:val="9B72D17ADE374851B543CDE276BF7F6B"/>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D12371" w:rsidRPr="00D12FFF">
                  <w:rPr>
                    <w:lang w:val="en-CA"/>
                  </w:rPr>
                  <w:t>Text - Paragraph with Heading</w:t>
                </w:r>
              </w:sdtContent>
            </w:sdt>
          </w:p>
          <w:p w14:paraId="7E560BBB" w14:textId="6DA538D2" w:rsidR="00D12371" w:rsidRPr="00D12FFF" w:rsidRDefault="00F838C3" w:rsidP="00D12371">
            <w:pPr>
              <w:pStyle w:val="Normal2"/>
              <w:rPr>
                <w:lang w:val="en-CA"/>
              </w:rPr>
            </w:pPr>
            <w:sdt>
              <w:sdtPr>
                <w:rPr>
                  <w:lang w:val="en-CA"/>
                </w:rPr>
                <w:alias w:val="Type"/>
                <w:tag w:val="Type"/>
                <w:id w:val="-768232401"/>
                <w:placeholder>
                  <w:docPart w:val="BB01C75D62FC4B209325273B6B17A92C"/>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D12371" w:rsidRPr="00D12FFF">
                  <w:rPr>
                    <w:lang w:val="en-CA"/>
                  </w:rPr>
                  <w:t>Quiz - MCQ</w:t>
                </w:r>
              </w:sdtContent>
            </w:sdt>
          </w:p>
        </w:tc>
        <w:tc>
          <w:tcPr>
            <w:tcW w:w="2275" w:type="pct"/>
            <w:shd w:val="clear" w:color="auto" w:fill="auto"/>
            <w:vAlign w:val="center"/>
          </w:tcPr>
          <w:p w14:paraId="47EDC2E0" w14:textId="4EEA0709" w:rsidR="00D12371" w:rsidRPr="00D12FFF" w:rsidRDefault="00D12371" w:rsidP="00B632CC">
            <w:pPr>
              <w:pStyle w:val="Textheader"/>
              <w:rPr>
                <w:rFonts w:eastAsia="Arial"/>
                <w:lang w:val="en-CA" w:eastAsia="ja-JP"/>
              </w:rPr>
            </w:pPr>
            <w:r w:rsidRPr="00D12FFF">
              <w:rPr>
                <w:rFonts w:eastAsia="Arial"/>
                <w:lang w:val="en-CA" w:eastAsia="ja-JP"/>
              </w:rPr>
              <w:t>Question 7</w:t>
            </w:r>
          </w:p>
          <w:p w14:paraId="75F1F253" w14:textId="601B854F" w:rsidR="00417892" w:rsidRPr="00D12FFF" w:rsidRDefault="00417892" w:rsidP="00D12371">
            <w:pPr>
              <w:autoSpaceDE w:val="0"/>
              <w:autoSpaceDN w:val="0"/>
              <w:adjustRightInd w:val="0"/>
              <w:rPr>
                <w:rFonts w:cs="Calibri"/>
                <w:lang w:val="en-CA"/>
              </w:rPr>
            </w:pPr>
            <w:r w:rsidRPr="00D12FFF">
              <w:rPr>
                <w:rFonts w:cs="Calibri"/>
              </w:rPr>
              <w:t>Is the following statement true or false?</w:t>
            </w:r>
          </w:p>
          <w:p w14:paraId="21E75F94" w14:textId="0ED76E60" w:rsidR="00D12371" w:rsidRPr="00D12FFF" w:rsidRDefault="00CB03CB" w:rsidP="00D12371">
            <w:pPr>
              <w:autoSpaceDE w:val="0"/>
              <w:autoSpaceDN w:val="0"/>
              <w:adjustRightInd w:val="0"/>
              <w:rPr>
                <w:rFonts w:ascii="Microsoft Sans Serif" w:hAnsi="Microsoft Sans Serif" w:cs="Microsoft Sans Serif"/>
                <w:lang w:val="en-CA"/>
              </w:rPr>
            </w:pPr>
            <w:r w:rsidRPr="00D12FFF">
              <w:rPr>
                <w:rFonts w:cs="Calibri"/>
                <w:lang w:val="en-CA"/>
              </w:rPr>
              <w:t xml:space="preserve">The </w:t>
            </w:r>
            <w:r w:rsidR="00D12371" w:rsidRPr="00D12FFF">
              <w:rPr>
                <w:rFonts w:cs="Calibri"/>
                <w:lang w:val="en-CA"/>
              </w:rPr>
              <w:t xml:space="preserve">UN standards of conduct on sexual exploitation and abuse prohibit UN personnel from paying for sex with a sex worker, even in countries where prostitution is legal. </w:t>
            </w:r>
          </w:p>
          <w:p w14:paraId="25D626FA" w14:textId="77777777" w:rsidR="00D12371" w:rsidRPr="00D12FFF" w:rsidRDefault="00D12371" w:rsidP="00D12371">
            <w:pPr>
              <w:autoSpaceDE w:val="0"/>
              <w:autoSpaceDN w:val="0"/>
              <w:adjustRightInd w:val="0"/>
              <w:rPr>
                <w:rFonts w:cs="Calibri"/>
                <w:lang w:val="en-CA"/>
              </w:rPr>
            </w:pPr>
          </w:p>
          <w:p w14:paraId="35A13F46" w14:textId="2A5BF211" w:rsidR="00A45407" w:rsidRPr="00D12FFF" w:rsidRDefault="00A45407" w:rsidP="00A45407">
            <w:pPr>
              <w:spacing w:before="0"/>
              <w:rPr>
                <w:rFonts w:eastAsia="Arial" w:cstheme="minorHAnsi"/>
                <w:i/>
                <w:color w:val="1F497D" w:themeColor="text2"/>
                <w:szCs w:val="16"/>
                <w:lang w:val="en-CA" w:eastAsia="ja-JP"/>
              </w:rPr>
            </w:pPr>
            <w:r w:rsidRPr="00D12FFF">
              <w:rPr>
                <w:rFonts w:eastAsia="Arial" w:cstheme="minorHAnsi"/>
                <w:i/>
                <w:color w:val="1F497D" w:themeColor="text2"/>
                <w:szCs w:val="16"/>
                <w:lang w:val="en-CA" w:eastAsia="ja-JP"/>
              </w:rPr>
              <w:t>Select one answer, then click SUBMIT.</w:t>
            </w:r>
          </w:p>
          <w:p w14:paraId="24622F59" w14:textId="77777777" w:rsidR="00A45407" w:rsidRPr="00D12FFF" w:rsidRDefault="00A45407" w:rsidP="00A45407">
            <w:pPr>
              <w:spacing w:before="0"/>
              <w:rPr>
                <w:color w:val="1F497D" w:themeColor="text2"/>
                <w:lang w:val="en-CA"/>
              </w:rPr>
            </w:pPr>
          </w:p>
          <w:p w14:paraId="2C8D120A" w14:textId="7B14C0E1" w:rsidR="00D12371" w:rsidRPr="00D12FFF" w:rsidRDefault="00D12371" w:rsidP="00B632CC">
            <w:pPr>
              <w:spacing w:before="0"/>
              <w:rPr>
                <w:color w:val="auto"/>
                <w:lang w:val="en-CA"/>
              </w:rPr>
            </w:pPr>
            <w:r w:rsidRPr="00D12FFF">
              <w:rPr>
                <w:color w:val="auto"/>
                <w:lang w:val="en-CA"/>
              </w:rPr>
              <w:fldChar w:fldCharType="begin">
                <w:ffData>
                  <w:name w:val=""/>
                  <w:enabled/>
                  <w:calcOnExit w:val="0"/>
                  <w:checkBox>
                    <w:sizeAuto/>
                    <w:default w:val="1"/>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lang w:val="en-CA"/>
              </w:rPr>
              <w:t xml:space="preserve"> </w:t>
            </w:r>
            <w:r w:rsidRPr="00D12FFF">
              <w:rPr>
                <w:color w:val="auto"/>
                <w:lang w:val="en-CA"/>
              </w:rPr>
              <w:t>True</w:t>
            </w:r>
          </w:p>
          <w:p w14:paraId="6638680E" w14:textId="77777777" w:rsidR="0006724A" w:rsidRPr="00D12FFF" w:rsidRDefault="0006724A" w:rsidP="00B632CC">
            <w:pPr>
              <w:spacing w:before="0"/>
              <w:rPr>
                <w:rFonts w:eastAsia="Arial" w:cstheme="minorHAnsi"/>
                <w:i/>
                <w:color w:val="548DD4" w:themeColor="text2" w:themeTint="99"/>
                <w:sz w:val="14"/>
                <w:szCs w:val="10"/>
                <w:lang w:val="en-CA" w:eastAsia="ja-JP"/>
              </w:rPr>
            </w:pPr>
          </w:p>
          <w:p w14:paraId="63E9C811" w14:textId="14F30012" w:rsidR="00B17868" w:rsidRPr="00D12FFF" w:rsidRDefault="00D12371" w:rsidP="00B632CC">
            <w:pPr>
              <w:spacing w:before="0"/>
              <w:rPr>
                <w:rFonts w:cs="Calibri"/>
                <w:lang w:val="en-CA"/>
              </w:rPr>
            </w:pPr>
            <w:r w:rsidRPr="00D12FFF">
              <w:rPr>
                <w:color w:val="auto"/>
                <w:lang w:val="en-CA"/>
              </w:rPr>
              <w:fldChar w:fldCharType="begin">
                <w:ffData>
                  <w:name w:val="Check10"/>
                  <w:enabled/>
                  <w:calcOnExit w:val="0"/>
                  <w:checkBox>
                    <w:sizeAuto/>
                    <w:default w:val="0"/>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auto"/>
                <w:lang w:val="en-CA"/>
              </w:rPr>
              <w:t xml:space="preserve"> </w:t>
            </w:r>
            <w:r w:rsidRPr="00D12FFF">
              <w:rPr>
                <w:lang w:val="en-CA"/>
              </w:rPr>
              <w:t>F</w:t>
            </w:r>
            <w:r w:rsidRPr="00D12FFF">
              <w:rPr>
                <w:rFonts w:cs="Calibri"/>
                <w:lang w:val="en-CA"/>
              </w:rPr>
              <w:t xml:space="preserve">alse </w:t>
            </w:r>
          </w:p>
          <w:p w14:paraId="460D0643" w14:textId="61124AFA" w:rsidR="003B5CFB" w:rsidRPr="00D12FFF" w:rsidRDefault="003B5CFB" w:rsidP="00427B52">
            <w:pPr>
              <w:autoSpaceDE w:val="0"/>
              <w:autoSpaceDN w:val="0"/>
              <w:adjustRightInd w:val="0"/>
              <w:rPr>
                <w:rFonts w:eastAsia="Arial" w:cstheme="minorHAnsi"/>
                <w:b/>
                <w:color w:val="auto"/>
                <w:sz w:val="32"/>
                <w:lang w:val="en-CA" w:eastAsia="ja-JP"/>
              </w:rPr>
            </w:pPr>
          </w:p>
        </w:tc>
        <w:tc>
          <w:tcPr>
            <w:tcW w:w="1433" w:type="pct"/>
            <w:shd w:val="clear" w:color="auto" w:fill="auto"/>
            <w:vAlign w:val="center"/>
          </w:tcPr>
          <w:p w14:paraId="7CB5FF98" w14:textId="77777777" w:rsidR="00D12371" w:rsidRPr="00D12FFF" w:rsidRDefault="00D12371" w:rsidP="00D12371">
            <w:pPr>
              <w:spacing w:before="0"/>
              <w:rPr>
                <w:lang w:val="en-CA"/>
              </w:rPr>
            </w:pPr>
          </w:p>
        </w:tc>
        <w:tc>
          <w:tcPr>
            <w:tcW w:w="447" w:type="pct"/>
          </w:tcPr>
          <w:p w14:paraId="6D1B6074" w14:textId="77777777" w:rsidR="00D12371" w:rsidRPr="00D12FFF" w:rsidRDefault="00D12371" w:rsidP="00D12371">
            <w:pPr>
              <w:spacing w:before="0"/>
              <w:rPr>
                <w:lang w:val="en-CA"/>
              </w:rPr>
            </w:pPr>
          </w:p>
        </w:tc>
      </w:tr>
      <w:tr w:rsidR="00D12371" w:rsidRPr="00D12FFF" w14:paraId="57A8E6CC" w14:textId="77777777" w:rsidTr="21EE7B39">
        <w:trPr>
          <w:cantSplit/>
          <w:trHeight w:val="17"/>
        </w:trPr>
        <w:tc>
          <w:tcPr>
            <w:tcW w:w="285" w:type="pct"/>
            <w:shd w:val="clear" w:color="auto" w:fill="auto"/>
            <w:vAlign w:val="center"/>
          </w:tcPr>
          <w:p w14:paraId="1CF7DF90" w14:textId="0971A91E" w:rsidR="00D12371" w:rsidRPr="00D12FFF" w:rsidRDefault="00D12371" w:rsidP="00D12371">
            <w:pPr>
              <w:spacing w:before="0"/>
              <w:jc w:val="center"/>
              <w:rPr>
                <w:lang w:val="en-CA"/>
              </w:rPr>
            </w:pPr>
            <w:r w:rsidRPr="00D12FFF">
              <w:rPr>
                <w:lang w:val="en-CA"/>
              </w:rPr>
              <w:t>1.</w:t>
            </w:r>
            <w:r w:rsidR="00FA5C25" w:rsidRPr="00D12FFF">
              <w:rPr>
                <w:lang w:val="en-CA"/>
              </w:rPr>
              <w:t>8</w:t>
            </w:r>
          </w:p>
        </w:tc>
        <w:tc>
          <w:tcPr>
            <w:tcW w:w="560" w:type="pct"/>
            <w:shd w:val="clear" w:color="auto" w:fill="auto"/>
            <w:vAlign w:val="center"/>
          </w:tcPr>
          <w:p w14:paraId="09ABD0F9" w14:textId="77777777" w:rsidR="00D12371" w:rsidRPr="00D12FFF" w:rsidRDefault="00F838C3" w:rsidP="00D12371">
            <w:pPr>
              <w:pStyle w:val="Normal2"/>
              <w:rPr>
                <w:lang w:val="en-CA"/>
              </w:rPr>
            </w:pPr>
            <w:sdt>
              <w:sdtPr>
                <w:rPr>
                  <w:lang w:val="en-CA"/>
                </w:rPr>
                <w:alias w:val="Type"/>
                <w:tag w:val="Type"/>
                <w:id w:val="1488507279"/>
                <w:placeholder>
                  <w:docPart w:val="96E3EE33777C4DC7AFEDE247635AB64C"/>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D12371" w:rsidRPr="00D12FFF">
                  <w:rPr>
                    <w:lang w:val="en-CA"/>
                  </w:rPr>
                  <w:t>Text - Paragraph with Heading</w:t>
                </w:r>
              </w:sdtContent>
            </w:sdt>
          </w:p>
          <w:p w14:paraId="6C486B28" w14:textId="1F7CA41F" w:rsidR="00D12371" w:rsidRPr="00D12FFF" w:rsidRDefault="00F838C3" w:rsidP="00D12371">
            <w:pPr>
              <w:pStyle w:val="Normal2"/>
              <w:rPr>
                <w:lang w:val="en-CA"/>
              </w:rPr>
            </w:pPr>
            <w:sdt>
              <w:sdtPr>
                <w:rPr>
                  <w:lang w:val="en-CA"/>
                </w:rPr>
                <w:alias w:val="Type"/>
                <w:tag w:val="Type"/>
                <w:id w:val="-756370975"/>
                <w:placeholder>
                  <w:docPart w:val="234D2829D9F3416B81C64F812E72A06A"/>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D12371" w:rsidRPr="00D12FFF">
                  <w:rPr>
                    <w:lang w:val="en-CA"/>
                  </w:rPr>
                  <w:t>Quiz - MCQ</w:t>
                </w:r>
              </w:sdtContent>
            </w:sdt>
          </w:p>
        </w:tc>
        <w:tc>
          <w:tcPr>
            <w:tcW w:w="2275" w:type="pct"/>
            <w:shd w:val="clear" w:color="auto" w:fill="auto"/>
            <w:vAlign w:val="center"/>
          </w:tcPr>
          <w:p w14:paraId="7D8195A8" w14:textId="737F871D" w:rsidR="00D12371" w:rsidRPr="00D12FFF" w:rsidRDefault="00D12371" w:rsidP="00B632CC">
            <w:pPr>
              <w:pStyle w:val="Textheader"/>
              <w:rPr>
                <w:rFonts w:eastAsia="Arial"/>
                <w:lang w:val="en-CA" w:eastAsia="ja-JP"/>
              </w:rPr>
            </w:pPr>
            <w:r w:rsidRPr="00D12FFF">
              <w:rPr>
                <w:rFonts w:eastAsia="Arial"/>
                <w:lang w:val="en-CA" w:eastAsia="ja-JP"/>
              </w:rPr>
              <w:t>Question 8</w:t>
            </w:r>
          </w:p>
          <w:p w14:paraId="02221706" w14:textId="210E2435" w:rsidR="00D12371" w:rsidRPr="00D12FFF" w:rsidRDefault="00D12371" w:rsidP="00D12371">
            <w:pPr>
              <w:autoSpaceDE w:val="0"/>
              <w:autoSpaceDN w:val="0"/>
              <w:adjustRightInd w:val="0"/>
              <w:rPr>
                <w:rFonts w:cs="Calibri"/>
                <w:lang w:val="en-CA"/>
              </w:rPr>
            </w:pPr>
            <w:r w:rsidRPr="00D12FFF">
              <w:rPr>
                <w:rFonts w:cs="Calibri"/>
                <w:lang w:val="en-CA"/>
              </w:rPr>
              <w:t>UN personnel have privileges and immunities</w:t>
            </w:r>
            <w:r w:rsidR="00093D94" w:rsidRPr="00D12FFF">
              <w:rPr>
                <w:rFonts w:cs="Calibri"/>
                <w:lang w:val="en-CA"/>
              </w:rPr>
              <w:t xml:space="preserve"> for which of the following reasons?</w:t>
            </w:r>
          </w:p>
          <w:p w14:paraId="037DC58E" w14:textId="77777777" w:rsidR="00D12371" w:rsidRPr="00D12FFF" w:rsidRDefault="00D12371" w:rsidP="00D12371">
            <w:pPr>
              <w:autoSpaceDE w:val="0"/>
              <w:autoSpaceDN w:val="0"/>
              <w:adjustRightInd w:val="0"/>
              <w:rPr>
                <w:rFonts w:cs="Calibri"/>
                <w:sz w:val="18"/>
                <w:szCs w:val="18"/>
                <w:lang w:val="en-CA"/>
              </w:rPr>
            </w:pPr>
          </w:p>
          <w:p w14:paraId="7C053700" w14:textId="4E290063" w:rsidR="00A45407" w:rsidRPr="00D12FFF" w:rsidRDefault="00A45407" w:rsidP="00A45407">
            <w:pPr>
              <w:spacing w:before="0"/>
              <w:rPr>
                <w:rFonts w:eastAsia="Arial" w:cstheme="minorHAnsi"/>
                <w:i/>
                <w:color w:val="1F497D" w:themeColor="text2"/>
                <w:szCs w:val="16"/>
                <w:lang w:val="en-CA" w:eastAsia="ja-JP"/>
              </w:rPr>
            </w:pPr>
            <w:r w:rsidRPr="00D12FFF">
              <w:rPr>
                <w:rFonts w:eastAsia="Arial" w:cstheme="minorHAnsi"/>
                <w:i/>
                <w:color w:val="1F497D" w:themeColor="text2"/>
                <w:szCs w:val="16"/>
                <w:lang w:val="en-CA" w:eastAsia="ja-JP"/>
              </w:rPr>
              <w:t>Select one answer, then click SUBMIT.</w:t>
            </w:r>
          </w:p>
          <w:p w14:paraId="1600AD7C" w14:textId="77777777" w:rsidR="00A45407" w:rsidRPr="00D12FFF" w:rsidRDefault="00A45407" w:rsidP="00A45407">
            <w:pPr>
              <w:spacing w:before="0"/>
              <w:rPr>
                <w:color w:val="1F497D" w:themeColor="text2"/>
                <w:lang w:val="en-CA"/>
              </w:rPr>
            </w:pPr>
          </w:p>
          <w:p w14:paraId="6EF8ED4B" w14:textId="0171840D" w:rsidR="00D12371" w:rsidRPr="00D12FFF" w:rsidRDefault="00D12371" w:rsidP="00B632CC">
            <w:pPr>
              <w:autoSpaceDE w:val="0"/>
              <w:autoSpaceDN w:val="0"/>
              <w:adjustRightInd w:val="0"/>
              <w:rPr>
                <w:rFonts w:cstheme="minorHAnsi"/>
                <w:lang w:val="en-CA"/>
              </w:rPr>
            </w:pPr>
            <w:r w:rsidRPr="00D12FFF">
              <w:rPr>
                <w:color w:val="auto"/>
                <w:lang w:val="en-CA"/>
              </w:rPr>
              <w:fldChar w:fldCharType="begin">
                <w:ffData>
                  <w:name w:val="Check10"/>
                  <w:enabled/>
                  <w:calcOnExit w:val="0"/>
                  <w:checkBox>
                    <w:sizeAuto/>
                    <w:default w:val="0"/>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auto"/>
                <w:lang w:val="en-CA"/>
              </w:rPr>
              <w:t xml:space="preserve"> </w:t>
            </w:r>
            <w:r w:rsidRPr="00D12FFF">
              <w:rPr>
                <w:rFonts w:cstheme="minorHAnsi"/>
                <w:lang w:val="en-CA"/>
              </w:rPr>
              <w:t>To protect them from being prosecuted for crimes such as rape</w:t>
            </w:r>
          </w:p>
          <w:p w14:paraId="40DD6A55" w14:textId="55E9811A" w:rsidR="00D12371" w:rsidRPr="00D12FFF" w:rsidRDefault="00D12371" w:rsidP="00B632CC">
            <w:pPr>
              <w:autoSpaceDE w:val="0"/>
              <w:autoSpaceDN w:val="0"/>
              <w:adjustRightInd w:val="0"/>
              <w:rPr>
                <w:rFonts w:cstheme="minorHAnsi"/>
                <w:lang w:val="en-CA"/>
              </w:rPr>
            </w:pPr>
            <w:r w:rsidRPr="00D12FFF">
              <w:rPr>
                <w:color w:val="auto"/>
                <w:lang w:val="en-CA"/>
              </w:rPr>
              <w:fldChar w:fldCharType="begin">
                <w:ffData>
                  <w:name w:val=""/>
                  <w:enabled/>
                  <w:calcOnExit w:val="0"/>
                  <w:checkBox>
                    <w:sizeAuto/>
                    <w:default w:val="1"/>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auto"/>
                <w:lang w:val="en-CA"/>
              </w:rPr>
              <w:t xml:space="preserve"> </w:t>
            </w:r>
            <w:r w:rsidRPr="00D12FFF">
              <w:rPr>
                <w:rFonts w:cstheme="minorHAnsi"/>
                <w:lang w:val="en-CA"/>
              </w:rPr>
              <w:t xml:space="preserve">To enable them to perform work-related functions </w:t>
            </w:r>
          </w:p>
          <w:p w14:paraId="55B2ECDA" w14:textId="1A60FB6D" w:rsidR="002B4535" w:rsidRPr="00D12FFF" w:rsidRDefault="00D12371" w:rsidP="00B632CC">
            <w:pPr>
              <w:autoSpaceDE w:val="0"/>
              <w:autoSpaceDN w:val="0"/>
              <w:adjustRightInd w:val="0"/>
              <w:ind w:left="318" w:hanging="318"/>
              <w:rPr>
                <w:rFonts w:cstheme="minorHAnsi"/>
                <w:lang w:val="en-CA"/>
              </w:rPr>
            </w:pPr>
            <w:r w:rsidRPr="00D12FFF">
              <w:rPr>
                <w:color w:val="auto"/>
                <w:lang w:val="en-CA"/>
              </w:rPr>
              <w:fldChar w:fldCharType="begin">
                <w:ffData>
                  <w:name w:val="Check10"/>
                  <w:enabled/>
                  <w:calcOnExit w:val="0"/>
                  <w:checkBox>
                    <w:sizeAuto/>
                    <w:default w:val="0"/>
                  </w:checkBox>
                </w:ffData>
              </w:fldChar>
            </w:r>
            <w:r w:rsidRPr="00D12FFF">
              <w:rPr>
                <w:color w:val="auto"/>
                <w:lang w:val="en-CA"/>
              </w:rPr>
              <w:instrText xml:space="preserve"> FORMCHECKBOX </w:instrText>
            </w:r>
            <w:r w:rsidR="00F838C3">
              <w:rPr>
                <w:color w:val="auto"/>
                <w:lang w:val="en-CA"/>
              </w:rPr>
            </w:r>
            <w:r w:rsidR="00F838C3">
              <w:rPr>
                <w:color w:val="auto"/>
                <w:lang w:val="en-CA"/>
              </w:rPr>
              <w:fldChar w:fldCharType="separate"/>
            </w:r>
            <w:r w:rsidRPr="00D12FFF">
              <w:rPr>
                <w:color w:val="auto"/>
                <w:lang w:val="en-CA"/>
              </w:rPr>
              <w:fldChar w:fldCharType="end"/>
            </w:r>
            <w:r w:rsidRPr="00D12FFF">
              <w:rPr>
                <w:color w:val="auto"/>
                <w:lang w:val="en-CA"/>
              </w:rPr>
              <w:t xml:space="preserve"> </w:t>
            </w:r>
            <w:r w:rsidRPr="00D12FFF">
              <w:rPr>
                <w:rFonts w:cstheme="minorHAnsi"/>
                <w:lang w:val="en-CA"/>
              </w:rPr>
              <w:t>To ensure that they are prosecuted for crimes in their home</w:t>
            </w:r>
            <w:r w:rsidR="00105CEF" w:rsidRPr="00D12FFF">
              <w:rPr>
                <w:rFonts w:cstheme="minorHAnsi"/>
                <w:lang w:val="en-CA"/>
              </w:rPr>
              <w:t xml:space="preserve"> </w:t>
            </w:r>
            <w:r w:rsidRPr="00D12FFF">
              <w:rPr>
                <w:rFonts w:cstheme="minorHAnsi"/>
                <w:lang w:val="en-CA"/>
              </w:rPr>
              <w:t xml:space="preserve">countries, not overseas </w:t>
            </w:r>
          </w:p>
          <w:p w14:paraId="3143C130" w14:textId="4042B416" w:rsidR="003B5CFB" w:rsidRPr="00D12FFF" w:rsidRDefault="003B5CFB" w:rsidP="00427B52">
            <w:pPr>
              <w:autoSpaceDE w:val="0"/>
              <w:autoSpaceDN w:val="0"/>
              <w:adjustRightInd w:val="0"/>
              <w:rPr>
                <w:rFonts w:cstheme="minorHAnsi"/>
                <w:lang w:val="en-CA"/>
              </w:rPr>
            </w:pPr>
          </w:p>
        </w:tc>
        <w:tc>
          <w:tcPr>
            <w:tcW w:w="1433" w:type="pct"/>
            <w:shd w:val="clear" w:color="auto" w:fill="auto"/>
            <w:vAlign w:val="center"/>
          </w:tcPr>
          <w:p w14:paraId="0F571865" w14:textId="77777777" w:rsidR="00D12371" w:rsidRPr="00D12FFF" w:rsidRDefault="00D12371" w:rsidP="00D12371">
            <w:pPr>
              <w:spacing w:before="0"/>
              <w:rPr>
                <w:lang w:val="en-CA"/>
              </w:rPr>
            </w:pPr>
          </w:p>
        </w:tc>
        <w:tc>
          <w:tcPr>
            <w:tcW w:w="447" w:type="pct"/>
          </w:tcPr>
          <w:p w14:paraId="1B4F98E2" w14:textId="77777777" w:rsidR="00D12371" w:rsidRPr="00D12FFF" w:rsidRDefault="00D12371" w:rsidP="00D12371">
            <w:pPr>
              <w:spacing w:before="0"/>
              <w:rPr>
                <w:lang w:val="en-CA"/>
              </w:rPr>
            </w:pPr>
          </w:p>
        </w:tc>
      </w:tr>
      <w:tr w:rsidR="00105CEF" w:rsidRPr="00D12FFF" w14:paraId="380FFDA2" w14:textId="77777777" w:rsidTr="21EE7B39">
        <w:trPr>
          <w:cantSplit/>
          <w:trHeight w:val="17"/>
        </w:trPr>
        <w:tc>
          <w:tcPr>
            <w:tcW w:w="285" w:type="pct"/>
            <w:shd w:val="clear" w:color="auto" w:fill="auto"/>
            <w:vAlign w:val="center"/>
          </w:tcPr>
          <w:p w14:paraId="62C2A6F7" w14:textId="62EFAC6D" w:rsidR="00105CEF" w:rsidRPr="00D12FFF" w:rsidRDefault="00105CEF" w:rsidP="00105CEF">
            <w:pPr>
              <w:spacing w:before="0"/>
              <w:jc w:val="center"/>
              <w:rPr>
                <w:lang w:val="en-CA"/>
              </w:rPr>
            </w:pPr>
            <w:r w:rsidRPr="00D12FFF">
              <w:rPr>
                <w:lang w:val="en-CA"/>
              </w:rPr>
              <w:lastRenderedPageBreak/>
              <w:t>1.</w:t>
            </w:r>
            <w:r w:rsidR="00FA5C25" w:rsidRPr="00D12FFF">
              <w:rPr>
                <w:lang w:val="en-CA"/>
              </w:rPr>
              <w:t>9</w:t>
            </w:r>
          </w:p>
        </w:tc>
        <w:tc>
          <w:tcPr>
            <w:tcW w:w="560" w:type="pct"/>
            <w:shd w:val="clear" w:color="auto" w:fill="auto"/>
            <w:vAlign w:val="center"/>
          </w:tcPr>
          <w:p w14:paraId="23E14196" w14:textId="77777777" w:rsidR="00105CEF" w:rsidRPr="00D12FFF" w:rsidRDefault="00F838C3" w:rsidP="00105CEF">
            <w:pPr>
              <w:pStyle w:val="Normal2"/>
              <w:rPr>
                <w:lang w:val="en-CA"/>
              </w:rPr>
            </w:pPr>
            <w:sdt>
              <w:sdtPr>
                <w:rPr>
                  <w:lang w:val="en-CA"/>
                </w:rPr>
                <w:alias w:val="Type"/>
                <w:tag w:val="Type"/>
                <w:id w:val="1925072875"/>
                <w:placeholder>
                  <w:docPart w:val="581EA75B54FA4484824A447C3DF61552"/>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105CEF" w:rsidRPr="00D12FFF">
                  <w:rPr>
                    <w:lang w:val="en-CA"/>
                  </w:rPr>
                  <w:t>Text - Paragraph with Heading</w:t>
                </w:r>
              </w:sdtContent>
            </w:sdt>
          </w:p>
          <w:p w14:paraId="608C3CCD" w14:textId="139DE618" w:rsidR="00105CEF" w:rsidRPr="00D12FFF" w:rsidRDefault="00F838C3" w:rsidP="00105CEF">
            <w:pPr>
              <w:pStyle w:val="Normal2"/>
              <w:rPr>
                <w:lang w:val="en-CA"/>
              </w:rPr>
            </w:pPr>
            <w:sdt>
              <w:sdtPr>
                <w:rPr>
                  <w:lang w:val="en-CA"/>
                </w:rPr>
                <w:alias w:val="Type"/>
                <w:tag w:val="Type"/>
                <w:id w:val="1588201495"/>
                <w:placeholder>
                  <w:docPart w:val="6B13FA8527D64082B2D2991A9D6AA9F4"/>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105CEF" w:rsidRPr="00D12FFF">
                  <w:rPr>
                    <w:lang w:val="en-CA"/>
                  </w:rPr>
                  <w:t>Quiz - MCQ</w:t>
                </w:r>
              </w:sdtContent>
            </w:sdt>
          </w:p>
        </w:tc>
        <w:tc>
          <w:tcPr>
            <w:tcW w:w="2275" w:type="pct"/>
            <w:shd w:val="clear" w:color="auto" w:fill="auto"/>
            <w:vAlign w:val="center"/>
          </w:tcPr>
          <w:p w14:paraId="6A7EBA98" w14:textId="2EC9D141" w:rsidR="00105CEF" w:rsidRPr="00D12FFF" w:rsidRDefault="00105CEF" w:rsidP="00B632CC">
            <w:pPr>
              <w:pStyle w:val="Textheader"/>
              <w:rPr>
                <w:rFonts w:eastAsia="Arial"/>
                <w:lang w:val="en-CA" w:eastAsia="ja-JP"/>
              </w:rPr>
            </w:pPr>
            <w:r w:rsidRPr="00D12FFF">
              <w:rPr>
                <w:rFonts w:eastAsia="Arial"/>
                <w:lang w:val="en-CA" w:eastAsia="ja-JP"/>
              </w:rPr>
              <w:t>Question 9</w:t>
            </w:r>
          </w:p>
          <w:p w14:paraId="7C93D46D" w14:textId="538D4E48" w:rsidR="005564D6" w:rsidRPr="00D12FFF" w:rsidRDefault="005564D6" w:rsidP="21EE7B39">
            <w:pPr>
              <w:autoSpaceDE w:val="0"/>
              <w:autoSpaceDN w:val="0"/>
              <w:adjustRightInd w:val="0"/>
              <w:rPr>
                <w:rFonts w:cstheme="minorHAnsi"/>
                <w:color w:val="auto"/>
                <w:lang w:val="en-CA"/>
              </w:rPr>
            </w:pPr>
            <w:r w:rsidRPr="00D12FFF">
              <w:rPr>
                <w:rFonts w:cstheme="minorHAnsi"/>
                <w:color w:val="auto"/>
                <w:lang w:val="en"/>
              </w:rPr>
              <w:t xml:space="preserve">Peter works for the UN in country X. In his home country, girls are legally allowed to have sexual relations from the age of 14. Peter has a 17-year-old local girlfriend at the duty station and has started a sexual relationship with her. Is Peter’s conduct allowed under the UN standards of conduct? </w:t>
            </w:r>
          </w:p>
          <w:p w14:paraId="2FB9FD95" w14:textId="77777777" w:rsidR="00105CEF" w:rsidRPr="00D12FFF" w:rsidRDefault="00105CEF" w:rsidP="00105CEF">
            <w:pPr>
              <w:autoSpaceDE w:val="0"/>
              <w:autoSpaceDN w:val="0"/>
              <w:adjustRightInd w:val="0"/>
              <w:rPr>
                <w:rFonts w:cs="Calibri"/>
                <w:sz w:val="18"/>
                <w:szCs w:val="18"/>
                <w:lang w:val="en-CA"/>
              </w:rPr>
            </w:pPr>
          </w:p>
          <w:p w14:paraId="1DEBF4C9" w14:textId="0BDF6C80" w:rsidR="00A45407" w:rsidRPr="00D12FFF" w:rsidRDefault="00A45407" w:rsidP="00A45407">
            <w:pPr>
              <w:spacing w:before="0"/>
              <w:rPr>
                <w:rFonts w:eastAsia="Arial" w:cstheme="minorHAnsi"/>
                <w:i/>
                <w:color w:val="1F497D" w:themeColor="text2"/>
                <w:szCs w:val="16"/>
                <w:lang w:val="en-CA" w:eastAsia="ja-JP"/>
              </w:rPr>
            </w:pPr>
            <w:r w:rsidRPr="00D12FFF">
              <w:rPr>
                <w:rFonts w:eastAsia="Arial" w:cstheme="minorHAnsi"/>
                <w:i/>
                <w:color w:val="1F497D" w:themeColor="text2"/>
                <w:szCs w:val="16"/>
                <w:lang w:val="en-CA" w:eastAsia="ja-JP"/>
              </w:rPr>
              <w:t>Select one answer, then click SUBMIT.</w:t>
            </w:r>
          </w:p>
          <w:p w14:paraId="1552192F" w14:textId="77777777" w:rsidR="00A45407" w:rsidRPr="00D12FFF" w:rsidRDefault="00A45407" w:rsidP="00A45407">
            <w:pPr>
              <w:spacing w:before="0"/>
              <w:rPr>
                <w:color w:val="1F497D" w:themeColor="text2"/>
                <w:lang w:val="en-CA"/>
              </w:rPr>
            </w:pPr>
          </w:p>
          <w:p w14:paraId="5C215B52" w14:textId="6125A2C7" w:rsidR="00105CEF" w:rsidRPr="00D12FFF" w:rsidRDefault="00105CEF" w:rsidP="00B632CC">
            <w:pPr>
              <w:autoSpaceDE w:val="0"/>
              <w:autoSpaceDN w:val="0"/>
              <w:adjustRightInd w:val="0"/>
              <w:rPr>
                <w:rFonts w:cstheme="minorHAnsi"/>
                <w:lang w:val="en-CA"/>
              </w:rPr>
            </w:pPr>
            <w:r w:rsidRPr="00D12FFF">
              <w:rPr>
                <w:rFonts w:cstheme="minorHAnsi"/>
                <w:color w:val="auto"/>
                <w:lang w:val="en-CA"/>
              </w:rPr>
              <w:fldChar w:fldCharType="begin">
                <w:ffData>
                  <w:name w:val="Check10"/>
                  <w:enabled/>
                  <w:calcOnExit w:val="0"/>
                  <w:checkBox>
                    <w:sizeAuto/>
                    <w:default w:val="0"/>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lang w:val="en-CA"/>
              </w:rPr>
              <w:t>Yes</w:t>
            </w:r>
          </w:p>
          <w:p w14:paraId="72B8A81F" w14:textId="603DE527" w:rsidR="002B4535" w:rsidRPr="00D12FFF" w:rsidRDefault="00105CEF" w:rsidP="00B632CC">
            <w:pPr>
              <w:autoSpaceDE w:val="0"/>
              <w:autoSpaceDN w:val="0"/>
              <w:adjustRightInd w:val="0"/>
              <w:rPr>
                <w:rFonts w:cstheme="minorHAnsi"/>
                <w:lang w:val="en-CA"/>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lang w:val="en-CA"/>
              </w:rPr>
              <w:t xml:space="preserve">No </w:t>
            </w:r>
          </w:p>
          <w:p w14:paraId="4DF0157B" w14:textId="77777777" w:rsidR="003F7868" w:rsidRPr="00D12FFF" w:rsidRDefault="003F7868" w:rsidP="00B632CC">
            <w:pPr>
              <w:autoSpaceDE w:val="0"/>
              <w:autoSpaceDN w:val="0"/>
              <w:adjustRightInd w:val="0"/>
              <w:rPr>
                <w:rFonts w:cstheme="minorHAnsi"/>
                <w:lang w:val="en-CA"/>
              </w:rPr>
            </w:pPr>
          </w:p>
          <w:p w14:paraId="7F0573F6" w14:textId="1F712427" w:rsidR="00105CEF" w:rsidRPr="00D12FFF" w:rsidRDefault="00105CEF" w:rsidP="00105CEF">
            <w:pPr>
              <w:autoSpaceDE w:val="0"/>
              <w:autoSpaceDN w:val="0"/>
              <w:adjustRightInd w:val="0"/>
              <w:rPr>
                <w:rFonts w:ascii="Microsoft Sans Serif" w:hAnsi="Microsoft Sans Serif" w:cs="Microsoft Sans Serif"/>
                <w:lang w:val="en-CA"/>
              </w:rPr>
            </w:pPr>
          </w:p>
        </w:tc>
        <w:tc>
          <w:tcPr>
            <w:tcW w:w="1433" w:type="pct"/>
            <w:shd w:val="clear" w:color="auto" w:fill="auto"/>
            <w:vAlign w:val="center"/>
          </w:tcPr>
          <w:p w14:paraId="0F3EAF5D" w14:textId="77777777" w:rsidR="00105CEF" w:rsidRPr="00D12FFF" w:rsidRDefault="00105CEF" w:rsidP="00105CEF">
            <w:pPr>
              <w:spacing w:before="0"/>
              <w:rPr>
                <w:lang w:val="en-CA"/>
              </w:rPr>
            </w:pPr>
          </w:p>
        </w:tc>
        <w:tc>
          <w:tcPr>
            <w:tcW w:w="447" w:type="pct"/>
          </w:tcPr>
          <w:p w14:paraId="72DA3429" w14:textId="77777777" w:rsidR="00105CEF" w:rsidRPr="00D12FFF" w:rsidRDefault="00105CEF" w:rsidP="00105CEF">
            <w:pPr>
              <w:spacing w:before="0"/>
              <w:rPr>
                <w:lang w:val="en-CA"/>
              </w:rPr>
            </w:pPr>
          </w:p>
        </w:tc>
      </w:tr>
      <w:tr w:rsidR="00105CEF" w:rsidRPr="00D12FFF" w14:paraId="29AA8A58" w14:textId="77777777" w:rsidTr="21EE7B39">
        <w:trPr>
          <w:cantSplit/>
          <w:trHeight w:val="6336"/>
        </w:trPr>
        <w:tc>
          <w:tcPr>
            <w:tcW w:w="285" w:type="pct"/>
            <w:shd w:val="clear" w:color="auto" w:fill="auto"/>
            <w:vAlign w:val="center"/>
          </w:tcPr>
          <w:p w14:paraId="542AE9F1" w14:textId="6F00F50C" w:rsidR="00105CEF" w:rsidRPr="00D12FFF" w:rsidRDefault="00105CEF" w:rsidP="00105CEF">
            <w:pPr>
              <w:spacing w:before="0"/>
              <w:jc w:val="center"/>
              <w:rPr>
                <w:lang w:val="en-CA"/>
              </w:rPr>
            </w:pPr>
            <w:r w:rsidRPr="00D12FFF">
              <w:rPr>
                <w:lang w:val="en-CA"/>
              </w:rPr>
              <w:lastRenderedPageBreak/>
              <w:t>1.</w:t>
            </w:r>
            <w:r w:rsidR="007058C2" w:rsidRPr="00D12FFF">
              <w:rPr>
                <w:lang w:val="en-CA"/>
              </w:rPr>
              <w:t>1</w:t>
            </w:r>
            <w:r w:rsidR="00FA5C25" w:rsidRPr="00D12FFF">
              <w:rPr>
                <w:lang w:val="en-CA"/>
              </w:rPr>
              <w:t>0</w:t>
            </w:r>
          </w:p>
        </w:tc>
        <w:tc>
          <w:tcPr>
            <w:tcW w:w="560" w:type="pct"/>
            <w:shd w:val="clear" w:color="auto" w:fill="auto"/>
            <w:vAlign w:val="center"/>
          </w:tcPr>
          <w:p w14:paraId="23DC43CA" w14:textId="77777777" w:rsidR="00105CEF" w:rsidRPr="00D12FFF" w:rsidRDefault="00F838C3" w:rsidP="00105CEF">
            <w:pPr>
              <w:pStyle w:val="Normal2"/>
              <w:rPr>
                <w:lang w:val="en-CA"/>
              </w:rPr>
            </w:pPr>
            <w:sdt>
              <w:sdtPr>
                <w:rPr>
                  <w:lang w:val="en-CA"/>
                </w:rPr>
                <w:alias w:val="Type"/>
                <w:tag w:val="Type"/>
                <w:id w:val="138233872"/>
                <w:placeholder>
                  <w:docPart w:val="0145DD5E1FC04DF69107AD2E72E3868C"/>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105CEF" w:rsidRPr="00D12FFF">
                  <w:rPr>
                    <w:lang w:val="en-CA"/>
                  </w:rPr>
                  <w:t>Text - Paragraph with Heading</w:t>
                </w:r>
              </w:sdtContent>
            </w:sdt>
          </w:p>
          <w:p w14:paraId="0D5DAA68" w14:textId="54215973" w:rsidR="00105CEF" w:rsidRPr="00D12FFF" w:rsidRDefault="00F838C3" w:rsidP="00105CEF">
            <w:pPr>
              <w:pStyle w:val="Normal2"/>
              <w:rPr>
                <w:lang w:val="en-CA"/>
              </w:rPr>
            </w:pPr>
            <w:sdt>
              <w:sdtPr>
                <w:rPr>
                  <w:lang w:val="en-CA"/>
                </w:rPr>
                <w:alias w:val="Type"/>
                <w:tag w:val="Type"/>
                <w:id w:val="-468281767"/>
                <w:placeholder>
                  <w:docPart w:val="BD33D90FC3224BB2B5EAEDE4F966342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105CEF" w:rsidRPr="00D12FFF">
                  <w:rPr>
                    <w:lang w:val="en-CA"/>
                  </w:rPr>
                  <w:t>Quiz - MRQ</w:t>
                </w:r>
              </w:sdtContent>
            </w:sdt>
          </w:p>
        </w:tc>
        <w:tc>
          <w:tcPr>
            <w:tcW w:w="2275" w:type="pct"/>
            <w:shd w:val="clear" w:color="auto" w:fill="auto"/>
            <w:vAlign w:val="center"/>
          </w:tcPr>
          <w:p w14:paraId="1AE9386F" w14:textId="3F008121" w:rsidR="00105CEF" w:rsidRPr="00D12FFF" w:rsidRDefault="00105CEF" w:rsidP="00B632CC">
            <w:pPr>
              <w:pStyle w:val="Textheader"/>
              <w:rPr>
                <w:rFonts w:eastAsia="Arial"/>
                <w:lang w:val="en-CA" w:eastAsia="ja-JP"/>
              </w:rPr>
            </w:pPr>
            <w:r w:rsidRPr="00D12FFF">
              <w:rPr>
                <w:rFonts w:eastAsia="Arial"/>
                <w:lang w:val="en-CA" w:eastAsia="ja-JP"/>
              </w:rPr>
              <w:t>Question 10</w:t>
            </w:r>
          </w:p>
          <w:p w14:paraId="542A15F2" w14:textId="34491894" w:rsidR="00105CEF" w:rsidRPr="00D12FFF" w:rsidRDefault="00105CEF" w:rsidP="00105CEF">
            <w:pPr>
              <w:autoSpaceDE w:val="0"/>
              <w:autoSpaceDN w:val="0"/>
              <w:adjustRightInd w:val="0"/>
              <w:spacing w:line="252" w:lineRule="auto"/>
              <w:rPr>
                <w:rFonts w:cstheme="minorHAnsi"/>
                <w:lang w:val="en-CA"/>
              </w:rPr>
            </w:pPr>
            <w:r w:rsidRPr="00D12FFF">
              <w:rPr>
                <w:rFonts w:cstheme="minorHAnsi"/>
                <w:lang w:val="en-CA"/>
              </w:rPr>
              <w:t xml:space="preserve">How can sexual exploitation and abuse harm victims? </w:t>
            </w:r>
          </w:p>
          <w:p w14:paraId="7340BA82" w14:textId="77777777" w:rsidR="00105CEF" w:rsidRPr="00D12FFF" w:rsidRDefault="00105CEF" w:rsidP="00105CEF">
            <w:pPr>
              <w:autoSpaceDE w:val="0"/>
              <w:autoSpaceDN w:val="0"/>
              <w:adjustRightInd w:val="0"/>
              <w:spacing w:line="252" w:lineRule="auto"/>
              <w:rPr>
                <w:rFonts w:cstheme="minorHAnsi"/>
                <w:lang w:val="en-CA"/>
              </w:rPr>
            </w:pPr>
          </w:p>
          <w:p w14:paraId="5A076898" w14:textId="35CB4582" w:rsidR="00CA1B13" w:rsidRPr="00D12FFF" w:rsidRDefault="00CA1B13" w:rsidP="00CA1B13">
            <w:pPr>
              <w:rPr>
                <w:rFonts w:cstheme="minorHAnsi"/>
                <w:i/>
                <w:color w:val="004990"/>
              </w:rPr>
            </w:pPr>
            <w:r w:rsidRPr="00D12FFF">
              <w:rPr>
                <w:rFonts w:cstheme="minorHAnsi"/>
                <w:i/>
                <w:color w:val="004990"/>
              </w:rPr>
              <w:t>Select all answers that apply, then click SUBMIT.</w:t>
            </w:r>
          </w:p>
          <w:p w14:paraId="523658BA" w14:textId="77777777" w:rsidR="00CA1B13" w:rsidRPr="00D12FFF" w:rsidRDefault="00CA1B13" w:rsidP="00CA1B13">
            <w:pPr>
              <w:rPr>
                <w:rFonts w:cstheme="minorHAnsi"/>
                <w:i/>
                <w:color w:val="004990"/>
              </w:rPr>
            </w:pPr>
          </w:p>
          <w:p w14:paraId="3D32D576" w14:textId="31D70875" w:rsidR="00105CEF" w:rsidRPr="00D12FFF" w:rsidRDefault="00105CEF" w:rsidP="00105CEF">
            <w:pPr>
              <w:autoSpaceDE w:val="0"/>
              <w:autoSpaceDN w:val="0"/>
              <w:adjustRightInd w:val="0"/>
              <w:rPr>
                <w:rFonts w:cstheme="minorHAnsi"/>
                <w:lang w:val="en-CA"/>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lang w:val="en-CA"/>
              </w:rPr>
              <w:t>It may cause physical bruising and injuries, particularly when force is used</w:t>
            </w:r>
            <w:r w:rsidR="00B17868" w:rsidRPr="00D12FFF">
              <w:rPr>
                <w:rFonts w:cstheme="minorHAnsi"/>
                <w:lang w:val="en-CA"/>
              </w:rPr>
              <w:t>,</w:t>
            </w:r>
            <w:r w:rsidRPr="00D12FFF">
              <w:rPr>
                <w:rFonts w:cstheme="minorHAnsi"/>
                <w:lang w:val="en-CA"/>
              </w:rPr>
              <w:t xml:space="preserve"> result in unwanted pregnancy</w:t>
            </w:r>
            <w:r w:rsidR="00B17868" w:rsidRPr="00D12FFF">
              <w:rPr>
                <w:rFonts w:cstheme="minorHAnsi"/>
                <w:lang w:val="en-CA"/>
              </w:rPr>
              <w:t>,</w:t>
            </w:r>
            <w:r w:rsidRPr="00D12FFF">
              <w:rPr>
                <w:rFonts w:cstheme="minorHAnsi"/>
                <w:lang w:val="en-CA"/>
              </w:rPr>
              <w:t xml:space="preserve"> </w:t>
            </w:r>
            <w:r w:rsidR="00B17868" w:rsidRPr="00D12FFF">
              <w:rPr>
                <w:rFonts w:cstheme="minorHAnsi"/>
                <w:lang w:val="en-CA"/>
              </w:rPr>
              <w:t xml:space="preserve">or </w:t>
            </w:r>
            <w:r w:rsidRPr="00D12FFF">
              <w:rPr>
                <w:rFonts w:cstheme="minorHAnsi"/>
                <w:lang w:val="en-CA"/>
              </w:rPr>
              <w:t>result in victims contracting HIV or other sexually transmitted infections.</w:t>
            </w:r>
          </w:p>
          <w:p w14:paraId="4288803B" w14:textId="216C2CAC" w:rsidR="00105CEF" w:rsidRPr="00D12FFF" w:rsidRDefault="00105CEF" w:rsidP="00105CEF">
            <w:pPr>
              <w:autoSpaceDE w:val="0"/>
              <w:autoSpaceDN w:val="0"/>
              <w:adjustRightInd w:val="0"/>
              <w:rPr>
                <w:rFonts w:cstheme="minorHAnsi"/>
                <w:lang w:val="en-CA"/>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lang w:val="en-CA"/>
              </w:rPr>
              <w:t>The victim may be ostracized by their family or community.</w:t>
            </w:r>
          </w:p>
          <w:p w14:paraId="51040D83" w14:textId="5F36F401" w:rsidR="00105CEF" w:rsidRPr="00D12FFF" w:rsidRDefault="00105CEF" w:rsidP="21EE7B39">
            <w:pPr>
              <w:autoSpaceDE w:val="0"/>
              <w:autoSpaceDN w:val="0"/>
              <w:adjustRightInd w:val="0"/>
              <w:rPr>
                <w:rFonts w:cstheme="minorBidi"/>
                <w:lang w:val="en-CA"/>
              </w:rPr>
            </w:pPr>
            <w:r w:rsidRPr="00D12FFF">
              <w:rPr>
                <w:rFonts w:cstheme="minorBidi"/>
                <w:color w:val="auto"/>
                <w:lang w:val="en-CA"/>
              </w:rPr>
              <w:fldChar w:fldCharType="begin">
                <w:ffData>
                  <w:name w:val=""/>
                  <w:enabled/>
                  <w:calcOnExit w:val="0"/>
                  <w:checkBox>
                    <w:sizeAuto/>
                    <w:default w:val="1"/>
                  </w:checkBox>
                </w:ffData>
              </w:fldChar>
            </w:r>
            <w:r w:rsidRPr="00D12FFF">
              <w:rPr>
                <w:rFonts w:cstheme="minorBidi"/>
                <w:color w:val="auto"/>
                <w:lang w:val="en-CA"/>
              </w:rPr>
              <w:instrText xml:space="preserve"> FORMCHECKBOX </w:instrText>
            </w:r>
            <w:r w:rsidR="00F838C3">
              <w:rPr>
                <w:rFonts w:cstheme="minorBidi"/>
                <w:color w:val="auto"/>
                <w:lang w:val="en-CA"/>
              </w:rPr>
            </w:r>
            <w:r w:rsidR="00F838C3">
              <w:rPr>
                <w:rFonts w:cstheme="minorBidi"/>
                <w:color w:val="auto"/>
                <w:lang w:val="en-CA"/>
              </w:rPr>
              <w:fldChar w:fldCharType="separate"/>
            </w:r>
            <w:r w:rsidRPr="00D12FFF">
              <w:rPr>
                <w:rFonts w:cstheme="minorBidi"/>
                <w:color w:val="auto"/>
                <w:lang w:val="en-CA"/>
              </w:rPr>
              <w:fldChar w:fldCharType="end"/>
            </w:r>
            <w:r w:rsidR="00C06CEA" w:rsidRPr="00D12FFF">
              <w:rPr>
                <w:rFonts w:cstheme="minorBidi"/>
                <w:lang w:val="en-CA"/>
              </w:rPr>
              <w:t xml:space="preserve"> </w:t>
            </w:r>
            <w:r w:rsidR="00ED780B" w:rsidRPr="00D12FFF">
              <w:rPr>
                <w:rFonts w:cstheme="minorBidi"/>
                <w:lang w:val="en-CA"/>
              </w:rPr>
              <w:t>I</w:t>
            </w:r>
            <w:r w:rsidR="00C06CEA" w:rsidRPr="00D12FFF">
              <w:rPr>
                <w:rFonts w:cstheme="minorBidi"/>
                <w:lang w:val="en-CA"/>
              </w:rPr>
              <w:t>t</w:t>
            </w:r>
            <w:r w:rsidR="003407D6" w:rsidRPr="00D12FFF">
              <w:rPr>
                <w:rFonts w:cstheme="minorBidi"/>
                <w:lang w:val="en-CA"/>
              </w:rPr>
              <w:t xml:space="preserve"> </w:t>
            </w:r>
            <w:r w:rsidRPr="00D12FFF">
              <w:rPr>
                <w:rFonts w:cstheme="minorBidi"/>
                <w:lang w:val="en-CA"/>
              </w:rPr>
              <w:t>may result in feelings of shame and guilt, anxiety and depression.</w:t>
            </w:r>
          </w:p>
          <w:p w14:paraId="698A0136" w14:textId="5A3BB596" w:rsidR="003039BE" w:rsidRPr="00D12FFF" w:rsidRDefault="003039BE" w:rsidP="003039BE">
            <w:pPr>
              <w:autoSpaceDE w:val="0"/>
              <w:autoSpaceDN w:val="0"/>
              <w:adjustRightInd w:val="0"/>
              <w:rPr>
                <w:rFonts w:cstheme="minorHAnsi"/>
                <w:lang w:val="en-CA"/>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00ED780B" w:rsidRPr="00D12FFF">
              <w:rPr>
                <w:rFonts w:cstheme="minorHAnsi"/>
                <w:color w:val="auto"/>
                <w:lang w:val="en-CA"/>
              </w:rPr>
              <w:t xml:space="preserve">In some situations, </w:t>
            </w:r>
            <w:r w:rsidR="00ED780B" w:rsidRPr="00D12FFF">
              <w:rPr>
                <w:rFonts w:cstheme="minorHAnsi"/>
                <w:lang w:val="en-CA"/>
              </w:rPr>
              <w:t>t</w:t>
            </w:r>
            <w:r w:rsidRPr="00D12FFF">
              <w:rPr>
                <w:rFonts w:cstheme="minorHAnsi"/>
                <w:lang w:val="en-CA"/>
              </w:rPr>
              <w:t xml:space="preserve">he victim may be arrested by the police, for example, for sex outside of marriage in countries where this is a crime. </w:t>
            </w:r>
          </w:p>
          <w:p w14:paraId="5ECFEB7D" w14:textId="77777777" w:rsidR="003039BE" w:rsidRPr="00D12FFF" w:rsidRDefault="003039BE" w:rsidP="21EE7B39">
            <w:pPr>
              <w:autoSpaceDE w:val="0"/>
              <w:autoSpaceDN w:val="0"/>
              <w:adjustRightInd w:val="0"/>
              <w:rPr>
                <w:rFonts w:cstheme="minorBidi"/>
                <w:lang w:val="en-CA"/>
              </w:rPr>
            </w:pPr>
          </w:p>
          <w:p w14:paraId="48228802" w14:textId="77777777" w:rsidR="003B5CFB" w:rsidRPr="00D12FFF" w:rsidRDefault="003B5CFB" w:rsidP="003B5CFB">
            <w:pPr>
              <w:pStyle w:val="Lessontitle"/>
              <w:rPr>
                <w:rFonts w:cstheme="minorHAnsi"/>
                <w:sz w:val="20"/>
                <w:szCs w:val="20"/>
                <w:u w:val="single"/>
                <w:lang w:val="en-CA"/>
              </w:rPr>
            </w:pPr>
          </w:p>
          <w:p w14:paraId="5D5F01D1" w14:textId="0158A761" w:rsidR="003B5CFB" w:rsidRPr="00D12FFF" w:rsidRDefault="003B5CFB" w:rsidP="00105CEF">
            <w:pPr>
              <w:autoSpaceDE w:val="0"/>
              <w:autoSpaceDN w:val="0"/>
              <w:adjustRightInd w:val="0"/>
              <w:rPr>
                <w:rFonts w:cstheme="minorHAnsi"/>
                <w:lang w:val="en-CA"/>
              </w:rPr>
            </w:pPr>
          </w:p>
        </w:tc>
        <w:tc>
          <w:tcPr>
            <w:tcW w:w="1433" w:type="pct"/>
            <w:shd w:val="clear" w:color="auto" w:fill="auto"/>
            <w:vAlign w:val="center"/>
          </w:tcPr>
          <w:p w14:paraId="20D584F2" w14:textId="77777777" w:rsidR="00105CEF" w:rsidRPr="00D12FFF" w:rsidRDefault="00105CEF" w:rsidP="00105CEF">
            <w:pPr>
              <w:spacing w:before="0"/>
              <w:rPr>
                <w:lang w:val="en-CA"/>
              </w:rPr>
            </w:pPr>
          </w:p>
        </w:tc>
        <w:tc>
          <w:tcPr>
            <w:tcW w:w="447" w:type="pct"/>
          </w:tcPr>
          <w:p w14:paraId="3A59FF79" w14:textId="77777777" w:rsidR="00105CEF" w:rsidRPr="00D12FFF" w:rsidRDefault="00105CEF" w:rsidP="00105CEF">
            <w:pPr>
              <w:spacing w:before="0"/>
              <w:rPr>
                <w:lang w:val="en-CA"/>
              </w:rPr>
            </w:pPr>
          </w:p>
        </w:tc>
      </w:tr>
      <w:tr w:rsidR="007058C2" w:rsidRPr="00D12FFF" w14:paraId="6EB4E08F" w14:textId="77777777" w:rsidTr="21EE7B39">
        <w:trPr>
          <w:cantSplit/>
          <w:trHeight w:val="6336"/>
        </w:trPr>
        <w:tc>
          <w:tcPr>
            <w:tcW w:w="285" w:type="pct"/>
            <w:shd w:val="clear" w:color="auto" w:fill="auto"/>
            <w:vAlign w:val="center"/>
          </w:tcPr>
          <w:p w14:paraId="2545F33B" w14:textId="04D03B6D" w:rsidR="007058C2" w:rsidRPr="00D12FFF" w:rsidRDefault="007058C2" w:rsidP="007058C2">
            <w:pPr>
              <w:spacing w:before="0"/>
              <w:jc w:val="center"/>
              <w:rPr>
                <w:lang w:val="en-CA"/>
              </w:rPr>
            </w:pPr>
            <w:r w:rsidRPr="00D12FFF">
              <w:rPr>
                <w:lang w:val="en-CA"/>
              </w:rPr>
              <w:lastRenderedPageBreak/>
              <w:t>1.1</w:t>
            </w:r>
            <w:r w:rsidR="00FA5C25" w:rsidRPr="00D12FFF">
              <w:rPr>
                <w:lang w:val="en-CA"/>
              </w:rPr>
              <w:t>1</w:t>
            </w:r>
          </w:p>
        </w:tc>
        <w:tc>
          <w:tcPr>
            <w:tcW w:w="560" w:type="pct"/>
            <w:shd w:val="clear" w:color="auto" w:fill="auto"/>
            <w:vAlign w:val="center"/>
          </w:tcPr>
          <w:p w14:paraId="461D73D3" w14:textId="77777777" w:rsidR="007058C2" w:rsidRPr="00D12FFF" w:rsidRDefault="00F838C3" w:rsidP="007058C2">
            <w:pPr>
              <w:pStyle w:val="Normal2"/>
              <w:rPr>
                <w:lang w:val="en-CA"/>
              </w:rPr>
            </w:pPr>
            <w:sdt>
              <w:sdtPr>
                <w:rPr>
                  <w:lang w:val="en-CA"/>
                </w:rPr>
                <w:alias w:val="Type"/>
                <w:tag w:val="Type"/>
                <w:id w:val="-1717584890"/>
                <w:placeholder>
                  <w:docPart w:val="018B525956844D2A9F1E59425DA1E23F"/>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058C2" w:rsidRPr="00D12FFF">
                  <w:rPr>
                    <w:lang w:val="en-CA"/>
                  </w:rPr>
                  <w:t>Text - Paragraph with Heading</w:t>
                </w:r>
              </w:sdtContent>
            </w:sdt>
          </w:p>
          <w:p w14:paraId="0790F594" w14:textId="72F14BDA" w:rsidR="007058C2" w:rsidRPr="00D12FFF" w:rsidRDefault="00F838C3" w:rsidP="007058C2">
            <w:pPr>
              <w:pStyle w:val="Normal2"/>
              <w:rPr>
                <w:lang w:val="en-CA"/>
              </w:rPr>
            </w:pPr>
            <w:sdt>
              <w:sdtPr>
                <w:rPr>
                  <w:lang w:val="en-CA"/>
                </w:rPr>
                <w:alias w:val="Type"/>
                <w:tag w:val="Type"/>
                <w:id w:val="-1551991020"/>
                <w:placeholder>
                  <w:docPart w:val="9789FB7244674375820B92B0E9B5E61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058C2" w:rsidRPr="00D12FFF">
                  <w:rPr>
                    <w:lang w:val="en-CA"/>
                  </w:rPr>
                  <w:t>Quiz - MCQ</w:t>
                </w:r>
              </w:sdtContent>
            </w:sdt>
          </w:p>
        </w:tc>
        <w:tc>
          <w:tcPr>
            <w:tcW w:w="2275" w:type="pct"/>
            <w:shd w:val="clear" w:color="auto" w:fill="auto"/>
            <w:vAlign w:val="center"/>
          </w:tcPr>
          <w:p w14:paraId="3E65D1FF" w14:textId="520DEA5A" w:rsidR="007058C2" w:rsidRPr="00D12FFF" w:rsidRDefault="007058C2" w:rsidP="007058C2">
            <w:pPr>
              <w:pStyle w:val="Textheader"/>
              <w:rPr>
                <w:rFonts w:eastAsia="Arial"/>
                <w:lang w:val="en-CA" w:eastAsia="ja-JP"/>
              </w:rPr>
            </w:pPr>
            <w:r w:rsidRPr="00D12FFF">
              <w:rPr>
                <w:rFonts w:eastAsia="Arial"/>
                <w:lang w:val="en-CA" w:eastAsia="ja-JP"/>
              </w:rPr>
              <w:t>Question 11</w:t>
            </w:r>
          </w:p>
          <w:p w14:paraId="7AE46246" w14:textId="2F698090" w:rsidR="001C37AA" w:rsidRPr="00D12FFF" w:rsidRDefault="001C37AA" w:rsidP="007058C2">
            <w:pPr>
              <w:pStyle w:val="Textheader"/>
              <w:rPr>
                <w:rFonts w:eastAsia="Arial" w:cstheme="minorHAnsi"/>
                <w:b w:val="0"/>
                <w:bCs w:val="0"/>
                <w:sz w:val="20"/>
                <w:lang w:val="en-CA" w:eastAsia="ja-JP"/>
              </w:rPr>
            </w:pPr>
            <w:r w:rsidRPr="00D12FFF">
              <w:rPr>
                <w:rFonts w:cs="Calibri"/>
                <w:b w:val="0"/>
                <w:bCs w:val="0"/>
                <w:sz w:val="20"/>
              </w:rPr>
              <w:t>Is the following statement true or false?</w:t>
            </w:r>
          </w:p>
          <w:p w14:paraId="26065802" w14:textId="3520BB3B" w:rsidR="001C37AA" w:rsidRPr="00D12FFF" w:rsidRDefault="001C37AA" w:rsidP="001C37AA">
            <w:pPr>
              <w:autoSpaceDE w:val="0"/>
              <w:autoSpaceDN w:val="0"/>
              <w:adjustRightInd w:val="0"/>
              <w:rPr>
                <w:rFonts w:cstheme="minorHAnsi"/>
              </w:rPr>
            </w:pPr>
            <w:r w:rsidRPr="00D12FFF">
              <w:rPr>
                <w:rFonts w:cstheme="minorHAnsi"/>
              </w:rPr>
              <w:t xml:space="preserve">UN personnel </w:t>
            </w:r>
            <w:r w:rsidR="001B3C1E" w:rsidRPr="00D12FFF">
              <w:rPr>
                <w:rFonts w:cstheme="minorHAnsi"/>
              </w:rPr>
              <w:t>must always</w:t>
            </w:r>
            <w:r w:rsidRPr="00D12FFF">
              <w:rPr>
                <w:rFonts w:cstheme="minorHAnsi"/>
              </w:rPr>
              <w:t xml:space="preserve"> give their names when reporting a suspicion of sexual exploitation and abuse.</w:t>
            </w:r>
          </w:p>
          <w:p w14:paraId="28920B45" w14:textId="77777777" w:rsidR="007058C2" w:rsidRPr="00D12FFF" w:rsidRDefault="007058C2" w:rsidP="007058C2">
            <w:pPr>
              <w:autoSpaceDE w:val="0"/>
              <w:autoSpaceDN w:val="0"/>
              <w:adjustRightInd w:val="0"/>
              <w:rPr>
                <w:rFonts w:cstheme="minorHAnsi"/>
              </w:rPr>
            </w:pPr>
          </w:p>
          <w:p w14:paraId="28C09371" w14:textId="4EDD829E" w:rsidR="00A45407" w:rsidRPr="00D12FFF" w:rsidRDefault="00A45407" w:rsidP="00A45407">
            <w:pPr>
              <w:spacing w:before="0"/>
              <w:rPr>
                <w:rFonts w:eastAsia="Arial" w:cstheme="minorHAnsi"/>
                <w:i/>
                <w:color w:val="1F497D" w:themeColor="text2"/>
                <w:szCs w:val="16"/>
                <w:lang w:val="en-CA" w:eastAsia="ja-JP"/>
              </w:rPr>
            </w:pPr>
            <w:r w:rsidRPr="00D12FFF">
              <w:rPr>
                <w:rFonts w:eastAsia="Arial" w:cstheme="minorHAnsi"/>
                <w:i/>
                <w:color w:val="1F497D" w:themeColor="text2"/>
                <w:szCs w:val="16"/>
                <w:lang w:val="en-CA" w:eastAsia="ja-JP"/>
              </w:rPr>
              <w:t>Select one answer, then click SUBMIT.</w:t>
            </w:r>
          </w:p>
          <w:p w14:paraId="22E8C942" w14:textId="77777777" w:rsidR="00A45407" w:rsidRPr="00D12FFF" w:rsidRDefault="00A45407" w:rsidP="00A45407">
            <w:pPr>
              <w:spacing w:before="0"/>
              <w:rPr>
                <w:color w:val="1F497D" w:themeColor="text2"/>
                <w:lang w:val="en-CA"/>
              </w:rPr>
            </w:pPr>
          </w:p>
          <w:p w14:paraId="44BC7202" w14:textId="025B9F30" w:rsidR="007058C2" w:rsidRPr="00D12FFF" w:rsidRDefault="007058C2" w:rsidP="007058C2">
            <w:pPr>
              <w:autoSpaceDE w:val="0"/>
              <w:autoSpaceDN w:val="0"/>
              <w:adjustRightInd w:val="0"/>
              <w:rPr>
                <w:rFonts w:cstheme="minorHAnsi"/>
                <w:lang w:val="en-CA"/>
              </w:rPr>
            </w:pPr>
            <w:r w:rsidRPr="00D12FFF">
              <w:rPr>
                <w:rFonts w:cstheme="minorHAnsi"/>
                <w:color w:val="auto"/>
                <w:lang w:val="en-CA"/>
              </w:rPr>
              <w:fldChar w:fldCharType="begin">
                <w:ffData>
                  <w:name w:val="Check10"/>
                  <w:enabled/>
                  <w:calcOnExit w:val="0"/>
                  <w:checkBox>
                    <w:sizeAuto/>
                    <w:default w:val="0"/>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001C37AA" w:rsidRPr="00D12FFF">
              <w:rPr>
                <w:rFonts w:cstheme="minorHAnsi"/>
                <w:lang w:val="en-CA"/>
              </w:rPr>
              <w:t>True</w:t>
            </w:r>
          </w:p>
          <w:p w14:paraId="0C6E7DB0" w14:textId="5F90D37A" w:rsidR="007058C2" w:rsidRPr="00D12FFF" w:rsidRDefault="007058C2" w:rsidP="007058C2">
            <w:pPr>
              <w:autoSpaceDE w:val="0"/>
              <w:autoSpaceDN w:val="0"/>
              <w:adjustRightInd w:val="0"/>
              <w:rPr>
                <w:rFonts w:cstheme="minorHAnsi"/>
                <w:lang w:val="en-CA"/>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001C37AA" w:rsidRPr="00D12FFF">
              <w:rPr>
                <w:rFonts w:cstheme="minorHAnsi"/>
                <w:lang w:val="en-CA"/>
              </w:rPr>
              <w:t>False</w:t>
            </w:r>
            <w:r w:rsidRPr="00D12FFF">
              <w:rPr>
                <w:rFonts w:cstheme="minorHAnsi"/>
                <w:lang w:val="en-CA"/>
              </w:rPr>
              <w:t xml:space="preserve"> </w:t>
            </w:r>
          </w:p>
          <w:p w14:paraId="5F29EBC1" w14:textId="77777777" w:rsidR="007058C2" w:rsidRPr="00D12FFF" w:rsidRDefault="007058C2" w:rsidP="007058C2">
            <w:pPr>
              <w:pStyle w:val="Textheader"/>
              <w:rPr>
                <w:rFonts w:eastAsia="Arial"/>
                <w:lang w:val="en-CA" w:eastAsia="ja-JP"/>
              </w:rPr>
            </w:pPr>
          </w:p>
        </w:tc>
        <w:tc>
          <w:tcPr>
            <w:tcW w:w="1433" w:type="pct"/>
            <w:shd w:val="clear" w:color="auto" w:fill="auto"/>
            <w:vAlign w:val="center"/>
          </w:tcPr>
          <w:p w14:paraId="664645C5" w14:textId="77777777" w:rsidR="007058C2" w:rsidRPr="00D12FFF" w:rsidRDefault="007058C2" w:rsidP="007058C2">
            <w:pPr>
              <w:spacing w:before="0"/>
              <w:rPr>
                <w:lang w:val="en-CA"/>
              </w:rPr>
            </w:pPr>
          </w:p>
        </w:tc>
        <w:tc>
          <w:tcPr>
            <w:tcW w:w="447" w:type="pct"/>
          </w:tcPr>
          <w:p w14:paraId="30EF7DAB" w14:textId="77777777" w:rsidR="007058C2" w:rsidRPr="00D12FFF" w:rsidRDefault="007058C2" w:rsidP="007058C2">
            <w:pPr>
              <w:spacing w:before="0"/>
              <w:rPr>
                <w:lang w:val="en-CA"/>
              </w:rPr>
            </w:pPr>
          </w:p>
        </w:tc>
      </w:tr>
      <w:tr w:rsidR="007058C2" w:rsidRPr="00D12FFF" w14:paraId="25C8F153" w14:textId="77777777" w:rsidTr="21EE7B39">
        <w:trPr>
          <w:cantSplit/>
          <w:trHeight w:val="6336"/>
        </w:trPr>
        <w:tc>
          <w:tcPr>
            <w:tcW w:w="285" w:type="pct"/>
            <w:shd w:val="clear" w:color="auto" w:fill="auto"/>
            <w:vAlign w:val="center"/>
          </w:tcPr>
          <w:p w14:paraId="090F0E5D" w14:textId="6B5AB9E9" w:rsidR="007058C2" w:rsidRPr="00D12FFF" w:rsidRDefault="007058C2" w:rsidP="007058C2">
            <w:pPr>
              <w:spacing w:before="0"/>
              <w:jc w:val="center"/>
              <w:rPr>
                <w:lang w:val="en-CA"/>
              </w:rPr>
            </w:pPr>
            <w:r w:rsidRPr="00D12FFF">
              <w:rPr>
                <w:lang w:val="en-CA"/>
              </w:rPr>
              <w:lastRenderedPageBreak/>
              <w:t>1.1</w:t>
            </w:r>
            <w:r w:rsidR="00FA5C25" w:rsidRPr="00D12FFF">
              <w:rPr>
                <w:lang w:val="en-CA"/>
              </w:rPr>
              <w:t>2</w:t>
            </w:r>
          </w:p>
        </w:tc>
        <w:tc>
          <w:tcPr>
            <w:tcW w:w="560" w:type="pct"/>
            <w:shd w:val="clear" w:color="auto" w:fill="auto"/>
            <w:vAlign w:val="center"/>
          </w:tcPr>
          <w:p w14:paraId="5F563EE0" w14:textId="77777777" w:rsidR="007058C2" w:rsidRPr="00D12FFF" w:rsidRDefault="00F838C3" w:rsidP="007058C2">
            <w:pPr>
              <w:pStyle w:val="Normal2"/>
              <w:rPr>
                <w:lang w:val="en-CA"/>
              </w:rPr>
            </w:pPr>
            <w:sdt>
              <w:sdtPr>
                <w:rPr>
                  <w:lang w:val="en-CA"/>
                </w:rPr>
                <w:alias w:val="Type"/>
                <w:tag w:val="Type"/>
                <w:id w:val="1491985200"/>
                <w:placeholder>
                  <w:docPart w:val="152BCB7BFA9A4086A43427EA8DF0BE84"/>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058C2" w:rsidRPr="00D12FFF">
                  <w:rPr>
                    <w:lang w:val="en-CA"/>
                  </w:rPr>
                  <w:t>Text - Paragraph with Heading</w:t>
                </w:r>
              </w:sdtContent>
            </w:sdt>
          </w:p>
          <w:p w14:paraId="21A6BD4F" w14:textId="0AB6F138" w:rsidR="007058C2" w:rsidRPr="00D12FFF" w:rsidRDefault="00F838C3" w:rsidP="007058C2">
            <w:pPr>
              <w:pStyle w:val="Normal2"/>
              <w:rPr>
                <w:lang w:val="en-CA"/>
              </w:rPr>
            </w:pPr>
            <w:sdt>
              <w:sdtPr>
                <w:rPr>
                  <w:lang w:val="en-CA"/>
                </w:rPr>
                <w:alias w:val="Type"/>
                <w:tag w:val="Type"/>
                <w:id w:val="432244718"/>
                <w:placeholder>
                  <w:docPart w:val="328BAED638CC4F508BC5BD01DDBF9BBB"/>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058C2" w:rsidRPr="00D12FFF">
                  <w:rPr>
                    <w:lang w:val="en-CA"/>
                  </w:rPr>
                  <w:t>Quiz - MCQ</w:t>
                </w:r>
              </w:sdtContent>
            </w:sdt>
          </w:p>
        </w:tc>
        <w:tc>
          <w:tcPr>
            <w:tcW w:w="2275" w:type="pct"/>
            <w:shd w:val="clear" w:color="auto" w:fill="auto"/>
            <w:vAlign w:val="center"/>
          </w:tcPr>
          <w:p w14:paraId="66C55BD2" w14:textId="1D5A731C" w:rsidR="007058C2" w:rsidRPr="00D12FFF" w:rsidRDefault="007058C2" w:rsidP="007058C2">
            <w:pPr>
              <w:pStyle w:val="Textheader"/>
              <w:rPr>
                <w:rFonts w:eastAsia="Arial"/>
                <w:lang w:val="en-CA" w:eastAsia="ja-JP"/>
              </w:rPr>
            </w:pPr>
            <w:r w:rsidRPr="00D12FFF">
              <w:rPr>
                <w:rFonts w:eastAsia="Arial"/>
                <w:lang w:val="en-CA" w:eastAsia="ja-JP"/>
              </w:rPr>
              <w:t>Question 12</w:t>
            </w:r>
          </w:p>
          <w:p w14:paraId="6237CEB5" w14:textId="6F6DF35F" w:rsidR="00417892" w:rsidRPr="00D12FFF" w:rsidRDefault="00417892" w:rsidP="007058C2">
            <w:pPr>
              <w:autoSpaceDE w:val="0"/>
              <w:autoSpaceDN w:val="0"/>
              <w:adjustRightInd w:val="0"/>
              <w:rPr>
                <w:rFonts w:cs="Calibri"/>
              </w:rPr>
            </w:pPr>
            <w:r w:rsidRPr="00D12FFF">
              <w:rPr>
                <w:rFonts w:cs="Calibri"/>
              </w:rPr>
              <w:t>Is the following statement true or false?</w:t>
            </w:r>
          </w:p>
          <w:p w14:paraId="002A6809" w14:textId="6211DC28" w:rsidR="007058C2" w:rsidRPr="00D12FFF" w:rsidRDefault="007058C2" w:rsidP="007058C2">
            <w:pPr>
              <w:autoSpaceDE w:val="0"/>
              <w:autoSpaceDN w:val="0"/>
              <w:adjustRightInd w:val="0"/>
              <w:rPr>
                <w:rFonts w:ascii="Microsoft Sans Serif" w:hAnsi="Microsoft Sans Serif" w:cs="Microsoft Sans Serif"/>
              </w:rPr>
            </w:pPr>
            <w:r w:rsidRPr="00D12FFF">
              <w:rPr>
                <w:rFonts w:cs="Calibri"/>
              </w:rPr>
              <w:t>Acts of sexual exploitation and abuse by UN personnel affect the image of the UN, but do not affect the ability of the UN to implement its mandate in a country.</w:t>
            </w:r>
          </w:p>
          <w:p w14:paraId="5DFB814A" w14:textId="77777777" w:rsidR="007058C2" w:rsidRPr="00D12FFF" w:rsidRDefault="007058C2" w:rsidP="007058C2">
            <w:pPr>
              <w:autoSpaceDE w:val="0"/>
              <w:autoSpaceDN w:val="0"/>
              <w:adjustRightInd w:val="0"/>
              <w:rPr>
                <w:rFonts w:cs="Calibri"/>
                <w:sz w:val="18"/>
                <w:szCs w:val="18"/>
              </w:rPr>
            </w:pPr>
          </w:p>
          <w:p w14:paraId="33F39D78" w14:textId="0BF501D1" w:rsidR="00A45407" w:rsidRPr="00D12FFF" w:rsidRDefault="00A45407" w:rsidP="00A45407">
            <w:pPr>
              <w:spacing w:before="0"/>
              <w:rPr>
                <w:rFonts w:eastAsia="Arial" w:cstheme="minorHAnsi"/>
                <w:i/>
                <w:color w:val="1F497D" w:themeColor="text2"/>
                <w:szCs w:val="16"/>
                <w:lang w:val="en-CA" w:eastAsia="ja-JP"/>
              </w:rPr>
            </w:pPr>
            <w:r w:rsidRPr="00D12FFF">
              <w:rPr>
                <w:rFonts w:eastAsia="Arial" w:cstheme="minorHAnsi"/>
                <w:i/>
                <w:color w:val="1F497D" w:themeColor="text2"/>
                <w:szCs w:val="16"/>
                <w:lang w:val="en-CA" w:eastAsia="ja-JP"/>
              </w:rPr>
              <w:t>Select one answer, then click SUBMIT.</w:t>
            </w:r>
          </w:p>
          <w:p w14:paraId="51535391" w14:textId="77777777" w:rsidR="00A45407" w:rsidRPr="00D12FFF" w:rsidRDefault="00A45407" w:rsidP="00A45407">
            <w:pPr>
              <w:spacing w:before="0"/>
              <w:rPr>
                <w:color w:val="1F497D" w:themeColor="text2"/>
                <w:lang w:val="en-CA"/>
              </w:rPr>
            </w:pPr>
          </w:p>
          <w:p w14:paraId="3A356C9A" w14:textId="6188292A" w:rsidR="007058C2" w:rsidRPr="00D12FFF" w:rsidRDefault="007058C2" w:rsidP="007058C2">
            <w:pPr>
              <w:autoSpaceDE w:val="0"/>
              <w:autoSpaceDN w:val="0"/>
              <w:adjustRightInd w:val="0"/>
              <w:rPr>
                <w:rFonts w:cstheme="minorHAnsi"/>
                <w:lang w:val="en-CA"/>
              </w:rPr>
            </w:pPr>
            <w:r w:rsidRPr="00D12FFF">
              <w:rPr>
                <w:rFonts w:cstheme="minorHAnsi"/>
                <w:color w:val="auto"/>
                <w:lang w:val="en-CA"/>
              </w:rPr>
              <w:fldChar w:fldCharType="begin">
                <w:ffData>
                  <w:name w:val="Check10"/>
                  <w:enabled/>
                  <w:calcOnExit w:val="0"/>
                  <w:checkBox>
                    <w:sizeAuto/>
                    <w:default w:val="0"/>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True</w:t>
            </w:r>
          </w:p>
          <w:p w14:paraId="2E941C73" w14:textId="66CA91DE" w:rsidR="007058C2" w:rsidRPr="00D12FFF" w:rsidRDefault="007058C2" w:rsidP="007058C2">
            <w:pPr>
              <w:autoSpaceDE w:val="0"/>
              <w:autoSpaceDN w:val="0"/>
              <w:adjustRightInd w:val="0"/>
              <w:rPr>
                <w:rFonts w:cstheme="minorHAnsi"/>
                <w:lang w:val="en-CA"/>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lang w:val="en-CA"/>
              </w:rPr>
              <w:t xml:space="preserve">False </w:t>
            </w:r>
          </w:p>
          <w:p w14:paraId="14B94A08" w14:textId="77777777" w:rsidR="007058C2" w:rsidRPr="00D12FFF" w:rsidRDefault="007058C2" w:rsidP="007058C2">
            <w:pPr>
              <w:pStyle w:val="Textheader"/>
              <w:rPr>
                <w:rFonts w:eastAsia="Arial"/>
                <w:lang w:val="en-CA" w:eastAsia="ja-JP"/>
              </w:rPr>
            </w:pPr>
          </w:p>
        </w:tc>
        <w:tc>
          <w:tcPr>
            <w:tcW w:w="1433" w:type="pct"/>
            <w:shd w:val="clear" w:color="auto" w:fill="auto"/>
            <w:vAlign w:val="center"/>
          </w:tcPr>
          <w:p w14:paraId="2359CF94" w14:textId="77777777" w:rsidR="007058C2" w:rsidRPr="00D12FFF" w:rsidRDefault="007058C2" w:rsidP="007058C2">
            <w:pPr>
              <w:spacing w:before="0"/>
              <w:rPr>
                <w:lang w:val="en-CA"/>
              </w:rPr>
            </w:pPr>
          </w:p>
        </w:tc>
        <w:tc>
          <w:tcPr>
            <w:tcW w:w="447" w:type="pct"/>
          </w:tcPr>
          <w:p w14:paraId="477D1CDC" w14:textId="77777777" w:rsidR="007058C2" w:rsidRPr="00D12FFF" w:rsidRDefault="007058C2" w:rsidP="007058C2">
            <w:pPr>
              <w:spacing w:before="0"/>
              <w:rPr>
                <w:lang w:val="en-CA"/>
              </w:rPr>
            </w:pPr>
          </w:p>
        </w:tc>
      </w:tr>
      <w:tr w:rsidR="001E42FD" w:rsidRPr="00D12FFF" w14:paraId="7C41C85A" w14:textId="77777777" w:rsidTr="21EE7B39">
        <w:trPr>
          <w:cantSplit/>
          <w:trHeight w:val="6336"/>
        </w:trPr>
        <w:tc>
          <w:tcPr>
            <w:tcW w:w="285" w:type="pct"/>
            <w:shd w:val="clear" w:color="auto" w:fill="auto"/>
            <w:vAlign w:val="center"/>
          </w:tcPr>
          <w:p w14:paraId="3D8EF955" w14:textId="5C9EE8AB" w:rsidR="001E42FD" w:rsidRPr="00D12FFF" w:rsidRDefault="001E42FD" w:rsidP="001E42FD">
            <w:pPr>
              <w:spacing w:before="0"/>
              <w:jc w:val="center"/>
              <w:rPr>
                <w:lang w:val="en-CA"/>
              </w:rPr>
            </w:pPr>
            <w:r w:rsidRPr="00D12FFF">
              <w:rPr>
                <w:lang w:val="en-CA"/>
              </w:rPr>
              <w:lastRenderedPageBreak/>
              <w:t>1.1</w:t>
            </w:r>
            <w:r w:rsidR="00FA5C25" w:rsidRPr="00D12FFF">
              <w:rPr>
                <w:lang w:val="en-CA"/>
              </w:rPr>
              <w:t>3</w:t>
            </w:r>
          </w:p>
        </w:tc>
        <w:tc>
          <w:tcPr>
            <w:tcW w:w="560" w:type="pct"/>
            <w:shd w:val="clear" w:color="auto" w:fill="auto"/>
            <w:vAlign w:val="center"/>
          </w:tcPr>
          <w:p w14:paraId="17A112EE" w14:textId="77777777" w:rsidR="001E42FD" w:rsidRPr="00D12FFF" w:rsidRDefault="00F838C3" w:rsidP="001E42FD">
            <w:pPr>
              <w:pStyle w:val="Normal2"/>
              <w:rPr>
                <w:lang w:val="en-CA"/>
              </w:rPr>
            </w:pPr>
            <w:sdt>
              <w:sdtPr>
                <w:rPr>
                  <w:lang w:val="en-CA"/>
                </w:rPr>
                <w:alias w:val="Type"/>
                <w:tag w:val="Type"/>
                <w:id w:val="-1352409695"/>
                <w:placeholder>
                  <w:docPart w:val="0039A90F72C249BD85B8663431832BDB"/>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1E42FD" w:rsidRPr="00D12FFF">
                  <w:rPr>
                    <w:lang w:val="en-CA"/>
                  </w:rPr>
                  <w:t>Text - Paragraph with Heading</w:t>
                </w:r>
              </w:sdtContent>
            </w:sdt>
          </w:p>
          <w:p w14:paraId="31001529" w14:textId="66DFBFD2" w:rsidR="001E42FD" w:rsidRPr="00D12FFF" w:rsidRDefault="00F838C3" w:rsidP="001E42FD">
            <w:pPr>
              <w:pStyle w:val="Normal2"/>
              <w:rPr>
                <w:lang w:val="en-CA"/>
              </w:rPr>
            </w:pPr>
            <w:sdt>
              <w:sdtPr>
                <w:rPr>
                  <w:lang w:val="en-CA"/>
                </w:rPr>
                <w:alias w:val="Type"/>
                <w:tag w:val="Type"/>
                <w:id w:val="-762996154"/>
                <w:placeholder>
                  <w:docPart w:val="88F7A3423F19425EAF636F1FA98D49EA"/>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C2322A" w:rsidRPr="00D12FFF">
                  <w:rPr>
                    <w:lang w:val="en-CA"/>
                  </w:rPr>
                  <w:t>Quiz - MRQ</w:t>
                </w:r>
              </w:sdtContent>
            </w:sdt>
          </w:p>
        </w:tc>
        <w:tc>
          <w:tcPr>
            <w:tcW w:w="2275" w:type="pct"/>
            <w:shd w:val="clear" w:color="auto" w:fill="auto"/>
            <w:vAlign w:val="center"/>
          </w:tcPr>
          <w:p w14:paraId="0BD184CB" w14:textId="698E933C" w:rsidR="001E42FD" w:rsidRPr="00D12FFF" w:rsidRDefault="001E42FD" w:rsidP="001E42FD">
            <w:pPr>
              <w:pStyle w:val="Textheader"/>
              <w:rPr>
                <w:rFonts w:eastAsia="Arial"/>
                <w:lang w:val="en-CA" w:eastAsia="ja-JP"/>
              </w:rPr>
            </w:pPr>
            <w:r w:rsidRPr="00D12FFF">
              <w:rPr>
                <w:rFonts w:eastAsia="Arial"/>
                <w:lang w:val="en-CA" w:eastAsia="ja-JP"/>
              </w:rPr>
              <w:t>Question 13</w:t>
            </w:r>
          </w:p>
          <w:p w14:paraId="03CF1F4F" w14:textId="77777777" w:rsidR="00CA1B13" w:rsidRPr="00D12FFF" w:rsidRDefault="00C079F3" w:rsidP="00B632CC">
            <w:pPr>
              <w:autoSpaceDE w:val="0"/>
              <w:autoSpaceDN w:val="0"/>
              <w:adjustRightInd w:val="0"/>
              <w:spacing w:line="252" w:lineRule="auto"/>
              <w:rPr>
                <w:rFonts w:cs="Calibri"/>
              </w:rPr>
            </w:pPr>
            <w:r w:rsidRPr="00D12FFF">
              <w:rPr>
                <w:rFonts w:cs="Calibri"/>
              </w:rPr>
              <w:t>Yo</w:t>
            </w:r>
            <w:r w:rsidR="00025820" w:rsidRPr="00D12FFF">
              <w:rPr>
                <w:rFonts w:cs="Calibri"/>
              </w:rPr>
              <w:t>s</w:t>
            </w:r>
            <w:r w:rsidRPr="00D12FFF">
              <w:rPr>
                <w:rFonts w:cs="Calibri"/>
              </w:rPr>
              <w:t>hi</w:t>
            </w:r>
            <w:r w:rsidR="001E42FD" w:rsidRPr="00D12FFF">
              <w:rPr>
                <w:rFonts w:cs="Calibri"/>
              </w:rPr>
              <w:t xml:space="preserve"> is a UN staff member and has started a new job in a hardship duty station. What actions would you advise </w:t>
            </w:r>
            <w:r w:rsidRPr="00D12FFF">
              <w:rPr>
                <w:rFonts w:cs="Calibri"/>
              </w:rPr>
              <w:t>Yoshi</w:t>
            </w:r>
            <w:r w:rsidR="009332C1" w:rsidRPr="00D12FFF">
              <w:rPr>
                <w:rFonts w:cs="Calibri"/>
              </w:rPr>
              <w:t xml:space="preserve"> </w:t>
            </w:r>
            <w:r w:rsidR="001E42FD" w:rsidRPr="00D12FFF">
              <w:rPr>
                <w:rFonts w:cs="Calibri"/>
              </w:rPr>
              <w:t>to take in his daily life to uphold the UN standards of conduct on sexual exploitation and abuse?</w:t>
            </w:r>
          </w:p>
          <w:p w14:paraId="07BC4E0B" w14:textId="704435C1" w:rsidR="00C2322A" w:rsidRPr="00D12FFF" w:rsidRDefault="001E42FD" w:rsidP="00B632CC">
            <w:pPr>
              <w:autoSpaceDE w:val="0"/>
              <w:autoSpaceDN w:val="0"/>
              <w:adjustRightInd w:val="0"/>
              <w:spacing w:line="252" w:lineRule="auto"/>
              <w:rPr>
                <w:rFonts w:cs="Calibri"/>
              </w:rPr>
            </w:pPr>
            <w:r w:rsidRPr="00D12FFF">
              <w:rPr>
                <w:rFonts w:cs="Calibri"/>
              </w:rPr>
              <w:t xml:space="preserve"> </w:t>
            </w:r>
          </w:p>
          <w:p w14:paraId="727F8F7C" w14:textId="36F97C0A" w:rsidR="00CA1B13" w:rsidRPr="00D12FFF" w:rsidRDefault="00CA1B13" w:rsidP="00CA1B13">
            <w:pPr>
              <w:rPr>
                <w:rFonts w:cstheme="minorHAnsi"/>
                <w:i/>
                <w:color w:val="004990"/>
              </w:rPr>
            </w:pPr>
            <w:r w:rsidRPr="00D12FFF">
              <w:rPr>
                <w:rFonts w:cstheme="minorHAnsi"/>
                <w:i/>
                <w:color w:val="004990"/>
              </w:rPr>
              <w:t>Select all answers that apply, then click SUBMIT.</w:t>
            </w:r>
          </w:p>
          <w:p w14:paraId="1C186E17" w14:textId="77777777" w:rsidR="00CA1B13" w:rsidRPr="00D12FFF" w:rsidRDefault="00CA1B13" w:rsidP="00CA1B13">
            <w:pPr>
              <w:rPr>
                <w:rFonts w:cstheme="minorHAnsi"/>
                <w:i/>
                <w:color w:val="004990"/>
              </w:rPr>
            </w:pPr>
          </w:p>
          <w:p w14:paraId="363B52DC" w14:textId="544B6939" w:rsidR="001E42FD" w:rsidRPr="00D12FFF" w:rsidRDefault="001E42FD" w:rsidP="001E42FD">
            <w:pPr>
              <w:autoSpaceDE w:val="0"/>
              <w:autoSpaceDN w:val="0"/>
              <w:adjustRightInd w:val="0"/>
              <w:rPr>
                <w:rFonts w:cstheme="minorHAnsi"/>
              </w:rPr>
            </w:pPr>
            <w:r w:rsidRPr="00D12FFF">
              <w:rPr>
                <w:rFonts w:cstheme="minorHAnsi"/>
                <w:color w:val="auto"/>
                <w:lang w:val="en-CA"/>
              </w:rPr>
              <w:fldChar w:fldCharType="begin">
                <w:ffData>
                  <w:name w:val="Check10"/>
                  <w:enabled/>
                  <w:calcOnExit w:val="0"/>
                  <w:checkBox>
                    <w:sizeAuto/>
                    <w:default w:val="0"/>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rPr>
              <w:t xml:space="preserve">Postpone attending the UN training on sexual exploitation and abuse until he is less busy in three </w:t>
            </w:r>
            <w:r w:rsidR="003F0DD4" w:rsidRPr="00D12FFF">
              <w:rPr>
                <w:rFonts w:cstheme="minorHAnsi"/>
              </w:rPr>
              <w:t>months</w:t>
            </w:r>
          </w:p>
          <w:p w14:paraId="09B93E26" w14:textId="1FD45265" w:rsidR="001E42FD" w:rsidRPr="00D12FFF" w:rsidRDefault="001E42FD" w:rsidP="001E42FD">
            <w:pPr>
              <w:autoSpaceDE w:val="0"/>
              <w:autoSpaceDN w:val="0"/>
              <w:adjustRightInd w:val="0"/>
              <w:rPr>
                <w:rFonts w:cstheme="minorHAnsi"/>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rPr>
              <w:t>Avoid socializing in bars and restaurants that are off-limits to UN personnel</w:t>
            </w:r>
          </w:p>
          <w:p w14:paraId="06F30776" w14:textId="2921D162" w:rsidR="001E42FD" w:rsidRPr="00D12FFF" w:rsidRDefault="001E42FD" w:rsidP="001E42FD">
            <w:pPr>
              <w:autoSpaceDE w:val="0"/>
              <w:autoSpaceDN w:val="0"/>
              <w:adjustRightInd w:val="0"/>
              <w:rPr>
                <w:rFonts w:cstheme="minorHAnsi"/>
              </w:rPr>
            </w:pPr>
            <w:r w:rsidRPr="00D12FFF">
              <w:rPr>
                <w:rFonts w:cstheme="minorHAnsi"/>
                <w:color w:val="auto"/>
                <w:lang w:val="en-CA"/>
              </w:rPr>
              <w:fldChar w:fldCharType="begin">
                <w:ffData>
                  <w:name w:val="Check10"/>
                  <w:enabled/>
                  <w:calcOnExit w:val="0"/>
                  <w:checkBox>
                    <w:sizeAuto/>
                    <w:default w:val="0"/>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rPr>
              <w:t>Avoid requesting holidays or rest and recuperation (R&amp;R) breaks so that he can focus on his new job</w:t>
            </w:r>
          </w:p>
          <w:p w14:paraId="50834521" w14:textId="406F9628" w:rsidR="001E42FD" w:rsidRPr="00D12FFF" w:rsidRDefault="001E42FD" w:rsidP="001E42FD">
            <w:pPr>
              <w:autoSpaceDE w:val="0"/>
              <w:autoSpaceDN w:val="0"/>
              <w:adjustRightInd w:val="0"/>
              <w:rPr>
                <w:rFonts w:cstheme="minorHAnsi"/>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rPr>
              <w:t>Engage in hobbies or sports to keep his stress levels under control</w:t>
            </w:r>
          </w:p>
          <w:p w14:paraId="54C22665" w14:textId="77777777" w:rsidR="001E42FD" w:rsidRPr="00D12FFF" w:rsidRDefault="001E42FD" w:rsidP="001E42FD">
            <w:pPr>
              <w:autoSpaceDE w:val="0"/>
              <w:autoSpaceDN w:val="0"/>
              <w:adjustRightInd w:val="0"/>
              <w:rPr>
                <w:rFonts w:cstheme="minorHAnsi"/>
                <w:lang w:val="en-CA"/>
              </w:rPr>
            </w:pPr>
          </w:p>
          <w:p w14:paraId="6B389338" w14:textId="77777777" w:rsidR="001E42FD" w:rsidRPr="00D12FFF" w:rsidRDefault="001E42FD" w:rsidP="001E42FD">
            <w:pPr>
              <w:pStyle w:val="Textheader"/>
              <w:rPr>
                <w:rFonts w:eastAsia="Arial"/>
                <w:lang w:val="en-CA" w:eastAsia="ja-JP"/>
              </w:rPr>
            </w:pPr>
          </w:p>
        </w:tc>
        <w:tc>
          <w:tcPr>
            <w:tcW w:w="1433" w:type="pct"/>
            <w:shd w:val="clear" w:color="auto" w:fill="auto"/>
            <w:vAlign w:val="center"/>
          </w:tcPr>
          <w:p w14:paraId="7474B690" w14:textId="77777777" w:rsidR="001E42FD" w:rsidRPr="00D12FFF" w:rsidRDefault="001E42FD" w:rsidP="001E42FD">
            <w:pPr>
              <w:spacing w:before="0"/>
              <w:rPr>
                <w:lang w:val="en-CA"/>
              </w:rPr>
            </w:pPr>
          </w:p>
        </w:tc>
        <w:tc>
          <w:tcPr>
            <w:tcW w:w="447" w:type="pct"/>
          </w:tcPr>
          <w:p w14:paraId="3C8CAFD1" w14:textId="77777777" w:rsidR="001E42FD" w:rsidRPr="00D12FFF" w:rsidRDefault="001E42FD" w:rsidP="001E42FD">
            <w:pPr>
              <w:spacing w:before="0"/>
              <w:rPr>
                <w:lang w:val="en-CA"/>
              </w:rPr>
            </w:pPr>
          </w:p>
        </w:tc>
      </w:tr>
      <w:tr w:rsidR="007964D2" w:rsidRPr="00D12FFF" w14:paraId="550D950A" w14:textId="77777777" w:rsidTr="21EE7B39">
        <w:trPr>
          <w:cantSplit/>
          <w:trHeight w:val="6336"/>
        </w:trPr>
        <w:tc>
          <w:tcPr>
            <w:tcW w:w="285" w:type="pct"/>
            <w:shd w:val="clear" w:color="auto" w:fill="auto"/>
            <w:vAlign w:val="center"/>
          </w:tcPr>
          <w:p w14:paraId="55A4290A" w14:textId="566895F5" w:rsidR="007964D2" w:rsidRPr="00D12FFF" w:rsidRDefault="007964D2" w:rsidP="007964D2">
            <w:pPr>
              <w:spacing w:before="0"/>
              <w:jc w:val="center"/>
              <w:rPr>
                <w:lang w:val="en-CA"/>
              </w:rPr>
            </w:pPr>
            <w:r w:rsidRPr="00D12FFF">
              <w:rPr>
                <w:lang w:val="en-CA"/>
              </w:rPr>
              <w:lastRenderedPageBreak/>
              <w:t>1.1</w:t>
            </w:r>
            <w:r w:rsidR="00FA5C25" w:rsidRPr="00D12FFF">
              <w:rPr>
                <w:lang w:val="en-CA"/>
              </w:rPr>
              <w:t>4</w:t>
            </w:r>
          </w:p>
        </w:tc>
        <w:tc>
          <w:tcPr>
            <w:tcW w:w="560" w:type="pct"/>
            <w:shd w:val="clear" w:color="auto" w:fill="auto"/>
            <w:vAlign w:val="center"/>
          </w:tcPr>
          <w:p w14:paraId="35F1C429" w14:textId="77777777" w:rsidR="007964D2" w:rsidRPr="00D12FFF" w:rsidRDefault="00F838C3" w:rsidP="007964D2">
            <w:pPr>
              <w:pStyle w:val="Normal2"/>
              <w:rPr>
                <w:lang w:val="en-CA"/>
              </w:rPr>
            </w:pPr>
            <w:sdt>
              <w:sdtPr>
                <w:rPr>
                  <w:lang w:val="en-CA"/>
                </w:rPr>
                <w:alias w:val="Type"/>
                <w:tag w:val="Type"/>
                <w:id w:val="1387447668"/>
                <w:placeholder>
                  <w:docPart w:val="B2872E6D34F7496DB578E73A027CAF9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964D2" w:rsidRPr="00D12FFF">
                  <w:rPr>
                    <w:lang w:val="en-CA"/>
                  </w:rPr>
                  <w:t>Text - Paragraph with Heading</w:t>
                </w:r>
              </w:sdtContent>
            </w:sdt>
          </w:p>
          <w:p w14:paraId="15C74272" w14:textId="16FF1FA1" w:rsidR="007964D2" w:rsidRPr="00D12FFF" w:rsidRDefault="00F838C3" w:rsidP="007964D2">
            <w:pPr>
              <w:pStyle w:val="Normal2"/>
              <w:rPr>
                <w:lang w:val="en-CA"/>
              </w:rPr>
            </w:pPr>
            <w:sdt>
              <w:sdtPr>
                <w:rPr>
                  <w:lang w:val="en-CA"/>
                </w:rPr>
                <w:alias w:val="Type"/>
                <w:tag w:val="Type"/>
                <w:id w:val="1748220352"/>
                <w:placeholder>
                  <w:docPart w:val="47F33C38EFC844F1A566595860999B5A"/>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964D2" w:rsidRPr="00D12FFF">
                  <w:rPr>
                    <w:lang w:val="en-CA"/>
                  </w:rPr>
                  <w:t>Quiz - MCQ</w:t>
                </w:r>
              </w:sdtContent>
            </w:sdt>
          </w:p>
        </w:tc>
        <w:tc>
          <w:tcPr>
            <w:tcW w:w="2275" w:type="pct"/>
            <w:shd w:val="clear" w:color="auto" w:fill="auto"/>
            <w:vAlign w:val="center"/>
          </w:tcPr>
          <w:p w14:paraId="7BA0C1B1" w14:textId="5EE39E42" w:rsidR="007964D2" w:rsidRPr="00D12FFF" w:rsidRDefault="007964D2" w:rsidP="007964D2">
            <w:pPr>
              <w:pStyle w:val="Textheader"/>
              <w:rPr>
                <w:rFonts w:eastAsia="Arial"/>
                <w:lang w:val="en-CA" w:eastAsia="ja-JP"/>
              </w:rPr>
            </w:pPr>
            <w:r w:rsidRPr="00D12FFF">
              <w:rPr>
                <w:rFonts w:eastAsia="Arial"/>
                <w:lang w:val="en-CA" w:eastAsia="ja-JP"/>
              </w:rPr>
              <w:t>Question 1</w:t>
            </w:r>
            <w:r w:rsidR="000C2EB3" w:rsidRPr="00D12FFF">
              <w:rPr>
                <w:rFonts w:eastAsia="Arial"/>
                <w:lang w:val="en-CA" w:eastAsia="ja-JP"/>
              </w:rPr>
              <w:t>4</w:t>
            </w:r>
          </w:p>
          <w:p w14:paraId="61C59530" w14:textId="3D51C15B" w:rsidR="00417892" w:rsidRPr="00D12FFF" w:rsidRDefault="00417892" w:rsidP="0036350C">
            <w:pPr>
              <w:autoSpaceDE w:val="0"/>
              <w:autoSpaceDN w:val="0"/>
              <w:adjustRightInd w:val="0"/>
              <w:rPr>
                <w:rFonts w:cs="Calibri"/>
              </w:rPr>
            </w:pPr>
            <w:r w:rsidRPr="00D12FFF">
              <w:rPr>
                <w:rFonts w:cs="Calibri"/>
              </w:rPr>
              <w:t>Is the following statement true or false?</w:t>
            </w:r>
          </w:p>
          <w:p w14:paraId="19FBEEDD" w14:textId="7839F053" w:rsidR="0036350C" w:rsidRPr="00D12FFF" w:rsidRDefault="0036350C" w:rsidP="0036350C">
            <w:pPr>
              <w:autoSpaceDE w:val="0"/>
              <w:autoSpaceDN w:val="0"/>
              <w:adjustRightInd w:val="0"/>
              <w:rPr>
                <w:rFonts w:ascii="Microsoft Sans Serif" w:hAnsi="Microsoft Sans Serif" w:cs="Microsoft Sans Serif"/>
              </w:rPr>
            </w:pPr>
            <w:r w:rsidRPr="00D12FFF">
              <w:rPr>
                <w:rFonts w:cs="Calibri"/>
              </w:rPr>
              <w:t>I first need to find out if a suspicion of sexual exploitation and abuse by UN personnel is true before I can report it.</w:t>
            </w:r>
          </w:p>
          <w:p w14:paraId="12513D6D" w14:textId="77777777" w:rsidR="007964D2" w:rsidRPr="00D12FFF" w:rsidRDefault="007964D2" w:rsidP="007964D2">
            <w:pPr>
              <w:autoSpaceDE w:val="0"/>
              <w:autoSpaceDN w:val="0"/>
              <w:adjustRightInd w:val="0"/>
              <w:rPr>
                <w:rFonts w:cs="Calibri"/>
                <w:sz w:val="18"/>
                <w:szCs w:val="18"/>
              </w:rPr>
            </w:pPr>
          </w:p>
          <w:p w14:paraId="6DBBF2F5" w14:textId="4AF30EAC" w:rsidR="00A45407" w:rsidRPr="00D12FFF" w:rsidRDefault="00A45407" w:rsidP="00A45407">
            <w:pPr>
              <w:spacing w:before="0"/>
              <w:rPr>
                <w:rFonts w:eastAsia="Arial" w:cstheme="minorHAnsi"/>
                <w:i/>
                <w:color w:val="1F497D" w:themeColor="text2"/>
                <w:szCs w:val="16"/>
                <w:lang w:val="en-CA" w:eastAsia="ja-JP"/>
              </w:rPr>
            </w:pPr>
            <w:r w:rsidRPr="00D12FFF">
              <w:rPr>
                <w:rFonts w:eastAsia="Arial" w:cstheme="minorHAnsi"/>
                <w:i/>
                <w:color w:val="1F497D" w:themeColor="text2"/>
                <w:szCs w:val="16"/>
                <w:lang w:val="en-CA" w:eastAsia="ja-JP"/>
              </w:rPr>
              <w:t>Select one answer, then click SUBMIT.</w:t>
            </w:r>
          </w:p>
          <w:p w14:paraId="6986BC17" w14:textId="77777777" w:rsidR="00A45407" w:rsidRPr="00D12FFF" w:rsidRDefault="00A45407" w:rsidP="00A45407">
            <w:pPr>
              <w:spacing w:before="0"/>
              <w:rPr>
                <w:color w:val="1F497D" w:themeColor="text2"/>
                <w:lang w:val="en-CA"/>
              </w:rPr>
            </w:pPr>
          </w:p>
          <w:p w14:paraId="26308D22" w14:textId="77777777" w:rsidR="007964D2" w:rsidRPr="00D12FFF" w:rsidRDefault="007964D2" w:rsidP="007964D2">
            <w:pPr>
              <w:autoSpaceDE w:val="0"/>
              <w:autoSpaceDN w:val="0"/>
              <w:adjustRightInd w:val="0"/>
              <w:rPr>
                <w:rFonts w:cstheme="minorHAnsi"/>
                <w:lang w:val="en-CA"/>
              </w:rPr>
            </w:pPr>
            <w:r w:rsidRPr="00D12FFF">
              <w:rPr>
                <w:rFonts w:cstheme="minorHAnsi"/>
                <w:color w:val="auto"/>
                <w:lang w:val="en-CA"/>
              </w:rPr>
              <w:fldChar w:fldCharType="begin">
                <w:ffData>
                  <w:name w:val="Check10"/>
                  <w:enabled/>
                  <w:calcOnExit w:val="0"/>
                  <w:checkBox>
                    <w:sizeAuto/>
                    <w:default w:val="0"/>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True</w:t>
            </w:r>
          </w:p>
          <w:p w14:paraId="2FA30D72" w14:textId="06D985E6" w:rsidR="007964D2" w:rsidRPr="00D12FFF" w:rsidRDefault="007964D2" w:rsidP="007964D2">
            <w:pPr>
              <w:autoSpaceDE w:val="0"/>
              <w:autoSpaceDN w:val="0"/>
              <w:adjustRightInd w:val="0"/>
              <w:rPr>
                <w:rFonts w:cstheme="minorHAnsi"/>
                <w:lang w:val="en-CA"/>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lang w:val="en-CA"/>
              </w:rPr>
              <w:t>False</w:t>
            </w:r>
          </w:p>
          <w:p w14:paraId="184CD2C7" w14:textId="77777777" w:rsidR="007964D2" w:rsidRPr="00D12FFF" w:rsidRDefault="007964D2" w:rsidP="007964D2">
            <w:pPr>
              <w:pStyle w:val="Textheader"/>
              <w:rPr>
                <w:rFonts w:eastAsia="Arial"/>
                <w:lang w:val="en-CA" w:eastAsia="ja-JP"/>
              </w:rPr>
            </w:pPr>
          </w:p>
        </w:tc>
        <w:tc>
          <w:tcPr>
            <w:tcW w:w="1433" w:type="pct"/>
            <w:shd w:val="clear" w:color="auto" w:fill="auto"/>
            <w:vAlign w:val="center"/>
          </w:tcPr>
          <w:p w14:paraId="563EDB15" w14:textId="77777777" w:rsidR="007964D2" w:rsidRPr="00D12FFF" w:rsidRDefault="007964D2" w:rsidP="007964D2">
            <w:pPr>
              <w:spacing w:before="0"/>
              <w:rPr>
                <w:lang w:val="en-CA"/>
              </w:rPr>
            </w:pPr>
          </w:p>
        </w:tc>
        <w:tc>
          <w:tcPr>
            <w:tcW w:w="447" w:type="pct"/>
          </w:tcPr>
          <w:p w14:paraId="446796B6" w14:textId="77777777" w:rsidR="007964D2" w:rsidRPr="00D12FFF" w:rsidRDefault="007964D2" w:rsidP="007964D2">
            <w:pPr>
              <w:spacing w:before="0"/>
              <w:rPr>
                <w:lang w:val="en-CA"/>
              </w:rPr>
            </w:pPr>
          </w:p>
        </w:tc>
      </w:tr>
      <w:tr w:rsidR="0094710C" w:rsidRPr="00D12FFF" w14:paraId="057E0DE6" w14:textId="77777777" w:rsidTr="21EE7B39">
        <w:trPr>
          <w:cantSplit/>
          <w:trHeight w:val="6336"/>
        </w:trPr>
        <w:tc>
          <w:tcPr>
            <w:tcW w:w="285" w:type="pct"/>
            <w:shd w:val="clear" w:color="auto" w:fill="auto"/>
            <w:vAlign w:val="center"/>
          </w:tcPr>
          <w:p w14:paraId="430ED73F" w14:textId="00D48986" w:rsidR="0094710C" w:rsidRPr="00D12FFF" w:rsidRDefault="0094710C" w:rsidP="0094710C">
            <w:pPr>
              <w:spacing w:before="0"/>
              <w:jc w:val="center"/>
              <w:rPr>
                <w:lang w:val="en-CA"/>
              </w:rPr>
            </w:pPr>
            <w:r w:rsidRPr="00D12FFF">
              <w:rPr>
                <w:lang w:val="en-CA"/>
              </w:rPr>
              <w:lastRenderedPageBreak/>
              <w:t>1.1</w:t>
            </w:r>
            <w:r w:rsidR="00FA5C25" w:rsidRPr="00D12FFF">
              <w:rPr>
                <w:lang w:val="en-CA"/>
              </w:rPr>
              <w:t>5</w:t>
            </w:r>
          </w:p>
        </w:tc>
        <w:tc>
          <w:tcPr>
            <w:tcW w:w="560" w:type="pct"/>
            <w:shd w:val="clear" w:color="auto" w:fill="auto"/>
            <w:vAlign w:val="center"/>
          </w:tcPr>
          <w:p w14:paraId="15673DBA" w14:textId="77777777" w:rsidR="0094710C" w:rsidRPr="00D12FFF" w:rsidRDefault="00F838C3" w:rsidP="0094710C">
            <w:pPr>
              <w:pStyle w:val="Normal2"/>
              <w:rPr>
                <w:lang w:val="en-CA"/>
              </w:rPr>
            </w:pPr>
            <w:sdt>
              <w:sdtPr>
                <w:rPr>
                  <w:lang w:val="en-CA"/>
                </w:rPr>
                <w:alias w:val="Type"/>
                <w:tag w:val="Type"/>
                <w:id w:val="-313725013"/>
                <w:placeholder>
                  <w:docPart w:val="547738EAD41B4567848462044BCC765C"/>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4710C" w:rsidRPr="00D12FFF">
                  <w:rPr>
                    <w:lang w:val="en-CA"/>
                  </w:rPr>
                  <w:t>Text - Paragraph with Heading</w:t>
                </w:r>
              </w:sdtContent>
            </w:sdt>
          </w:p>
          <w:p w14:paraId="2B647743" w14:textId="34B7C6FD" w:rsidR="0094710C" w:rsidRPr="00D12FFF" w:rsidRDefault="00F838C3" w:rsidP="0094710C">
            <w:pPr>
              <w:pStyle w:val="Normal2"/>
              <w:rPr>
                <w:lang w:val="en-CA"/>
              </w:rPr>
            </w:pPr>
            <w:sdt>
              <w:sdtPr>
                <w:rPr>
                  <w:lang w:val="en-CA"/>
                </w:rPr>
                <w:alias w:val="Type"/>
                <w:tag w:val="Type"/>
                <w:id w:val="-357891233"/>
                <w:placeholder>
                  <w:docPart w:val="2B4CEAC560AB4220B3C1C7FF50943B8D"/>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4710C" w:rsidRPr="00D12FFF">
                  <w:rPr>
                    <w:lang w:val="en-CA"/>
                  </w:rPr>
                  <w:t>Quiz - MCQ</w:t>
                </w:r>
              </w:sdtContent>
            </w:sdt>
          </w:p>
        </w:tc>
        <w:tc>
          <w:tcPr>
            <w:tcW w:w="2275" w:type="pct"/>
            <w:shd w:val="clear" w:color="auto" w:fill="auto"/>
            <w:vAlign w:val="center"/>
          </w:tcPr>
          <w:p w14:paraId="6EA9E56E" w14:textId="0ADCBCE0" w:rsidR="0094710C" w:rsidRPr="00D12FFF" w:rsidRDefault="0094710C" w:rsidP="0094710C">
            <w:pPr>
              <w:pStyle w:val="Textheader"/>
              <w:rPr>
                <w:rFonts w:eastAsia="Arial"/>
                <w:lang w:val="en-CA" w:eastAsia="ja-JP"/>
              </w:rPr>
            </w:pPr>
            <w:r w:rsidRPr="00D12FFF">
              <w:rPr>
                <w:rFonts w:eastAsia="Arial"/>
                <w:lang w:val="en-CA" w:eastAsia="ja-JP"/>
              </w:rPr>
              <w:t>Question 15</w:t>
            </w:r>
          </w:p>
          <w:p w14:paraId="690C236F" w14:textId="64DFC949" w:rsidR="00417892" w:rsidRPr="00D12FFF" w:rsidRDefault="00417892" w:rsidP="000545E8">
            <w:pPr>
              <w:autoSpaceDE w:val="0"/>
              <w:autoSpaceDN w:val="0"/>
              <w:adjustRightInd w:val="0"/>
              <w:rPr>
                <w:rFonts w:cs="Calibri"/>
              </w:rPr>
            </w:pPr>
            <w:r w:rsidRPr="00D12FFF">
              <w:rPr>
                <w:rFonts w:cs="Calibri"/>
              </w:rPr>
              <w:t>Is the following statement true or false?</w:t>
            </w:r>
          </w:p>
          <w:p w14:paraId="323C596B" w14:textId="35B62BA6" w:rsidR="000545E8" w:rsidRPr="00D12FFF" w:rsidRDefault="00CF27C9" w:rsidP="000545E8">
            <w:pPr>
              <w:autoSpaceDE w:val="0"/>
              <w:autoSpaceDN w:val="0"/>
              <w:adjustRightInd w:val="0"/>
              <w:rPr>
                <w:rFonts w:ascii="Microsoft Sans Serif" w:hAnsi="Microsoft Sans Serif" w:cs="Microsoft Sans Serif"/>
              </w:rPr>
            </w:pPr>
            <w:r w:rsidRPr="00D12FFF">
              <w:rPr>
                <w:rFonts w:cs="Calibri"/>
              </w:rPr>
              <w:t xml:space="preserve">Ashanti </w:t>
            </w:r>
            <w:r w:rsidR="000545E8" w:rsidRPr="00D12FFF">
              <w:rPr>
                <w:rFonts w:cs="Calibri"/>
              </w:rPr>
              <w:t>works for the UN. She reported sexual exploitation and abuse</w:t>
            </w:r>
            <w:r w:rsidR="00B939CB" w:rsidRPr="00D12FFF">
              <w:rPr>
                <w:rFonts w:cs="Calibri"/>
              </w:rPr>
              <w:t xml:space="preserve"> </w:t>
            </w:r>
            <w:r w:rsidR="000545E8" w:rsidRPr="00D12FFF">
              <w:rPr>
                <w:rFonts w:cs="Calibri"/>
              </w:rPr>
              <w:t xml:space="preserve">knowing that the report was false. Can </w:t>
            </w:r>
            <w:r w:rsidRPr="00D12FFF">
              <w:rPr>
                <w:rFonts w:cs="Calibri"/>
              </w:rPr>
              <w:t xml:space="preserve">Ashanti </w:t>
            </w:r>
            <w:r w:rsidR="000545E8" w:rsidRPr="00D12FFF">
              <w:rPr>
                <w:rFonts w:cs="Calibri"/>
              </w:rPr>
              <w:t>face disciplinary action for making a false complaint?</w:t>
            </w:r>
          </w:p>
          <w:p w14:paraId="0195B6C9" w14:textId="77777777" w:rsidR="0094710C" w:rsidRPr="00D12FFF" w:rsidRDefault="0094710C" w:rsidP="0094710C">
            <w:pPr>
              <w:autoSpaceDE w:val="0"/>
              <w:autoSpaceDN w:val="0"/>
              <w:adjustRightInd w:val="0"/>
              <w:rPr>
                <w:rFonts w:cs="Calibri"/>
                <w:sz w:val="18"/>
                <w:szCs w:val="18"/>
              </w:rPr>
            </w:pPr>
          </w:p>
          <w:p w14:paraId="1FB3874B" w14:textId="3951C6E7" w:rsidR="00A45407" w:rsidRPr="00D12FFF" w:rsidRDefault="00A45407" w:rsidP="00A45407">
            <w:pPr>
              <w:spacing w:before="0"/>
              <w:rPr>
                <w:rFonts w:eastAsia="Arial" w:cstheme="minorHAnsi"/>
                <w:i/>
                <w:color w:val="1F497D" w:themeColor="text2"/>
                <w:szCs w:val="16"/>
                <w:lang w:val="en-CA" w:eastAsia="ja-JP"/>
              </w:rPr>
            </w:pPr>
            <w:r w:rsidRPr="00D12FFF">
              <w:rPr>
                <w:rFonts w:eastAsia="Arial" w:cstheme="minorHAnsi"/>
                <w:i/>
                <w:color w:val="1F497D" w:themeColor="text2"/>
                <w:szCs w:val="16"/>
                <w:lang w:val="en-CA" w:eastAsia="ja-JP"/>
              </w:rPr>
              <w:t>Select one answer, then click SUBMIT.</w:t>
            </w:r>
          </w:p>
          <w:p w14:paraId="11485739" w14:textId="77777777" w:rsidR="00A45407" w:rsidRPr="00D12FFF" w:rsidRDefault="00A45407" w:rsidP="00A45407">
            <w:pPr>
              <w:spacing w:before="0"/>
              <w:rPr>
                <w:color w:val="1F497D" w:themeColor="text2"/>
                <w:lang w:val="en-CA"/>
              </w:rPr>
            </w:pPr>
          </w:p>
          <w:p w14:paraId="63B2F618" w14:textId="6FB24527" w:rsidR="0094710C" w:rsidRPr="00D12FFF" w:rsidRDefault="000545E8" w:rsidP="0094710C">
            <w:pPr>
              <w:autoSpaceDE w:val="0"/>
              <w:autoSpaceDN w:val="0"/>
              <w:adjustRightInd w:val="0"/>
              <w:rPr>
                <w:rFonts w:cstheme="minorHAnsi"/>
                <w:lang w:val="en-CA"/>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0094710C" w:rsidRPr="00D12FFF">
              <w:rPr>
                <w:rFonts w:cstheme="minorHAnsi"/>
                <w:color w:val="auto"/>
                <w:lang w:val="en-CA"/>
              </w:rPr>
              <w:t xml:space="preserve"> </w:t>
            </w:r>
            <w:r w:rsidRPr="00D12FFF">
              <w:rPr>
                <w:rFonts w:cstheme="minorHAnsi"/>
                <w:color w:val="auto"/>
                <w:lang w:val="en-CA"/>
              </w:rPr>
              <w:t>Yes</w:t>
            </w:r>
          </w:p>
          <w:p w14:paraId="6397E370" w14:textId="757578A0" w:rsidR="0094710C" w:rsidRPr="00D12FFF" w:rsidRDefault="000545E8" w:rsidP="0094710C">
            <w:pPr>
              <w:autoSpaceDE w:val="0"/>
              <w:autoSpaceDN w:val="0"/>
              <w:adjustRightInd w:val="0"/>
              <w:rPr>
                <w:rFonts w:cstheme="minorHAnsi"/>
                <w:lang w:val="en-CA"/>
              </w:rPr>
            </w:pPr>
            <w:r w:rsidRPr="00D12FFF">
              <w:rPr>
                <w:rFonts w:cstheme="minorHAnsi"/>
                <w:color w:val="auto"/>
                <w:lang w:val="en-CA"/>
              </w:rPr>
              <w:fldChar w:fldCharType="begin">
                <w:ffData>
                  <w:name w:val="Check10"/>
                  <w:enabled/>
                  <w:calcOnExit w:val="0"/>
                  <w:checkBox>
                    <w:sizeAuto/>
                    <w:default w:val="0"/>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0094710C" w:rsidRPr="00D12FFF">
              <w:rPr>
                <w:rFonts w:cstheme="minorHAnsi"/>
                <w:color w:val="auto"/>
                <w:lang w:val="en-CA"/>
              </w:rPr>
              <w:t xml:space="preserve"> </w:t>
            </w:r>
            <w:r w:rsidRPr="00D12FFF">
              <w:rPr>
                <w:rFonts w:cstheme="minorHAnsi"/>
                <w:lang w:val="en-CA"/>
              </w:rPr>
              <w:t>No</w:t>
            </w:r>
            <w:r w:rsidR="0094710C" w:rsidRPr="00D12FFF">
              <w:rPr>
                <w:rFonts w:cstheme="minorHAnsi"/>
                <w:lang w:val="en-CA"/>
              </w:rPr>
              <w:t xml:space="preserve"> </w:t>
            </w:r>
          </w:p>
          <w:p w14:paraId="54FD2F08" w14:textId="77777777" w:rsidR="0094710C" w:rsidRPr="00D12FFF" w:rsidRDefault="0094710C" w:rsidP="0094710C">
            <w:pPr>
              <w:autoSpaceDE w:val="0"/>
              <w:autoSpaceDN w:val="0"/>
              <w:adjustRightInd w:val="0"/>
              <w:rPr>
                <w:rFonts w:cstheme="minorHAnsi"/>
                <w:lang w:val="en-CA"/>
              </w:rPr>
            </w:pPr>
          </w:p>
          <w:p w14:paraId="484003FB" w14:textId="77777777" w:rsidR="0094710C" w:rsidRPr="00D12FFF" w:rsidRDefault="0094710C" w:rsidP="00427B52">
            <w:pPr>
              <w:spacing w:before="0"/>
              <w:rPr>
                <w:rFonts w:eastAsia="Arial"/>
                <w:lang w:val="en-CA" w:eastAsia="ja-JP"/>
              </w:rPr>
            </w:pPr>
          </w:p>
        </w:tc>
        <w:tc>
          <w:tcPr>
            <w:tcW w:w="1433" w:type="pct"/>
            <w:shd w:val="clear" w:color="auto" w:fill="auto"/>
            <w:vAlign w:val="center"/>
          </w:tcPr>
          <w:p w14:paraId="5AE58854" w14:textId="77777777" w:rsidR="0094710C" w:rsidRPr="00D12FFF" w:rsidRDefault="0094710C" w:rsidP="0094710C">
            <w:pPr>
              <w:spacing w:before="0"/>
              <w:rPr>
                <w:lang w:val="en-CA"/>
              </w:rPr>
            </w:pPr>
          </w:p>
        </w:tc>
        <w:tc>
          <w:tcPr>
            <w:tcW w:w="447" w:type="pct"/>
          </w:tcPr>
          <w:p w14:paraId="32ABD7AE" w14:textId="77777777" w:rsidR="0094710C" w:rsidRPr="00D12FFF" w:rsidRDefault="0094710C" w:rsidP="0094710C">
            <w:pPr>
              <w:spacing w:before="0"/>
              <w:rPr>
                <w:lang w:val="en-CA"/>
              </w:rPr>
            </w:pPr>
          </w:p>
        </w:tc>
      </w:tr>
      <w:tr w:rsidR="008170EE" w:rsidRPr="00D12FFF" w14:paraId="65B8E70F" w14:textId="77777777" w:rsidTr="21EE7B39">
        <w:trPr>
          <w:cantSplit/>
          <w:trHeight w:val="6336"/>
        </w:trPr>
        <w:tc>
          <w:tcPr>
            <w:tcW w:w="285" w:type="pct"/>
            <w:shd w:val="clear" w:color="auto" w:fill="auto"/>
            <w:vAlign w:val="center"/>
          </w:tcPr>
          <w:p w14:paraId="57358606" w14:textId="35EB0F2D" w:rsidR="008170EE" w:rsidRPr="00D12FFF" w:rsidRDefault="008170EE" w:rsidP="008170EE">
            <w:pPr>
              <w:spacing w:before="0"/>
              <w:jc w:val="center"/>
              <w:rPr>
                <w:lang w:val="en-CA"/>
              </w:rPr>
            </w:pPr>
            <w:r w:rsidRPr="00D12FFF">
              <w:rPr>
                <w:lang w:val="en-CA"/>
              </w:rPr>
              <w:lastRenderedPageBreak/>
              <w:t>1.1</w:t>
            </w:r>
            <w:r w:rsidR="00FA5C25" w:rsidRPr="00D12FFF">
              <w:rPr>
                <w:lang w:val="en-CA"/>
              </w:rPr>
              <w:t>6</w:t>
            </w:r>
          </w:p>
        </w:tc>
        <w:tc>
          <w:tcPr>
            <w:tcW w:w="560" w:type="pct"/>
            <w:shd w:val="clear" w:color="auto" w:fill="auto"/>
            <w:vAlign w:val="center"/>
          </w:tcPr>
          <w:p w14:paraId="55A7807B" w14:textId="77777777" w:rsidR="008170EE" w:rsidRPr="00D12FFF" w:rsidRDefault="00F838C3" w:rsidP="008170EE">
            <w:pPr>
              <w:pStyle w:val="Normal2"/>
              <w:rPr>
                <w:lang w:val="en-CA"/>
              </w:rPr>
            </w:pPr>
            <w:sdt>
              <w:sdtPr>
                <w:rPr>
                  <w:lang w:val="en-CA"/>
                </w:rPr>
                <w:alias w:val="Type"/>
                <w:tag w:val="Type"/>
                <w:id w:val="-1226991707"/>
                <w:placeholder>
                  <w:docPart w:val="D642D99F746B4753B044AB95E6C3CBF7"/>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8170EE" w:rsidRPr="00D12FFF">
                  <w:rPr>
                    <w:lang w:val="en-CA"/>
                  </w:rPr>
                  <w:t>Text - Paragraph with Heading</w:t>
                </w:r>
              </w:sdtContent>
            </w:sdt>
          </w:p>
          <w:p w14:paraId="3B6369D3" w14:textId="15F8CAB3" w:rsidR="008170EE" w:rsidRPr="00D12FFF" w:rsidRDefault="00F838C3" w:rsidP="008170EE">
            <w:pPr>
              <w:pStyle w:val="Normal2"/>
              <w:rPr>
                <w:lang w:val="en-CA"/>
              </w:rPr>
            </w:pPr>
            <w:sdt>
              <w:sdtPr>
                <w:rPr>
                  <w:lang w:val="en-CA"/>
                </w:rPr>
                <w:alias w:val="Type"/>
                <w:tag w:val="Type"/>
                <w:id w:val="-285822369"/>
                <w:placeholder>
                  <w:docPart w:val="2671EACD1434479EAB0E38DDA6812EB9"/>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8170EE" w:rsidRPr="00D12FFF">
                  <w:rPr>
                    <w:lang w:val="en-CA"/>
                  </w:rPr>
                  <w:t>Quiz - MCQ</w:t>
                </w:r>
              </w:sdtContent>
            </w:sdt>
          </w:p>
        </w:tc>
        <w:tc>
          <w:tcPr>
            <w:tcW w:w="2275" w:type="pct"/>
            <w:shd w:val="clear" w:color="auto" w:fill="auto"/>
            <w:vAlign w:val="center"/>
          </w:tcPr>
          <w:p w14:paraId="7CA57D68" w14:textId="087B47E9" w:rsidR="008170EE" w:rsidRPr="00D12FFF" w:rsidRDefault="008170EE" w:rsidP="008170EE">
            <w:pPr>
              <w:pStyle w:val="Textheader"/>
              <w:rPr>
                <w:rFonts w:eastAsia="Arial"/>
                <w:lang w:val="en-CA" w:eastAsia="ja-JP"/>
              </w:rPr>
            </w:pPr>
            <w:r w:rsidRPr="00D12FFF">
              <w:rPr>
                <w:rFonts w:eastAsia="Arial"/>
                <w:lang w:val="en-CA" w:eastAsia="ja-JP"/>
              </w:rPr>
              <w:t>Question 1</w:t>
            </w:r>
            <w:r w:rsidR="00917BF2" w:rsidRPr="00D12FFF">
              <w:rPr>
                <w:rFonts w:eastAsia="Arial"/>
                <w:lang w:val="en-CA" w:eastAsia="ja-JP"/>
              </w:rPr>
              <w:t>6</w:t>
            </w:r>
          </w:p>
          <w:p w14:paraId="07F93C7E" w14:textId="2BFA7953" w:rsidR="00417892" w:rsidRPr="00D12FFF" w:rsidRDefault="00417892" w:rsidP="008170EE">
            <w:pPr>
              <w:autoSpaceDE w:val="0"/>
              <w:autoSpaceDN w:val="0"/>
              <w:adjustRightInd w:val="0"/>
              <w:rPr>
                <w:rFonts w:cs="Calibri"/>
              </w:rPr>
            </w:pPr>
            <w:r w:rsidRPr="00D12FFF">
              <w:rPr>
                <w:rFonts w:cs="Calibri"/>
              </w:rPr>
              <w:t>Is the following statement true or false?</w:t>
            </w:r>
          </w:p>
          <w:p w14:paraId="25700FF6" w14:textId="72588592" w:rsidR="008170EE" w:rsidRPr="00D12FFF" w:rsidRDefault="008170EE" w:rsidP="008170EE">
            <w:pPr>
              <w:autoSpaceDE w:val="0"/>
              <w:autoSpaceDN w:val="0"/>
              <w:adjustRightInd w:val="0"/>
              <w:rPr>
                <w:rFonts w:cstheme="minorHAnsi"/>
              </w:rPr>
            </w:pPr>
            <w:r w:rsidRPr="00D12FFF">
              <w:rPr>
                <w:rFonts w:cstheme="minorHAnsi"/>
              </w:rPr>
              <w:t xml:space="preserve">The UN must refer </w:t>
            </w:r>
            <w:r w:rsidR="004D0589" w:rsidRPr="00D12FFF">
              <w:rPr>
                <w:rFonts w:cstheme="minorHAnsi"/>
              </w:rPr>
              <w:t xml:space="preserve">alleged </w:t>
            </w:r>
            <w:r w:rsidRPr="00D12FFF">
              <w:rPr>
                <w:rFonts w:cstheme="minorHAnsi"/>
              </w:rPr>
              <w:t xml:space="preserve">victims of sexual exploitation and abuse to any immediate assistance </w:t>
            </w:r>
            <w:r w:rsidR="004F7CF6" w:rsidRPr="00D12FFF">
              <w:rPr>
                <w:rFonts w:cstheme="minorHAnsi"/>
              </w:rPr>
              <w:t xml:space="preserve">or support </w:t>
            </w:r>
            <w:r w:rsidRPr="00D12FFF">
              <w:rPr>
                <w:rFonts w:cstheme="minorHAnsi"/>
              </w:rPr>
              <w:t>they may require regardless of whether the allegation is true</w:t>
            </w:r>
            <w:r w:rsidR="005478A8" w:rsidRPr="00D12FFF">
              <w:rPr>
                <w:rFonts w:cstheme="minorHAnsi"/>
              </w:rPr>
              <w:t xml:space="preserve"> </w:t>
            </w:r>
            <w:r w:rsidR="00975FDF" w:rsidRPr="00D12FFF">
              <w:t>or</w:t>
            </w:r>
            <w:r w:rsidR="00467087" w:rsidRPr="00D12FFF">
              <w:t xml:space="preserve"> if </w:t>
            </w:r>
            <w:r w:rsidR="004F7CF6" w:rsidRPr="00D12FFF">
              <w:t xml:space="preserve">the </w:t>
            </w:r>
            <w:r w:rsidR="00467087" w:rsidRPr="00D12FFF">
              <w:t>allegation</w:t>
            </w:r>
            <w:r w:rsidR="005478A8" w:rsidRPr="00D12FFF">
              <w:t xml:space="preserve"> </w:t>
            </w:r>
            <w:r w:rsidR="005A6869" w:rsidRPr="00D12FFF">
              <w:t>has</w:t>
            </w:r>
            <w:r w:rsidR="00142E13" w:rsidRPr="00D12FFF">
              <w:t xml:space="preserve"> </w:t>
            </w:r>
            <w:r w:rsidR="005478A8" w:rsidRPr="00D12FFF">
              <w:t xml:space="preserve">not yet </w:t>
            </w:r>
            <w:r w:rsidR="005A6869" w:rsidRPr="00D12FFF">
              <w:t xml:space="preserve">been </w:t>
            </w:r>
            <w:r w:rsidR="005478A8" w:rsidRPr="00D12FFF">
              <w:t>reported</w:t>
            </w:r>
            <w:r w:rsidR="004F7CF6" w:rsidRPr="00D12FFF">
              <w:t>.</w:t>
            </w:r>
            <w:r w:rsidRPr="00D12FFF">
              <w:rPr>
                <w:rFonts w:cstheme="minorHAnsi"/>
              </w:rPr>
              <w:t xml:space="preserve"> </w:t>
            </w:r>
          </w:p>
          <w:p w14:paraId="7F0AD0D0" w14:textId="77777777" w:rsidR="008170EE" w:rsidRPr="00D12FFF" w:rsidRDefault="008170EE" w:rsidP="008170EE">
            <w:pPr>
              <w:autoSpaceDE w:val="0"/>
              <w:autoSpaceDN w:val="0"/>
              <w:adjustRightInd w:val="0"/>
              <w:rPr>
                <w:rFonts w:cs="Calibri"/>
                <w:sz w:val="18"/>
                <w:szCs w:val="18"/>
              </w:rPr>
            </w:pPr>
          </w:p>
          <w:p w14:paraId="167FAD80" w14:textId="701B3C61" w:rsidR="00A45407" w:rsidRPr="00D12FFF" w:rsidRDefault="00A45407" w:rsidP="00A45407">
            <w:pPr>
              <w:spacing w:before="0"/>
              <w:rPr>
                <w:rFonts w:eastAsia="Arial" w:cstheme="minorHAnsi"/>
                <w:i/>
                <w:color w:val="1F497D" w:themeColor="text2"/>
                <w:szCs w:val="16"/>
                <w:lang w:val="en-CA" w:eastAsia="ja-JP"/>
              </w:rPr>
            </w:pPr>
            <w:r w:rsidRPr="00D12FFF">
              <w:rPr>
                <w:rFonts w:eastAsia="Arial" w:cstheme="minorHAnsi"/>
                <w:i/>
                <w:color w:val="1F497D" w:themeColor="text2"/>
                <w:szCs w:val="16"/>
                <w:lang w:val="en-CA" w:eastAsia="ja-JP"/>
              </w:rPr>
              <w:t>Select one answer, then click SUBMIT.</w:t>
            </w:r>
          </w:p>
          <w:p w14:paraId="5FE84C4C" w14:textId="77777777" w:rsidR="00A45407" w:rsidRPr="00D12FFF" w:rsidRDefault="00A45407" w:rsidP="00A45407">
            <w:pPr>
              <w:spacing w:before="0"/>
              <w:rPr>
                <w:color w:val="1F497D" w:themeColor="text2"/>
                <w:lang w:val="en-CA"/>
              </w:rPr>
            </w:pPr>
          </w:p>
          <w:p w14:paraId="733DA49A" w14:textId="38FEF101" w:rsidR="008170EE" w:rsidRPr="00D12FFF" w:rsidRDefault="008170EE" w:rsidP="008170EE">
            <w:pPr>
              <w:autoSpaceDE w:val="0"/>
              <w:autoSpaceDN w:val="0"/>
              <w:adjustRightInd w:val="0"/>
              <w:rPr>
                <w:rFonts w:cstheme="minorHAnsi"/>
                <w:lang w:val="en-CA"/>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True</w:t>
            </w:r>
          </w:p>
          <w:p w14:paraId="1EE0A993" w14:textId="314FD2E3" w:rsidR="008170EE" w:rsidRPr="00D12FFF" w:rsidRDefault="008170EE" w:rsidP="008170EE">
            <w:pPr>
              <w:autoSpaceDE w:val="0"/>
              <w:autoSpaceDN w:val="0"/>
              <w:adjustRightInd w:val="0"/>
              <w:rPr>
                <w:rFonts w:cstheme="minorHAnsi"/>
                <w:lang w:val="en-CA"/>
              </w:rPr>
            </w:pPr>
            <w:r w:rsidRPr="00D12FFF">
              <w:rPr>
                <w:rFonts w:cstheme="minorHAnsi"/>
                <w:color w:val="auto"/>
                <w:lang w:val="en-CA"/>
              </w:rPr>
              <w:fldChar w:fldCharType="begin">
                <w:ffData>
                  <w:name w:val="Check10"/>
                  <w:enabled/>
                  <w:calcOnExit w:val="0"/>
                  <w:checkBox>
                    <w:sizeAuto/>
                    <w:default w:val="0"/>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lang w:val="en-CA"/>
              </w:rPr>
              <w:t xml:space="preserve">False </w:t>
            </w:r>
          </w:p>
          <w:p w14:paraId="2BD6292C" w14:textId="77777777" w:rsidR="008170EE" w:rsidRPr="00D12FFF" w:rsidRDefault="008170EE" w:rsidP="008170EE">
            <w:pPr>
              <w:autoSpaceDE w:val="0"/>
              <w:autoSpaceDN w:val="0"/>
              <w:adjustRightInd w:val="0"/>
              <w:rPr>
                <w:rFonts w:cstheme="minorHAnsi"/>
                <w:lang w:val="en-CA"/>
              </w:rPr>
            </w:pPr>
          </w:p>
          <w:p w14:paraId="6FDF8EBA" w14:textId="77777777" w:rsidR="008170EE" w:rsidRPr="00D12FFF" w:rsidRDefault="008170EE" w:rsidP="008170EE">
            <w:pPr>
              <w:pStyle w:val="Textheader"/>
              <w:rPr>
                <w:rFonts w:eastAsia="Arial"/>
                <w:lang w:val="en-CA" w:eastAsia="ja-JP"/>
              </w:rPr>
            </w:pPr>
          </w:p>
        </w:tc>
        <w:tc>
          <w:tcPr>
            <w:tcW w:w="1433" w:type="pct"/>
            <w:shd w:val="clear" w:color="auto" w:fill="auto"/>
            <w:vAlign w:val="center"/>
          </w:tcPr>
          <w:p w14:paraId="6E7375EC" w14:textId="77777777" w:rsidR="008170EE" w:rsidRPr="00D12FFF" w:rsidRDefault="008170EE" w:rsidP="008170EE">
            <w:pPr>
              <w:spacing w:before="0"/>
              <w:rPr>
                <w:lang w:val="en-CA"/>
              </w:rPr>
            </w:pPr>
          </w:p>
        </w:tc>
        <w:tc>
          <w:tcPr>
            <w:tcW w:w="447" w:type="pct"/>
          </w:tcPr>
          <w:p w14:paraId="5E7FBE6B" w14:textId="77777777" w:rsidR="008170EE" w:rsidRPr="00D12FFF" w:rsidRDefault="008170EE" w:rsidP="008170EE">
            <w:pPr>
              <w:spacing w:before="0"/>
              <w:rPr>
                <w:lang w:val="en-CA"/>
              </w:rPr>
            </w:pPr>
          </w:p>
        </w:tc>
      </w:tr>
      <w:tr w:rsidR="008170EE" w:rsidRPr="00D12FFF" w14:paraId="4FC0671D" w14:textId="77777777" w:rsidTr="21EE7B39">
        <w:trPr>
          <w:cantSplit/>
          <w:trHeight w:val="6336"/>
        </w:trPr>
        <w:tc>
          <w:tcPr>
            <w:tcW w:w="285" w:type="pct"/>
            <w:shd w:val="clear" w:color="auto" w:fill="auto"/>
            <w:vAlign w:val="center"/>
          </w:tcPr>
          <w:p w14:paraId="0916D1CA" w14:textId="0610A2AC" w:rsidR="008170EE" w:rsidRPr="00D12FFF" w:rsidRDefault="008170EE" w:rsidP="008170EE">
            <w:pPr>
              <w:spacing w:before="0"/>
              <w:jc w:val="center"/>
              <w:rPr>
                <w:lang w:val="en-CA"/>
              </w:rPr>
            </w:pPr>
            <w:r w:rsidRPr="00D12FFF">
              <w:rPr>
                <w:lang w:val="en-CA"/>
              </w:rPr>
              <w:lastRenderedPageBreak/>
              <w:t>1.1</w:t>
            </w:r>
            <w:r w:rsidR="00FA5C25" w:rsidRPr="00D12FFF">
              <w:rPr>
                <w:lang w:val="en-CA"/>
              </w:rPr>
              <w:t>7</w:t>
            </w:r>
          </w:p>
        </w:tc>
        <w:tc>
          <w:tcPr>
            <w:tcW w:w="560" w:type="pct"/>
            <w:shd w:val="clear" w:color="auto" w:fill="auto"/>
            <w:vAlign w:val="center"/>
          </w:tcPr>
          <w:p w14:paraId="29F1C802" w14:textId="77777777" w:rsidR="008170EE" w:rsidRPr="00D12FFF" w:rsidRDefault="00F838C3" w:rsidP="008170EE">
            <w:pPr>
              <w:pStyle w:val="Normal2"/>
              <w:rPr>
                <w:lang w:val="en-CA"/>
              </w:rPr>
            </w:pPr>
            <w:sdt>
              <w:sdtPr>
                <w:rPr>
                  <w:lang w:val="en-CA"/>
                </w:rPr>
                <w:alias w:val="Type"/>
                <w:tag w:val="Type"/>
                <w:id w:val="1978335164"/>
                <w:placeholder>
                  <w:docPart w:val="D040374DF74C4E289A054C173DB96A51"/>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8170EE" w:rsidRPr="00D12FFF">
                  <w:rPr>
                    <w:lang w:val="en-CA"/>
                  </w:rPr>
                  <w:t>Text - Paragraph with Heading</w:t>
                </w:r>
              </w:sdtContent>
            </w:sdt>
          </w:p>
          <w:p w14:paraId="4B7AE842" w14:textId="05A35949" w:rsidR="008170EE" w:rsidRPr="00D12FFF" w:rsidRDefault="00F838C3" w:rsidP="008170EE">
            <w:pPr>
              <w:pStyle w:val="Normal2"/>
              <w:rPr>
                <w:lang w:val="en-CA"/>
              </w:rPr>
            </w:pPr>
            <w:sdt>
              <w:sdtPr>
                <w:rPr>
                  <w:lang w:val="en-CA"/>
                </w:rPr>
                <w:alias w:val="Type"/>
                <w:tag w:val="Type"/>
                <w:id w:val="796718955"/>
                <w:placeholder>
                  <w:docPart w:val="8FDA2937EE1E47EB8AD557EBDDCB6AD7"/>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2621EE" w:rsidRPr="00D12FFF">
                  <w:rPr>
                    <w:lang w:val="en-CA"/>
                  </w:rPr>
                  <w:t>Quiz - MRQ</w:t>
                </w:r>
              </w:sdtContent>
            </w:sdt>
          </w:p>
        </w:tc>
        <w:tc>
          <w:tcPr>
            <w:tcW w:w="2275" w:type="pct"/>
            <w:shd w:val="clear" w:color="auto" w:fill="auto"/>
            <w:vAlign w:val="center"/>
          </w:tcPr>
          <w:p w14:paraId="401A3C10" w14:textId="1F435A71" w:rsidR="008170EE" w:rsidRPr="00D12FFF" w:rsidRDefault="008170EE" w:rsidP="008170EE">
            <w:pPr>
              <w:pStyle w:val="Textheader"/>
              <w:rPr>
                <w:rFonts w:eastAsia="Arial"/>
                <w:lang w:val="en-CA" w:eastAsia="ja-JP"/>
              </w:rPr>
            </w:pPr>
            <w:r w:rsidRPr="00D12FFF">
              <w:rPr>
                <w:rFonts w:eastAsia="Arial"/>
                <w:lang w:val="en-CA" w:eastAsia="ja-JP"/>
              </w:rPr>
              <w:t>Question 1</w:t>
            </w:r>
            <w:r w:rsidR="00917BF2" w:rsidRPr="00D12FFF">
              <w:rPr>
                <w:rFonts w:eastAsia="Arial"/>
                <w:lang w:val="en-CA" w:eastAsia="ja-JP"/>
              </w:rPr>
              <w:t>7</w:t>
            </w:r>
          </w:p>
          <w:p w14:paraId="601FB738" w14:textId="319FE9E6" w:rsidR="00802A5D" w:rsidRPr="00D12FFF" w:rsidRDefault="00802A5D" w:rsidP="00802A5D">
            <w:pPr>
              <w:autoSpaceDE w:val="0"/>
              <w:autoSpaceDN w:val="0"/>
              <w:adjustRightInd w:val="0"/>
              <w:spacing w:line="252" w:lineRule="auto"/>
              <w:rPr>
                <w:rFonts w:cs="Calibri"/>
              </w:rPr>
            </w:pPr>
            <w:r w:rsidRPr="00D12FFF">
              <w:rPr>
                <w:rFonts w:cs="Calibri"/>
              </w:rPr>
              <w:t xml:space="preserve">You have just started a new job in a UN field office. You are an experienced manager, but this is your first job with the UN as the </w:t>
            </w:r>
            <w:r w:rsidR="002621EE" w:rsidRPr="00D12FFF">
              <w:rPr>
                <w:rFonts w:cs="Calibri"/>
              </w:rPr>
              <w:t>h</w:t>
            </w:r>
            <w:r w:rsidRPr="00D12FFF">
              <w:rPr>
                <w:rFonts w:cs="Calibri"/>
              </w:rPr>
              <w:t xml:space="preserve">ead of </w:t>
            </w:r>
            <w:r w:rsidR="002621EE" w:rsidRPr="00D12FFF">
              <w:rPr>
                <w:rFonts w:cs="Calibri"/>
              </w:rPr>
              <w:t>o</w:t>
            </w:r>
            <w:r w:rsidRPr="00D12FFF">
              <w:rPr>
                <w:rFonts w:cs="Calibri"/>
              </w:rPr>
              <w:t>ffice</w:t>
            </w:r>
            <w:r w:rsidR="00FC6DAC" w:rsidRPr="00D12FFF">
              <w:rPr>
                <w:rFonts w:cs="Calibri"/>
              </w:rPr>
              <w:t>,</w:t>
            </w:r>
            <w:r w:rsidRPr="00D12FFF">
              <w:rPr>
                <w:rFonts w:cs="Calibri"/>
              </w:rPr>
              <w:t xml:space="preserve"> and you are determined to make it a success. You are managing a large team. You received a short briefing during your first week about the UN’s zero-tolerance approach to sexual exploitation and abuse by UN personnel. </w:t>
            </w:r>
          </w:p>
          <w:p w14:paraId="3BC4D222" w14:textId="5DA7C124" w:rsidR="00802A5D" w:rsidRPr="00D12FFF" w:rsidRDefault="00802A5D" w:rsidP="00802A5D">
            <w:pPr>
              <w:autoSpaceDE w:val="0"/>
              <w:autoSpaceDN w:val="0"/>
              <w:adjustRightInd w:val="0"/>
              <w:spacing w:line="252" w:lineRule="auto"/>
              <w:rPr>
                <w:rFonts w:cs="Calibri"/>
              </w:rPr>
            </w:pPr>
            <w:r w:rsidRPr="00D12FFF">
              <w:rPr>
                <w:rFonts w:cs="Calibri"/>
              </w:rPr>
              <w:t xml:space="preserve">What must you do as the </w:t>
            </w:r>
            <w:r w:rsidR="002621EE" w:rsidRPr="00D12FFF">
              <w:rPr>
                <w:rFonts w:cs="Calibri"/>
              </w:rPr>
              <w:t>h</w:t>
            </w:r>
            <w:r w:rsidRPr="00D12FFF">
              <w:rPr>
                <w:rFonts w:cs="Calibri"/>
              </w:rPr>
              <w:t xml:space="preserve">ead of </w:t>
            </w:r>
            <w:r w:rsidR="002621EE" w:rsidRPr="00D12FFF">
              <w:rPr>
                <w:rFonts w:cs="Calibri"/>
              </w:rPr>
              <w:t>o</w:t>
            </w:r>
            <w:r w:rsidRPr="00D12FFF">
              <w:rPr>
                <w:rFonts w:cs="Calibri"/>
              </w:rPr>
              <w:t xml:space="preserve">ffice to help prevent and address sexual exploitation and abuse? </w:t>
            </w:r>
          </w:p>
          <w:p w14:paraId="28C6C4AA" w14:textId="77777777" w:rsidR="008170EE" w:rsidRPr="00D12FFF" w:rsidRDefault="008170EE" w:rsidP="008170EE">
            <w:pPr>
              <w:autoSpaceDE w:val="0"/>
              <w:autoSpaceDN w:val="0"/>
              <w:adjustRightInd w:val="0"/>
              <w:rPr>
                <w:rFonts w:cs="Calibri"/>
                <w:sz w:val="12"/>
                <w:szCs w:val="12"/>
              </w:rPr>
            </w:pPr>
          </w:p>
          <w:p w14:paraId="67B0CF94" w14:textId="30900DA9" w:rsidR="00CA1B13" w:rsidRPr="00D12FFF" w:rsidRDefault="00CA1B13" w:rsidP="00CA1B13">
            <w:pPr>
              <w:rPr>
                <w:rFonts w:cstheme="minorHAnsi"/>
                <w:i/>
                <w:color w:val="004990"/>
              </w:rPr>
            </w:pPr>
            <w:r w:rsidRPr="00D12FFF">
              <w:rPr>
                <w:rFonts w:cstheme="minorHAnsi"/>
                <w:i/>
                <w:color w:val="004990"/>
              </w:rPr>
              <w:t>Select all answers that apply, then click SUBMIT.</w:t>
            </w:r>
          </w:p>
          <w:p w14:paraId="2168E63C" w14:textId="77777777" w:rsidR="00CA1B13" w:rsidRPr="00D12FFF" w:rsidRDefault="00CA1B13" w:rsidP="00CA1B13">
            <w:pPr>
              <w:rPr>
                <w:rFonts w:cstheme="minorHAnsi"/>
                <w:i/>
                <w:color w:val="004990"/>
              </w:rPr>
            </w:pPr>
          </w:p>
          <w:p w14:paraId="496EAA02" w14:textId="332032CB" w:rsidR="00B63938" w:rsidRPr="00D12FFF" w:rsidRDefault="008170EE" w:rsidP="00B63938">
            <w:pPr>
              <w:autoSpaceDE w:val="0"/>
              <w:autoSpaceDN w:val="0"/>
              <w:adjustRightInd w:val="0"/>
              <w:rPr>
                <w:rFonts w:cstheme="minorHAnsi"/>
                <w:lang w:val="en-CA"/>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00B63938" w:rsidRPr="00D12FFF">
              <w:rPr>
                <w:rFonts w:cstheme="minorHAnsi"/>
              </w:rPr>
              <w:t>When an allegation of sexual exploitation and abuse is reported to you, you must act without delay</w:t>
            </w:r>
            <w:r w:rsidR="002621EE" w:rsidRPr="00D12FFF">
              <w:rPr>
                <w:rFonts w:cstheme="minorHAnsi"/>
              </w:rPr>
              <w:t>.</w:t>
            </w:r>
          </w:p>
          <w:p w14:paraId="41E5E641" w14:textId="0A6D539C" w:rsidR="00B63938" w:rsidRPr="00D12FFF" w:rsidRDefault="00C2322A" w:rsidP="00B63938">
            <w:pPr>
              <w:autoSpaceDE w:val="0"/>
              <w:autoSpaceDN w:val="0"/>
              <w:adjustRightInd w:val="0"/>
              <w:rPr>
                <w:rFonts w:cstheme="minorHAnsi"/>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00B63938" w:rsidRPr="00D12FFF">
              <w:rPr>
                <w:rFonts w:cstheme="minorHAnsi"/>
              </w:rPr>
              <w:t xml:space="preserve">You need to ensure that your </w:t>
            </w:r>
            <w:r w:rsidR="00172918" w:rsidRPr="00D12FFF">
              <w:rPr>
                <w:rFonts w:cstheme="minorHAnsi"/>
              </w:rPr>
              <w:t xml:space="preserve">personnel </w:t>
            </w:r>
            <w:r w:rsidR="00AE30ED" w:rsidRPr="00D12FFF">
              <w:rPr>
                <w:rFonts w:cstheme="minorHAnsi"/>
              </w:rPr>
              <w:t>know</w:t>
            </w:r>
            <w:r w:rsidR="00B63938" w:rsidRPr="00D12FFF">
              <w:rPr>
                <w:rFonts w:cstheme="minorHAnsi"/>
              </w:rPr>
              <w:t xml:space="preserve"> the UN standards of conduct on sexual exploitation and abuse</w:t>
            </w:r>
            <w:r w:rsidR="002621EE" w:rsidRPr="00D12FFF">
              <w:rPr>
                <w:rFonts w:cstheme="minorHAnsi"/>
              </w:rPr>
              <w:t>.</w:t>
            </w:r>
            <w:r w:rsidR="00B63938" w:rsidRPr="00D12FFF">
              <w:rPr>
                <w:rFonts w:cstheme="minorHAnsi"/>
              </w:rPr>
              <w:t xml:space="preserve"> </w:t>
            </w:r>
          </w:p>
          <w:p w14:paraId="67BE279B" w14:textId="1F2D4A49" w:rsidR="00B63938" w:rsidRPr="00D12FFF" w:rsidRDefault="00C2322A" w:rsidP="00B63938">
            <w:pPr>
              <w:autoSpaceDE w:val="0"/>
              <w:autoSpaceDN w:val="0"/>
              <w:adjustRightInd w:val="0"/>
              <w:rPr>
                <w:rFonts w:cstheme="minorHAnsi"/>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00B63938" w:rsidRPr="00D12FFF">
              <w:rPr>
                <w:rFonts w:cstheme="minorHAnsi"/>
              </w:rPr>
              <w:t>You need to tell your team that you will take even rumours of sexual exploitation and abuse seriously</w:t>
            </w:r>
            <w:r w:rsidR="002621EE" w:rsidRPr="00D12FFF">
              <w:rPr>
                <w:rFonts w:cstheme="minorHAnsi"/>
              </w:rPr>
              <w:t>.</w:t>
            </w:r>
          </w:p>
          <w:p w14:paraId="65E8571E" w14:textId="77777777" w:rsidR="008170EE" w:rsidRPr="00D12FFF" w:rsidRDefault="008170EE" w:rsidP="008170EE">
            <w:pPr>
              <w:autoSpaceDE w:val="0"/>
              <w:autoSpaceDN w:val="0"/>
              <w:adjustRightInd w:val="0"/>
              <w:rPr>
                <w:rFonts w:cstheme="minorHAnsi"/>
                <w:lang w:val="en-CA"/>
              </w:rPr>
            </w:pPr>
          </w:p>
          <w:p w14:paraId="452CF675" w14:textId="77777777" w:rsidR="008170EE" w:rsidRPr="00D12FFF" w:rsidRDefault="008170EE" w:rsidP="00427B52">
            <w:pPr>
              <w:spacing w:before="0"/>
              <w:rPr>
                <w:rFonts w:eastAsia="Arial"/>
                <w:lang w:val="en-CA" w:eastAsia="ja-JP"/>
              </w:rPr>
            </w:pPr>
          </w:p>
        </w:tc>
        <w:tc>
          <w:tcPr>
            <w:tcW w:w="1433" w:type="pct"/>
            <w:shd w:val="clear" w:color="auto" w:fill="auto"/>
            <w:vAlign w:val="center"/>
          </w:tcPr>
          <w:p w14:paraId="68F7AF1B" w14:textId="77777777" w:rsidR="008170EE" w:rsidRPr="00D12FFF" w:rsidRDefault="008170EE" w:rsidP="008170EE">
            <w:pPr>
              <w:spacing w:before="0"/>
              <w:rPr>
                <w:lang w:val="en-CA"/>
              </w:rPr>
            </w:pPr>
          </w:p>
        </w:tc>
        <w:tc>
          <w:tcPr>
            <w:tcW w:w="447" w:type="pct"/>
          </w:tcPr>
          <w:p w14:paraId="01059F64" w14:textId="77777777" w:rsidR="008170EE" w:rsidRPr="00D12FFF" w:rsidRDefault="008170EE" w:rsidP="008170EE">
            <w:pPr>
              <w:spacing w:before="0"/>
              <w:rPr>
                <w:lang w:val="en-CA"/>
              </w:rPr>
            </w:pPr>
          </w:p>
        </w:tc>
      </w:tr>
      <w:tr w:rsidR="00802A5D" w:rsidRPr="00D12FFF" w14:paraId="2E05FB0E" w14:textId="77777777" w:rsidTr="21EE7B39">
        <w:trPr>
          <w:cantSplit/>
          <w:trHeight w:val="6336"/>
        </w:trPr>
        <w:tc>
          <w:tcPr>
            <w:tcW w:w="285" w:type="pct"/>
            <w:shd w:val="clear" w:color="auto" w:fill="auto"/>
            <w:vAlign w:val="center"/>
          </w:tcPr>
          <w:p w14:paraId="36472573" w14:textId="25F4A8E9" w:rsidR="00802A5D" w:rsidRPr="00D12FFF" w:rsidRDefault="00802A5D" w:rsidP="00802A5D">
            <w:pPr>
              <w:spacing w:before="0"/>
              <w:jc w:val="center"/>
              <w:rPr>
                <w:lang w:val="en-CA"/>
              </w:rPr>
            </w:pPr>
            <w:r w:rsidRPr="00D12FFF">
              <w:rPr>
                <w:lang w:val="en-CA"/>
              </w:rPr>
              <w:lastRenderedPageBreak/>
              <w:t>1.</w:t>
            </w:r>
            <w:r w:rsidR="00917BF2" w:rsidRPr="00D12FFF">
              <w:rPr>
                <w:lang w:val="en-CA"/>
              </w:rPr>
              <w:t>1</w:t>
            </w:r>
            <w:r w:rsidR="00FA5C25" w:rsidRPr="00D12FFF">
              <w:rPr>
                <w:lang w:val="en-CA"/>
              </w:rPr>
              <w:t>8</w:t>
            </w:r>
          </w:p>
        </w:tc>
        <w:tc>
          <w:tcPr>
            <w:tcW w:w="560" w:type="pct"/>
            <w:shd w:val="clear" w:color="auto" w:fill="auto"/>
            <w:vAlign w:val="center"/>
          </w:tcPr>
          <w:p w14:paraId="65CC154B" w14:textId="77777777" w:rsidR="00802A5D" w:rsidRPr="00D12FFF" w:rsidRDefault="00F838C3" w:rsidP="00802A5D">
            <w:pPr>
              <w:pStyle w:val="Normal2"/>
              <w:rPr>
                <w:lang w:val="en-CA"/>
              </w:rPr>
            </w:pPr>
            <w:sdt>
              <w:sdtPr>
                <w:rPr>
                  <w:lang w:val="en-CA"/>
                </w:rPr>
                <w:alias w:val="Type"/>
                <w:tag w:val="Type"/>
                <w:id w:val="1321309849"/>
                <w:placeholder>
                  <w:docPart w:val="69ACBCE6772945F687C783BCD324BEA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802A5D" w:rsidRPr="00D12FFF">
                  <w:rPr>
                    <w:lang w:val="en-CA"/>
                  </w:rPr>
                  <w:t>Text - Paragraph with Heading</w:t>
                </w:r>
              </w:sdtContent>
            </w:sdt>
          </w:p>
          <w:p w14:paraId="62746AAB" w14:textId="6159C26C" w:rsidR="00802A5D" w:rsidRPr="00D12FFF" w:rsidRDefault="00F838C3" w:rsidP="00802A5D">
            <w:pPr>
              <w:pStyle w:val="Normal2"/>
              <w:rPr>
                <w:lang w:val="en-CA"/>
              </w:rPr>
            </w:pPr>
            <w:sdt>
              <w:sdtPr>
                <w:rPr>
                  <w:lang w:val="en-CA"/>
                </w:rPr>
                <w:alias w:val="Type"/>
                <w:tag w:val="Type"/>
                <w:id w:val="-1199692319"/>
                <w:placeholder>
                  <w:docPart w:val="83F78F9B5BF6473C83A4FC560D9DAC64"/>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802A5D" w:rsidRPr="00D12FFF">
                  <w:rPr>
                    <w:lang w:val="en-CA"/>
                  </w:rPr>
                  <w:t>Quiz - MCQ</w:t>
                </w:r>
              </w:sdtContent>
            </w:sdt>
          </w:p>
        </w:tc>
        <w:tc>
          <w:tcPr>
            <w:tcW w:w="2275" w:type="pct"/>
            <w:shd w:val="clear" w:color="auto" w:fill="auto"/>
            <w:vAlign w:val="center"/>
          </w:tcPr>
          <w:p w14:paraId="0FD34361" w14:textId="36CCABC4" w:rsidR="00417892" w:rsidRPr="00D12FFF" w:rsidRDefault="00802A5D" w:rsidP="00802A5D">
            <w:pPr>
              <w:pStyle w:val="Textheader"/>
              <w:rPr>
                <w:rFonts w:eastAsia="Arial"/>
                <w:lang w:val="en-CA" w:eastAsia="ja-JP"/>
              </w:rPr>
            </w:pPr>
            <w:r w:rsidRPr="00D12FFF">
              <w:rPr>
                <w:rFonts w:eastAsia="Arial"/>
                <w:lang w:val="en-CA" w:eastAsia="ja-JP"/>
              </w:rPr>
              <w:t>Question 1</w:t>
            </w:r>
            <w:r w:rsidR="00917BF2" w:rsidRPr="00D12FFF">
              <w:rPr>
                <w:rFonts w:eastAsia="Arial"/>
                <w:lang w:val="en-CA" w:eastAsia="ja-JP"/>
              </w:rPr>
              <w:t>8</w:t>
            </w:r>
          </w:p>
          <w:p w14:paraId="74566975" w14:textId="6CDC7272" w:rsidR="00417892" w:rsidRPr="00D12FFF" w:rsidRDefault="00B63938">
            <w:pPr>
              <w:autoSpaceDE w:val="0"/>
              <w:autoSpaceDN w:val="0"/>
              <w:adjustRightInd w:val="0"/>
              <w:rPr>
                <w:rFonts w:cs="Calibri"/>
              </w:rPr>
            </w:pPr>
            <w:r w:rsidRPr="00D12FFF">
              <w:rPr>
                <w:rFonts w:cs="Calibri"/>
              </w:rPr>
              <w:t>I</w:t>
            </w:r>
            <w:r w:rsidR="00417892" w:rsidRPr="00D12FFF">
              <w:rPr>
                <w:rFonts w:cs="Calibri"/>
              </w:rPr>
              <w:t>s the following statement true or false?</w:t>
            </w:r>
          </w:p>
          <w:p w14:paraId="412D0BF5" w14:textId="0F0B3C17" w:rsidR="00B63938" w:rsidRPr="00D12FFF" w:rsidRDefault="00417892" w:rsidP="00B632CC">
            <w:pPr>
              <w:autoSpaceDE w:val="0"/>
              <w:autoSpaceDN w:val="0"/>
              <w:adjustRightInd w:val="0"/>
              <w:rPr>
                <w:rFonts w:ascii="Microsoft Sans Serif" w:hAnsi="Microsoft Sans Serif" w:cs="Microsoft Sans Serif"/>
              </w:rPr>
            </w:pPr>
            <w:r w:rsidRPr="00D12FFF">
              <w:rPr>
                <w:rFonts w:cs="Calibri"/>
              </w:rPr>
              <w:t>I</w:t>
            </w:r>
            <w:r w:rsidR="00B63938" w:rsidRPr="00D12FFF">
              <w:rPr>
                <w:rFonts w:cs="Calibri"/>
              </w:rPr>
              <w:t xml:space="preserve">f you are the </w:t>
            </w:r>
            <w:r w:rsidR="007F5CD1" w:rsidRPr="00D12FFF">
              <w:rPr>
                <w:rFonts w:cs="Calibri"/>
              </w:rPr>
              <w:t>h</w:t>
            </w:r>
            <w:r w:rsidR="00B63938" w:rsidRPr="00D12FFF">
              <w:rPr>
                <w:rFonts w:cs="Calibri"/>
              </w:rPr>
              <w:t xml:space="preserve">ead of </w:t>
            </w:r>
            <w:r w:rsidR="007F5CD1" w:rsidRPr="00D12FFF">
              <w:rPr>
                <w:rFonts w:cs="Calibri"/>
              </w:rPr>
              <w:t>o</w:t>
            </w:r>
            <w:r w:rsidR="00B63938" w:rsidRPr="00D12FFF">
              <w:rPr>
                <w:rFonts w:cs="Calibri"/>
              </w:rPr>
              <w:t xml:space="preserve">ffice or </w:t>
            </w:r>
            <w:r w:rsidR="007F5CD1" w:rsidRPr="00D12FFF">
              <w:rPr>
                <w:rFonts w:cs="Calibri"/>
              </w:rPr>
              <w:t>h</w:t>
            </w:r>
            <w:r w:rsidR="00B63938" w:rsidRPr="00D12FFF">
              <w:rPr>
                <w:rFonts w:cs="Calibri"/>
              </w:rPr>
              <w:t xml:space="preserve">ead of </w:t>
            </w:r>
            <w:r w:rsidR="007F5CD1" w:rsidRPr="00D12FFF">
              <w:rPr>
                <w:rFonts w:cs="Calibri"/>
              </w:rPr>
              <w:t>d</w:t>
            </w:r>
            <w:r w:rsidR="00B63938" w:rsidRPr="00D12FFF">
              <w:rPr>
                <w:rFonts w:cs="Calibri"/>
              </w:rPr>
              <w:t xml:space="preserve">epartment, you must follow the UN standards of conduct on sexual exploitation and abuse </w:t>
            </w:r>
            <w:r w:rsidR="007619FC" w:rsidRPr="00D12FFF">
              <w:rPr>
                <w:rFonts w:cs="Calibri"/>
              </w:rPr>
              <w:t>and be a role model</w:t>
            </w:r>
            <w:r w:rsidR="00A12840" w:rsidRPr="00D12FFF">
              <w:rPr>
                <w:rFonts w:cs="Calibri"/>
              </w:rPr>
              <w:t>.</w:t>
            </w:r>
          </w:p>
          <w:p w14:paraId="31DAD608" w14:textId="77777777" w:rsidR="00802A5D" w:rsidRPr="00D12FFF" w:rsidRDefault="00802A5D" w:rsidP="00802A5D">
            <w:pPr>
              <w:autoSpaceDE w:val="0"/>
              <w:autoSpaceDN w:val="0"/>
              <w:adjustRightInd w:val="0"/>
              <w:rPr>
                <w:rFonts w:cs="Calibri"/>
                <w:sz w:val="18"/>
                <w:szCs w:val="18"/>
              </w:rPr>
            </w:pPr>
          </w:p>
          <w:p w14:paraId="0FE4FF68" w14:textId="4C8F34C9" w:rsidR="00A45407" w:rsidRPr="00D12FFF" w:rsidRDefault="00A45407" w:rsidP="00A45407">
            <w:pPr>
              <w:spacing w:before="0"/>
              <w:rPr>
                <w:rFonts w:eastAsia="Arial" w:cstheme="minorHAnsi"/>
                <w:i/>
                <w:color w:val="1F497D" w:themeColor="text2"/>
                <w:szCs w:val="16"/>
                <w:lang w:val="en-CA" w:eastAsia="ja-JP"/>
              </w:rPr>
            </w:pPr>
            <w:r w:rsidRPr="00D12FFF">
              <w:rPr>
                <w:rFonts w:eastAsia="Arial" w:cstheme="minorHAnsi"/>
                <w:i/>
                <w:color w:val="1F497D" w:themeColor="text2"/>
                <w:szCs w:val="16"/>
                <w:lang w:val="en-CA" w:eastAsia="ja-JP"/>
              </w:rPr>
              <w:t>Select one answer, then click SUBMIT.</w:t>
            </w:r>
          </w:p>
          <w:p w14:paraId="2CE8D5E5" w14:textId="77777777" w:rsidR="00A45407" w:rsidRPr="00D12FFF" w:rsidRDefault="00A45407" w:rsidP="00A45407">
            <w:pPr>
              <w:spacing w:before="0"/>
              <w:rPr>
                <w:color w:val="1F497D" w:themeColor="text2"/>
                <w:lang w:val="en-CA"/>
              </w:rPr>
            </w:pPr>
          </w:p>
          <w:p w14:paraId="64D8C7AD" w14:textId="77777777" w:rsidR="00802A5D" w:rsidRPr="00D12FFF" w:rsidRDefault="00802A5D" w:rsidP="00802A5D">
            <w:pPr>
              <w:autoSpaceDE w:val="0"/>
              <w:autoSpaceDN w:val="0"/>
              <w:adjustRightInd w:val="0"/>
              <w:rPr>
                <w:rFonts w:cstheme="minorHAnsi"/>
                <w:lang w:val="en-CA"/>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True</w:t>
            </w:r>
          </w:p>
          <w:p w14:paraId="6B712637" w14:textId="77777777" w:rsidR="00802A5D" w:rsidRPr="00D12FFF" w:rsidRDefault="00802A5D" w:rsidP="00802A5D">
            <w:pPr>
              <w:autoSpaceDE w:val="0"/>
              <w:autoSpaceDN w:val="0"/>
              <w:adjustRightInd w:val="0"/>
              <w:rPr>
                <w:rFonts w:cstheme="minorHAnsi"/>
                <w:lang w:val="en-CA"/>
              </w:rPr>
            </w:pPr>
            <w:r w:rsidRPr="00D12FFF">
              <w:rPr>
                <w:rFonts w:cstheme="minorHAnsi"/>
                <w:color w:val="auto"/>
                <w:lang w:val="en-CA"/>
              </w:rPr>
              <w:fldChar w:fldCharType="begin">
                <w:ffData>
                  <w:name w:val="Check10"/>
                  <w:enabled/>
                  <w:calcOnExit w:val="0"/>
                  <w:checkBox>
                    <w:sizeAuto/>
                    <w:default w:val="0"/>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lang w:val="en-CA"/>
              </w:rPr>
              <w:t xml:space="preserve">False </w:t>
            </w:r>
          </w:p>
          <w:p w14:paraId="6ED3FB2C" w14:textId="77777777" w:rsidR="00802A5D" w:rsidRPr="00D12FFF" w:rsidRDefault="00802A5D" w:rsidP="00802A5D">
            <w:pPr>
              <w:autoSpaceDE w:val="0"/>
              <w:autoSpaceDN w:val="0"/>
              <w:adjustRightInd w:val="0"/>
              <w:rPr>
                <w:rFonts w:cstheme="minorHAnsi"/>
                <w:lang w:val="en-CA"/>
              </w:rPr>
            </w:pPr>
          </w:p>
          <w:p w14:paraId="272CFD50" w14:textId="77777777" w:rsidR="00802A5D" w:rsidRPr="00D12FFF" w:rsidRDefault="00802A5D" w:rsidP="00802A5D">
            <w:pPr>
              <w:pStyle w:val="Textheader"/>
              <w:rPr>
                <w:rFonts w:eastAsia="Arial"/>
                <w:lang w:val="en-CA" w:eastAsia="ja-JP"/>
              </w:rPr>
            </w:pPr>
          </w:p>
        </w:tc>
        <w:tc>
          <w:tcPr>
            <w:tcW w:w="1433" w:type="pct"/>
            <w:shd w:val="clear" w:color="auto" w:fill="auto"/>
            <w:vAlign w:val="center"/>
          </w:tcPr>
          <w:p w14:paraId="03FE9BB7" w14:textId="77777777" w:rsidR="00802A5D" w:rsidRPr="00D12FFF" w:rsidRDefault="00802A5D" w:rsidP="00802A5D">
            <w:pPr>
              <w:spacing w:before="0"/>
              <w:rPr>
                <w:lang w:val="en-CA"/>
              </w:rPr>
            </w:pPr>
          </w:p>
        </w:tc>
        <w:tc>
          <w:tcPr>
            <w:tcW w:w="447" w:type="pct"/>
          </w:tcPr>
          <w:p w14:paraId="59A8710E" w14:textId="77777777" w:rsidR="00802A5D" w:rsidRPr="00D12FFF" w:rsidRDefault="00802A5D" w:rsidP="00802A5D">
            <w:pPr>
              <w:spacing w:before="0"/>
              <w:rPr>
                <w:lang w:val="en-CA"/>
              </w:rPr>
            </w:pPr>
          </w:p>
        </w:tc>
      </w:tr>
      <w:tr w:rsidR="00B63938" w:rsidRPr="00D12FFF" w14:paraId="5AD6F22A" w14:textId="77777777" w:rsidTr="21EE7B39">
        <w:trPr>
          <w:cantSplit/>
          <w:trHeight w:val="6336"/>
        </w:trPr>
        <w:tc>
          <w:tcPr>
            <w:tcW w:w="285" w:type="pct"/>
            <w:shd w:val="clear" w:color="auto" w:fill="auto"/>
            <w:vAlign w:val="center"/>
          </w:tcPr>
          <w:p w14:paraId="3802F62C" w14:textId="0605DAD4" w:rsidR="00B63938" w:rsidRPr="00D12FFF" w:rsidRDefault="00B63938" w:rsidP="00B63938">
            <w:pPr>
              <w:spacing w:before="0"/>
              <w:jc w:val="center"/>
              <w:rPr>
                <w:lang w:val="en-CA"/>
              </w:rPr>
            </w:pPr>
            <w:r w:rsidRPr="00D12FFF">
              <w:rPr>
                <w:lang w:val="en-CA"/>
              </w:rPr>
              <w:lastRenderedPageBreak/>
              <w:t>1.</w:t>
            </w:r>
            <w:r w:rsidR="00FA5C25" w:rsidRPr="00D12FFF">
              <w:rPr>
                <w:lang w:val="en-CA"/>
              </w:rPr>
              <w:t>19</w:t>
            </w:r>
          </w:p>
        </w:tc>
        <w:tc>
          <w:tcPr>
            <w:tcW w:w="560" w:type="pct"/>
            <w:shd w:val="clear" w:color="auto" w:fill="auto"/>
            <w:vAlign w:val="center"/>
          </w:tcPr>
          <w:p w14:paraId="16786C01" w14:textId="77777777" w:rsidR="00B63938" w:rsidRPr="00D12FFF" w:rsidRDefault="00F838C3" w:rsidP="00B63938">
            <w:pPr>
              <w:pStyle w:val="Normal2"/>
              <w:rPr>
                <w:lang w:val="en-CA"/>
              </w:rPr>
            </w:pPr>
            <w:sdt>
              <w:sdtPr>
                <w:rPr>
                  <w:lang w:val="en-CA"/>
                </w:rPr>
                <w:alias w:val="Type"/>
                <w:tag w:val="Type"/>
                <w:id w:val="-1546976252"/>
                <w:placeholder>
                  <w:docPart w:val="5D4CF91C62CC42E29D0CB4C9F12F5D58"/>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63938" w:rsidRPr="00D12FFF">
                  <w:rPr>
                    <w:lang w:val="en-CA"/>
                  </w:rPr>
                  <w:t>Text - Paragraph with Heading</w:t>
                </w:r>
              </w:sdtContent>
            </w:sdt>
          </w:p>
          <w:p w14:paraId="64AABA8B" w14:textId="24D421D4" w:rsidR="00B63938" w:rsidRPr="00D12FFF" w:rsidRDefault="00F838C3" w:rsidP="00B63938">
            <w:pPr>
              <w:pStyle w:val="Normal2"/>
              <w:rPr>
                <w:lang w:val="en-CA"/>
              </w:rPr>
            </w:pPr>
            <w:sdt>
              <w:sdtPr>
                <w:rPr>
                  <w:lang w:val="en-CA"/>
                </w:rPr>
                <w:alias w:val="Type"/>
                <w:tag w:val="Type"/>
                <w:id w:val="1702051519"/>
                <w:placeholder>
                  <w:docPart w:val="573B2328DBCA4F259F9CFE01C7109EB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63938" w:rsidRPr="00D12FFF">
                  <w:rPr>
                    <w:lang w:val="en-CA"/>
                  </w:rPr>
                  <w:t>Quiz - MCQ</w:t>
                </w:r>
              </w:sdtContent>
            </w:sdt>
          </w:p>
        </w:tc>
        <w:tc>
          <w:tcPr>
            <w:tcW w:w="2275" w:type="pct"/>
            <w:shd w:val="clear" w:color="auto" w:fill="auto"/>
            <w:vAlign w:val="center"/>
          </w:tcPr>
          <w:p w14:paraId="7E871FB3" w14:textId="4E9999F3" w:rsidR="00B63938" w:rsidRPr="00D12FFF" w:rsidRDefault="00B63938" w:rsidP="00B63938">
            <w:pPr>
              <w:pStyle w:val="Textheader"/>
              <w:rPr>
                <w:rFonts w:eastAsia="Arial" w:cstheme="minorHAnsi"/>
                <w:sz w:val="20"/>
                <w:lang w:val="en-CA" w:eastAsia="ja-JP"/>
              </w:rPr>
            </w:pPr>
            <w:r w:rsidRPr="00D12FFF">
              <w:rPr>
                <w:rFonts w:eastAsia="Arial"/>
                <w:lang w:val="en-CA" w:eastAsia="ja-JP"/>
              </w:rPr>
              <w:t xml:space="preserve">Question </w:t>
            </w:r>
            <w:r w:rsidR="00917BF2" w:rsidRPr="00D12FFF">
              <w:rPr>
                <w:rFonts w:eastAsia="Arial"/>
                <w:lang w:val="en-CA" w:eastAsia="ja-JP"/>
              </w:rPr>
              <w:t>19</w:t>
            </w:r>
          </w:p>
          <w:p w14:paraId="364B92C9" w14:textId="0C773BD9" w:rsidR="00A94E4C" w:rsidRPr="00D12FFF" w:rsidRDefault="00A94E4C" w:rsidP="05057513">
            <w:pPr>
              <w:autoSpaceDE w:val="0"/>
              <w:autoSpaceDN w:val="0"/>
              <w:adjustRightInd w:val="0"/>
              <w:rPr>
                <w:rFonts w:cstheme="minorBidi"/>
              </w:rPr>
            </w:pPr>
            <w:r w:rsidRPr="00D12FFF">
              <w:rPr>
                <w:rFonts w:cstheme="minorBidi"/>
              </w:rPr>
              <w:t xml:space="preserve">You are a </w:t>
            </w:r>
            <w:r w:rsidR="007F5CD1" w:rsidRPr="00D12FFF">
              <w:rPr>
                <w:rFonts w:cstheme="minorBidi"/>
              </w:rPr>
              <w:t>h</w:t>
            </w:r>
            <w:r w:rsidRPr="00D12FFF">
              <w:rPr>
                <w:rFonts w:cstheme="minorBidi"/>
              </w:rPr>
              <w:t xml:space="preserve">ead of </w:t>
            </w:r>
            <w:r w:rsidR="007F5CD1" w:rsidRPr="00D12FFF">
              <w:rPr>
                <w:rFonts w:cstheme="minorBidi"/>
              </w:rPr>
              <w:t>o</w:t>
            </w:r>
            <w:r w:rsidRPr="00D12FFF">
              <w:rPr>
                <w:rFonts w:cstheme="minorBidi"/>
              </w:rPr>
              <w:t xml:space="preserve">ffice. An NGO reports to you that one of your staff </w:t>
            </w:r>
            <w:r w:rsidR="00C369E3" w:rsidRPr="00D12FFF">
              <w:rPr>
                <w:rFonts w:cstheme="minorBidi"/>
              </w:rPr>
              <w:t xml:space="preserve">members </w:t>
            </w:r>
            <w:r w:rsidRPr="00D12FFF">
              <w:rPr>
                <w:rFonts w:cstheme="minorBidi"/>
              </w:rPr>
              <w:t xml:space="preserve">is engaged in a sexual relationship with a 12-year-old </w:t>
            </w:r>
            <w:r w:rsidR="005E6F05" w:rsidRPr="00D12FFF">
              <w:rPr>
                <w:rFonts w:cstheme="minorBidi"/>
              </w:rPr>
              <w:t>boy</w:t>
            </w:r>
            <w:r w:rsidRPr="00D12FFF">
              <w:rPr>
                <w:rFonts w:cstheme="minorBidi"/>
              </w:rPr>
              <w:t>. You are</w:t>
            </w:r>
            <w:r w:rsidR="00C369E3" w:rsidRPr="00D12FFF">
              <w:rPr>
                <w:rFonts w:cstheme="minorBidi"/>
              </w:rPr>
              <w:t xml:space="preserve"> first and foremost</w:t>
            </w:r>
            <w:r w:rsidRPr="00D12FFF">
              <w:rPr>
                <w:rFonts w:cstheme="minorBidi"/>
              </w:rPr>
              <w:t xml:space="preserve"> </w:t>
            </w:r>
            <w:r w:rsidR="00E83F7F" w:rsidRPr="00D12FFF">
              <w:rPr>
                <w:rFonts w:cstheme="minorBidi"/>
              </w:rPr>
              <w:t xml:space="preserve">worried </w:t>
            </w:r>
            <w:r w:rsidR="00831333" w:rsidRPr="00D12FFF">
              <w:t>about th</w:t>
            </w:r>
            <w:r w:rsidR="00F82167" w:rsidRPr="00D12FFF">
              <w:t>e</w:t>
            </w:r>
            <w:r w:rsidR="000557FB" w:rsidRPr="00D12FFF">
              <w:t xml:space="preserve"> </w:t>
            </w:r>
            <w:r w:rsidR="00831333" w:rsidRPr="00D12FFF">
              <w:t>young</w:t>
            </w:r>
            <w:r w:rsidR="000557FB" w:rsidRPr="00D12FFF">
              <w:t xml:space="preserve"> </w:t>
            </w:r>
            <w:r w:rsidR="00266FF2" w:rsidRPr="00D12FFF">
              <w:t>boy</w:t>
            </w:r>
            <w:r w:rsidR="00C369E3" w:rsidRPr="00D12FFF">
              <w:t>, but you are also concerned that this will</w:t>
            </w:r>
            <w:r w:rsidR="000557FB" w:rsidRPr="00D12FFF" w:rsidDel="000557FB">
              <w:rPr>
                <w:rFonts w:cstheme="minorBidi"/>
              </w:rPr>
              <w:t xml:space="preserve"> </w:t>
            </w:r>
            <w:r w:rsidR="005A6869" w:rsidRPr="00D12FFF">
              <w:rPr>
                <w:rFonts w:cstheme="minorBidi"/>
              </w:rPr>
              <w:t xml:space="preserve">severely </w:t>
            </w:r>
            <w:r w:rsidR="0060206F" w:rsidRPr="00D12FFF">
              <w:rPr>
                <w:rFonts w:cstheme="minorBidi"/>
              </w:rPr>
              <w:t xml:space="preserve">damage </w:t>
            </w:r>
            <w:r w:rsidR="00C369E3" w:rsidRPr="00D12FFF">
              <w:rPr>
                <w:rFonts w:cstheme="minorBidi"/>
              </w:rPr>
              <w:t>the reputation of both your staff member and your office.</w:t>
            </w:r>
          </w:p>
          <w:p w14:paraId="0C4B0A48" w14:textId="77777777" w:rsidR="00A94E4C" w:rsidRPr="00D12FFF" w:rsidRDefault="00A94E4C" w:rsidP="00A94E4C">
            <w:pPr>
              <w:autoSpaceDE w:val="0"/>
              <w:autoSpaceDN w:val="0"/>
              <w:adjustRightInd w:val="0"/>
              <w:rPr>
                <w:rFonts w:cstheme="minorHAnsi"/>
              </w:rPr>
            </w:pPr>
            <w:r w:rsidRPr="00D12FFF">
              <w:rPr>
                <w:rFonts w:cstheme="minorHAnsi"/>
              </w:rPr>
              <w:t xml:space="preserve">What is the best way to handle the allegation reported to you by the NGO? </w:t>
            </w:r>
          </w:p>
          <w:p w14:paraId="1DB41D5B" w14:textId="08AAE624" w:rsidR="00B63938" w:rsidRPr="00D12FFF" w:rsidRDefault="00A94E4C" w:rsidP="00B63938">
            <w:pPr>
              <w:autoSpaceDE w:val="0"/>
              <w:autoSpaceDN w:val="0"/>
              <w:adjustRightInd w:val="0"/>
              <w:rPr>
                <w:rFonts w:cstheme="minorHAnsi"/>
              </w:rPr>
            </w:pPr>
            <w:r w:rsidRPr="00D12FFF">
              <w:rPr>
                <w:rFonts w:cstheme="minorHAnsi"/>
              </w:rPr>
              <w:t xml:space="preserve"> </w:t>
            </w:r>
          </w:p>
          <w:p w14:paraId="03EACFBA" w14:textId="599380D0" w:rsidR="00A45407" w:rsidRPr="00D12FFF" w:rsidRDefault="00A45407" w:rsidP="00A45407">
            <w:pPr>
              <w:spacing w:before="0"/>
              <w:rPr>
                <w:rFonts w:eastAsia="Arial" w:cstheme="minorHAnsi"/>
                <w:i/>
                <w:color w:val="1F497D" w:themeColor="text2"/>
                <w:szCs w:val="16"/>
                <w:lang w:val="en-CA" w:eastAsia="ja-JP"/>
              </w:rPr>
            </w:pPr>
            <w:r w:rsidRPr="00D12FFF">
              <w:rPr>
                <w:rFonts w:eastAsia="Arial" w:cstheme="minorHAnsi"/>
                <w:i/>
                <w:color w:val="1F497D" w:themeColor="text2"/>
                <w:szCs w:val="16"/>
                <w:lang w:val="en-CA" w:eastAsia="ja-JP"/>
              </w:rPr>
              <w:t>Select one answer, then click SUBMIT.</w:t>
            </w:r>
          </w:p>
          <w:p w14:paraId="0AC1A121" w14:textId="77777777" w:rsidR="00A45407" w:rsidRPr="00D12FFF" w:rsidRDefault="00A45407" w:rsidP="00A45407">
            <w:pPr>
              <w:spacing w:before="0"/>
              <w:rPr>
                <w:color w:val="1F497D" w:themeColor="text2"/>
                <w:lang w:val="en-CA"/>
              </w:rPr>
            </w:pPr>
          </w:p>
          <w:p w14:paraId="4B52FC0E" w14:textId="3536F381" w:rsidR="00B63938" w:rsidRPr="00D12FFF" w:rsidRDefault="00B63938" w:rsidP="00B63938">
            <w:pPr>
              <w:autoSpaceDE w:val="0"/>
              <w:autoSpaceDN w:val="0"/>
              <w:adjustRightInd w:val="0"/>
              <w:rPr>
                <w:rFonts w:cstheme="minorHAnsi"/>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00FB4421" w:rsidRPr="00D12FFF">
              <w:rPr>
                <w:rFonts w:cstheme="minorHAnsi"/>
              </w:rPr>
              <w:t xml:space="preserve"> Y</w:t>
            </w:r>
            <w:r w:rsidR="00A94E4C" w:rsidRPr="00D12FFF">
              <w:rPr>
                <w:rFonts w:cstheme="minorHAnsi"/>
              </w:rPr>
              <w:t xml:space="preserve">ou will report the allegation immediately </w:t>
            </w:r>
            <w:r w:rsidR="00EA630C" w:rsidRPr="00D12FFF">
              <w:rPr>
                <w:rFonts w:cstheme="minorHAnsi"/>
              </w:rPr>
              <w:t xml:space="preserve">in </w:t>
            </w:r>
            <w:r w:rsidR="00347028" w:rsidRPr="00D12FFF">
              <w:rPr>
                <w:rFonts w:cstheme="minorHAnsi"/>
              </w:rPr>
              <w:t>accord</w:t>
            </w:r>
            <w:r w:rsidR="00EA630C" w:rsidRPr="00D12FFF">
              <w:rPr>
                <w:rFonts w:cstheme="minorHAnsi"/>
              </w:rPr>
              <w:t>ance with internal</w:t>
            </w:r>
            <w:r w:rsidR="00347028" w:rsidRPr="00D12FFF">
              <w:rPr>
                <w:rFonts w:cstheme="minorHAnsi"/>
              </w:rPr>
              <w:t xml:space="preserve"> </w:t>
            </w:r>
            <w:r w:rsidR="00D72068" w:rsidRPr="00D12FFF">
              <w:rPr>
                <w:rFonts w:cstheme="minorHAnsi"/>
              </w:rPr>
              <w:t>reporting procedure</w:t>
            </w:r>
            <w:r w:rsidR="00A94E4C" w:rsidRPr="00D12FFF">
              <w:rPr>
                <w:rFonts w:cstheme="minorHAnsi"/>
              </w:rPr>
              <w:t>.</w:t>
            </w:r>
          </w:p>
          <w:p w14:paraId="356E84DB" w14:textId="598E38FE" w:rsidR="00A94E4C" w:rsidRPr="00D12FFF" w:rsidRDefault="00B63938" w:rsidP="00A94E4C">
            <w:pPr>
              <w:autoSpaceDE w:val="0"/>
              <w:autoSpaceDN w:val="0"/>
              <w:adjustRightInd w:val="0"/>
              <w:rPr>
                <w:rFonts w:cstheme="minorHAnsi"/>
              </w:rPr>
            </w:pPr>
            <w:r w:rsidRPr="00D12FFF">
              <w:rPr>
                <w:rFonts w:cstheme="minorHAnsi"/>
                <w:color w:val="auto"/>
                <w:lang w:val="en-CA"/>
              </w:rPr>
              <w:fldChar w:fldCharType="begin">
                <w:ffData>
                  <w:name w:val="Check10"/>
                  <w:enabled/>
                  <w:calcOnExit w:val="0"/>
                  <w:checkBox>
                    <w:sizeAuto/>
                    <w:default w:val="0"/>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00A94E4C" w:rsidRPr="00D12FFF">
              <w:rPr>
                <w:rFonts w:cstheme="minorHAnsi"/>
              </w:rPr>
              <w:t xml:space="preserve"> </w:t>
            </w:r>
            <w:r w:rsidR="00FB4421" w:rsidRPr="00D12FFF">
              <w:rPr>
                <w:rFonts w:cstheme="minorHAnsi"/>
              </w:rPr>
              <w:t>Y</w:t>
            </w:r>
            <w:r w:rsidR="00A94E4C" w:rsidRPr="00D12FFF">
              <w:rPr>
                <w:rFonts w:cstheme="minorHAnsi"/>
              </w:rPr>
              <w:t xml:space="preserve">ou are concerned about the impact on the staff member and the office, </w:t>
            </w:r>
            <w:r w:rsidR="00FB1793" w:rsidRPr="00D12FFF">
              <w:rPr>
                <w:rFonts w:cstheme="minorHAnsi"/>
              </w:rPr>
              <w:t xml:space="preserve">so </w:t>
            </w:r>
            <w:r w:rsidR="00A94E4C" w:rsidRPr="00D12FFF">
              <w:rPr>
                <w:rFonts w:cstheme="minorHAnsi"/>
              </w:rPr>
              <w:t xml:space="preserve">you decide to interview the complainant and your </w:t>
            </w:r>
            <w:r w:rsidR="00192E34" w:rsidRPr="00D12FFF">
              <w:rPr>
                <w:rFonts w:cstheme="minorHAnsi"/>
              </w:rPr>
              <w:t>colle</w:t>
            </w:r>
            <w:r w:rsidR="00615203" w:rsidRPr="00D12FFF">
              <w:rPr>
                <w:rFonts w:cstheme="minorHAnsi"/>
              </w:rPr>
              <w:t>a</w:t>
            </w:r>
            <w:r w:rsidR="00192E34" w:rsidRPr="00D12FFF">
              <w:rPr>
                <w:rFonts w:cstheme="minorHAnsi"/>
              </w:rPr>
              <w:t>gue</w:t>
            </w:r>
            <w:r w:rsidR="00A94E4C" w:rsidRPr="00D12FFF">
              <w:rPr>
                <w:rFonts w:cstheme="minorHAnsi"/>
              </w:rPr>
              <w:t xml:space="preserve">. If the allegation sounds credible, you will report the allegation immediately to the UN. </w:t>
            </w:r>
          </w:p>
          <w:p w14:paraId="499C721D" w14:textId="29B9FD38" w:rsidR="00B63938" w:rsidRPr="00D12FFF" w:rsidRDefault="00C2322A" w:rsidP="00B63938">
            <w:pPr>
              <w:autoSpaceDE w:val="0"/>
              <w:autoSpaceDN w:val="0"/>
              <w:adjustRightInd w:val="0"/>
              <w:rPr>
                <w:rFonts w:cstheme="minorHAnsi"/>
              </w:rPr>
            </w:pPr>
            <w:r w:rsidRPr="00D12FFF">
              <w:rPr>
                <w:rFonts w:cstheme="minorHAnsi"/>
                <w:color w:val="auto"/>
                <w:lang w:val="en-CA"/>
              </w:rPr>
              <w:fldChar w:fldCharType="begin">
                <w:ffData>
                  <w:name w:val="Check10"/>
                  <w:enabled/>
                  <w:calcOnExit w:val="0"/>
                  <w:checkBox>
                    <w:sizeAuto/>
                    <w:default w:val="0"/>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005242B7" w:rsidRPr="00D12FFF">
              <w:rPr>
                <w:rFonts w:cstheme="minorHAnsi"/>
                <w:color w:val="auto"/>
                <w:lang w:val="en-CA"/>
              </w:rPr>
              <w:t xml:space="preserve"> </w:t>
            </w:r>
            <w:r w:rsidR="00A94E4C" w:rsidRPr="00D12FFF">
              <w:rPr>
                <w:rFonts w:cstheme="minorHAnsi"/>
              </w:rPr>
              <w:t>You are confident that you can manage the situation yourself. Once a solution has been found, you will report the allegation immediately to your investigation’s division.</w:t>
            </w:r>
          </w:p>
          <w:p w14:paraId="11D291E3" w14:textId="77777777" w:rsidR="00B63938" w:rsidRPr="00D12FFF" w:rsidRDefault="00B63938" w:rsidP="00B63938">
            <w:pPr>
              <w:autoSpaceDE w:val="0"/>
              <w:autoSpaceDN w:val="0"/>
              <w:adjustRightInd w:val="0"/>
              <w:rPr>
                <w:rFonts w:cstheme="minorHAnsi"/>
              </w:rPr>
            </w:pPr>
          </w:p>
          <w:p w14:paraId="04C3480F" w14:textId="77777777" w:rsidR="00B63938" w:rsidRPr="00D12FFF" w:rsidRDefault="00B63938" w:rsidP="00B63938">
            <w:pPr>
              <w:pStyle w:val="Textheader"/>
              <w:rPr>
                <w:rFonts w:eastAsia="Arial"/>
                <w:lang w:val="en-CA" w:eastAsia="ja-JP"/>
              </w:rPr>
            </w:pPr>
          </w:p>
        </w:tc>
        <w:tc>
          <w:tcPr>
            <w:tcW w:w="1433" w:type="pct"/>
            <w:shd w:val="clear" w:color="auto" w:fill="auto"/>
            <w:vAlign w:val="center"/>
          </w:tcPr>
          <w:p w14:paraId="52B00798" w14:textId="77777777" w:rsidR="00B63938" w:rsidRPr="00D12FFF" w:rsidRDefault="00B63938" w:rsidP="00B63938">
            <w:pPr>
              <w:spacing w:before="0"/>
              <w:rPr>
                <w:lang w:val="en-CA"/>
              </w:rPr>
            </w:pPr>
          </w:p>
        </w:tc>
        <w:tc>
          <w:tcPr>
            <w:tcW w:w="447" w:type="pct"/>
          </w:tcPr>
          <w:p w14:paraId="46202923" w14:textId="77777777" w:rsidR="00B63938" w:rsidRPr="00D12FFF" w:rsidRDefault="00B63938" w:rsidP="00B63938">
            <w:pPr>
              <w:spacing w:before="0"/>
              <w:rPr>
                <w:lang w:val="en-CA"/>
              </w:rPr>
            </w:pPr>
          </w:p>
        </w:tc>
      </w:tr>
      <w:tr w:rsidR="00A94E4C" w:rsidRPr="00C150C8" w14:paraId="7B075CBE" w14:textId="77777777" w:rsidTr="21EE7B39">
        <w:trPr>
          <w:cantSplit/>
          <w:trHeight w:val="6336"/>
        </w:trPr>
        <w:tc>
          <w:tcPr>
            <w:tcW w:w="285" w:type="pct"/>
            <w:shd w:val="clear" w:color="auto" w:fill="auto"/>
            <w:vAlign w:val="center"/>
          </w:tcPr>
          <w:p w14:paraId="035C682D" w14:textId="6CB5AC84" w:rsidR="00A94E4C" w:rsidRPr="00D12FFF" w:rsidRDefault="00A94E4C" w:rsidP="00A94E4C">
            <w:pPr>
              <w:spacing w:before="0"/>
              <w:jc w:val="center"/>
              <w:rPr>
                <w:lang w:val="en-CA"/>
              </w:rPr>
            </w:pPr>
            <w:r w:rsidRPr="00D12FFF">
              <w:rPr>
                <w:lang w:val="en-CA"/>
              </w:rPr>
              <w:lastRenderedPageBreak/>
              <w:t>1.2</w:t>
            </w:r>
            <w:r w:rsidR="00FA5C25" w:rsidRPr="00D12FFF">
              <w:rPr>
                <w:lang w:val="en-CA"/>
              </w:rPr>
              <w:t>0</w:t>
            </w:r>
          </w:p>
        </w:tc>
        <w:tc>
          <w:tcPr>
            <w:tcW w:w="560" w:type="pct"/>
            <w:shd w:val="clear" w:color="auto" w:fill="auto"/>
            <w:vAlign w:val="center"/>
          </w:tcPr>
          <w:p w14:paraId="59488558" w14:textId="77777777" w:rsidR="00A94E4C" w:rsidRPr="00D12FFF" w:rsidRDefault="00F838C3" w:rsidP="00A94E4C">
            <w:pPr>
              <w:pStyle w:val="Normal2"/>
              <w:rPr>
                <w:lang w:val="en-CA"/>
              </w:rPr>
            </w:pPr>
            <w:sdt>
              <w:sdtPr>
                <w:rPr>
                  <w:lang w:val="en-CA"/>
                </w:rPr>
                <w:alias w:val="Type"/>
                <w:tag w:val="Type"/>
                <w:id w:val="1840963740"/>
                <w:placeholder>
                  <w:docPart w:val="EFE66E4D964D49FF9CB8FC954FAB8989"/>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A94E4C" w:rsidRPr="00D12FFF">
                  <w:rPr>
                    <w:lang w:val="en-CA"/>
                  </w:rPr>
                  <w:t>Text - Paragraph with Heading</w:t>
                </w:r>
              </w:sdtContent>
            </w:sdt>
          </w:p>
          <w:p w14:paraId="0B153961" w14:textId="34D6905D" w:rsidR="00A94E4C" w:rsidRPr="00D12FFF" w:rsidRDefault="00F838C3" w:rsidP="00A94E4C">
            <w:pPr>
              <w:pStyle w:val="Normal2"/>
              <w:rPr>
                <w:lang w:val="en-CA"/>
              </w:rPr>
            </w:pPr>
            <w:sdt>
              <w:sdtPr>
                <w:rPr>
                  <w:lang w:val="en-CA"/>
                </w:rPr>
                <w:alias w:val="Type"/>
                <w:tag w:val="Type"/>
                <w:id w:val="576948270"/>
                <w:placeholder>
                  <w:docPart w:val="38790497648E4ED58922A8E864CEE137"/>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4747D" w:rsidRPr="00D12FFF">
                  <w:rPr>
                    <w:lang w:val="en-CA"/>
                  </w:rPr>
                  <w:t>Quiz - MRQ</w:t>
                </w:r>
              </w:sdtContent>
            </w:sdt>
          </w:p>
        </w:tc>
        <w:tc>
          <w:tcPr>
            <w:tcW w:w="2275" w:type="pct"/>
            <w:shd w:val="clear" w:color="auto" w:fill="auto"/>
            <w:vAlign w:val="center"/>
          </w:tcPr>
          <w:p w14:paraId="5999EEBF" w14:textId="496DDF74" w:rsidR="00A94E4C" w:rsidRPr="00D12FFF" w:rsidRDefault="00A94E4C" w:rsidP="00A94E4C">
            <w:pPr>
              <w:pStyle w:val="Textheader"/>
              <w:rPr>
                <w:rFonts w:eastAsia="Arial" w:cstheme="minorHAnsi"/>
                <w:sz w:val="20"/>
                <w:lang w:val="en-CA" w:eastAsia="ja-JP"/>
              </w:rPr>
            </w:pPr>
            <w:r w:rsidRPr="00D12FFF">
              <w:rPr>
                <w:rFonts w:eastAsia="Arial"/>
                <w:lang w:val="en-CA" w:eastAsia="ja-JP"/>
              </w:rPr>
              <w:t>Question 2</w:t>
            </w:r>
            <w:r w:rsidR="00917BF2" w:rsidRPr="00D12FFF">
              <w:rPr>
                <w:rFonts w:eastAsia="Arial"/>
                <w:lang w:val="en-CA" w:eastAsia="ja-JP"/>
              </w:rPr>
              <w:t>0</w:t>
            </w:r>
          </w:p>
          <w:p w14:paraId="2CE79B8F" w14:textId="39CADEE6" w:rsidR="00A94E4C" w:rsidRPr="00D12FFF" w:rsidRDefault="00A94E4C" w:rsidP="00A94E4C">
            <w:pPr>
              <w:autoSpaceDE w:val="0"/>
              <w:autoSpaceDN w:val="0"/>
              <w:adjustRightInd w:val="0"/>
              <w:spacing w:line="252" w:lineRule="auto"/>
              <w:rPr>
                <w:rFonts w:cs="Calibri"/>
              </w:rPr>
            </w:pPr>
            <w:r w:rsidRPr="00D12FFF">
              <w:rPr>
                <w:rFonts w:cs="Calibri"/>
              </w:rPr>
              <w:t xml:space="preserve">You are the </w:t>
            </w:r>
            <w:r w:rsidR="003208DA" w:rsidRPr="00D12FFF">
              <w:rPr>
                <w:rFonts w:cs="Calibri"/>
              </w:rPr>
              <w:t>h</w:t>
            </w:r>
            <w:r w:rsidRPr="00D12FFF">
              <w:rPr>
                <w:rFonts w:cs="Calibri"/>
              </w:rPr>
              <w:t xml:space="preserve">ead of </w:t>
            </w:r>
            <w:r w:rsidR="003208DA" w:rsidRPr="00D12FFF">
              <w:rPr>
                <w:rFonts w:cs="Calibri"/>
              </w:rPr>
              <w:t>d</w:t>
            </w:r>
            <w:r w:rsidRPr="00D12FFF">
              <w:rPr>
                <w:rFonts w:cs="Calibri"/>
              </w:rPr>
              <w:t xml:space="preserve">epartment. You have reported to your </w:t>
            </w:r>
            <w:r w:rsidR="009E7724" w:rsidRPr="00D12FFF">
              <w:rPr>
                <w:rFonts w:cs="Calibri"/>
              </w:rPr>
              <w:t xml:space="preserve">organization’s </w:t>
            </w:r>
            <w:r w:rsidR="0034747D" w:rsidRPr="00D12FFF">
              <w:rPr>
                <w:rFonts w:cs="Calibri"/>
              </w:rPr>
              <w:t>investigation</w:t>
            </w:r>
            <w:r w:rsidRPr="00D12FFF">
              <w:rPr>
                <w:rFonts w:cs="Calibri"/>
              </w:rPr>
              <w:t xml:space="preserve"> division </w:t>
            </w:r>
            <w:r w:rsidR="003208DA" w:rsidRPr="00D12FFF">
              <w:rPr>
                <w:rFonts w:cs="Calibri"/>
              </w:rPr>
              <w:t>an</w:t>
            </w:r>
            <w:r w:rsidRPr="00D12FFF">
              <w:rPr>
                <w:rFonts w:cs="Calibri"/>
              </w:rPr>
              <w:t xml:space="preserve"> allegation of sexual exploitation and abuse by your staff member. </w:t>
            </w:r>
          </w:p>
          <w:p w14:paraId="4C47985C" w14:textId="36D5E590" w:rsidR="00A94E4C" w:rsidRPr="00D12FFF" w:rsidRDefault="00A94E4C" w:rsidP="00A94E4C">
            <w:pPr>
              <w:autoSpaceDE w:val="0"/>
              <w:autoSpaceDN w:val="0"/>
              <w:adjustRightInd w:val="0"/>
              <w:spacing w:line="252" w:lineRule="auto"/>
              <w:rPr>
                <w:rFonts w:cs="Calibri"/>
              </w:rPr>
            </w:pPr>
            <w:r w:rsidRPr="00D12FFF">
              <w:rPr>
                <w:rFonts w:cs="Calibri"/>
              </w:rPr>
              <w:t xml:space="preserve">What information do you need to keep confidential and only disclose </w:t>
            </w:r>
            <w:r w:rsidR="009A610D" w:rsidRPr="00D12FFF">
              <w:rPr>
                <w:rFonts w:cs="Calibri"/>
              </w:rPr>
              <w:t>on a need</w:t>
            </w:r>
            <w:r w:rsidR="00570610" w:rsidRPr="00D12FFF">
              <w:rPr>
                <w:rFonts w:cs="Calibri"/>
              </w:rPr>
              <w:t>-to-know basis</w:t>
            </w:r>
            <w:r w:rsidRPr="00D12FFF">
              <w:rPr>
                <w:rFonts w:cs="Calibri"/>
              </w:rPr>
              <w:t xml:space="preserve">? </w:t>
            </w:r>
          </w:p>
          <w:p w14:paraId="59306C94" w14:textId="2F36D2EC" w:rsidR="00A94E4C" w:rsidRPr="00D12FFF" w:rsidRDefault="00A94E4C" w:rsidP="00A94E4C">
            <w:pPr>
              <w:autoSpaceDE w:val="0"/>
              <w:autoSpaceDN w:val="0"/>
              <w:adjustRightInd w:val="0"/>
              <w:rPr>
                <w:rFonts w:cstheme="minorHAnsi"/>
              </w:rPr>
            </w:pPr>
          </w:p>
          <w:p w14:paraId="30979454" w14:textId="29F8BA2E" w:rsidR="00CA1B13" w:rsidRPr="00D12FFF" w:rsidRDefault="00CA1B13" w:rsidP="00CA1B13">
            <w:pPr>
              <w:rPr>
                <w:rFonts w:cstheme="minorHAnsi"/>
                <w:i/>
                <w:color w:val="004990"/>
              </w:rPr>
            </w:pPr>
            <w:r w:rsidRPr="00D12FFF">
              <w:rPr>
                <w:rFonts w:cstheme="minorHAnsi"/>
                <w:i/>
                <w:color w:val="004990"/>
              </w:rPr>
              <w:t>Select all answers that apply, then click SUBMIT.</w:t>
            </w:r>
          </w:p>
          <w:p w14:paraId="460B34FA" w14:textId="77777777" w:rsidR="00CA1B13" w:rsidRPr="00D12FFF" w:rsidRDefault="00CA1B13" w:rsidP="00CA1B13">
            <w:pPr>
              <w:rPr>
                <w:rFonts w:cstheme="minorHAnsi"/>
                <w:i/>
                <w:color w:val="004990"/>
              </w:rPr>
            </w:pPr>
          </w:p>
          <w:p w14:paraId="1C8ADDD6" w14:textId="013EFE01" w:rsidR="0034747D" w:rsidRPr="00D12FFF" w:rsidRDefault="00A94E4C" w:rsidP="0034747D">
            <w:pPr>
              <w:autoSpaceDE w:val="0"/>
              <w:autoSpaceDN w:val="0"/>
              <w:adjustRightInd w:val="0"/>
              <w:rPr>
                <w:rFonts w:cstheme="minorHAnsi"/>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0034747D" w:rsidRPr="00D12FFF">
              <w:rPr>
                <w:rFonts w:cstheme="minorHAnsi"/>
              </w:rPr>
              <w:t xml:space="preserve">The nationality of your </w:t>
            </w:r>
            <w:r w:rsidR="000559D6" w:rsidRPr="00D12FFF">
              <w:rPr>
                <w:rFonts w:cstheme="minorHAnsi"/>
              </w:rPr>
              <w:t>colleague</w:t>
            </w:r>
          </w:p>
          <w:p w14:paraId="3F5DCFB7" w14:textId="68A32C20" w:rsidR="0034747D" w:rsidRPr="00D12FFF" w:rsidRDefault="0034747D" w:rsidP="0034747D">
            <w:pPr>
              <w:autoSpaceDE w:val="0"/>
              <w:autoSpaceDN w:val="0"/>
              <w:adjustRightInd w:val="0"/>
              <w:rPr>
                <w:rFonts w:cstheme="minorHAnsi"/>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rPr>
              <w:t xml:space="preserve">The identity of your </w:t>
            </w:r>
            <w:r w:rsidR="000559D6" w:rsidRPr="00D12FFF">
              <w:rPr>
                <w:rFonts w:cstheme="minorHAnsi"/>
              </w:rPr>
              <w:t xml:space="preserve">colleague </w:t>
            </w:r>
          </w:p>
          <w:p w14:paraId="130088F4" w14:textId="57D973AD" w:rsidR="0034747D" w:rsidRPr="00D12FFF" w:rsidRDefault="0034747D" w:rsidP="0034747D">
            <w:pPr>
              <w:autoSpaceDE w:val="0"/>
              <w:autoSpaceDN w:val="0"/>
              <w:adjustRightInd w:val="0"/>
              <w:rPr>
                <w:rFonts w:cstheme="minorHAnsi"/>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rPr>
              <w:t>The nationality of the alleged victim</w:t>
            </w:r>
          </w:p>
          <w:p w14:paraId="43BC4AF6" w14:textId="458828F5" w:rsidR="0034747D" w:rsidRPr="00D12FFF" w:rsidRDefault="0034747D" w:rsidP="0034747D">
            <w:pPr>
              <w:autoSpaceDE w:val="0"/>
              <w:autoSpaceDN w:val="0"/>
              <w:adjustRightInd w:val="0"/>
              <w:rPr>
                <w:rFonts w:cstheme="minorHAnsi"/>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rPr>
              <w:t xml:space="preserve">The nature of the allegation </w:t>
            </w:r>
          </w:p>
          <w:p w14:paraId="5E09E673" w14:textId="5C243480" w:rsidR="00A94E4C" w:rsidRPr="00B632CC" w:rsidRDefault="000C1FB0" w:rsidP="00A94E4C">
            <w:pPr>
              <w:autoSpaceDE w:val="0"/>
              <w:autoSpaceDN w:val="0"/>
              <w:adjustRightInd w:val="0"/>
              <w:rPr>
                <w:rFonts w:cstheme="minorHAnsi"/>
              </w:rPr>
            </w:pPr>
            <w:r w:rsidRPr="00D12FFF">
              <w:rPr>
                <w:rFonts w:cstheme="minorHAnsi"/>
                <w:color w:val="auto"/>
                <w:lang w:val="en-CA"/>
              </w:rPr>
              <w:fldChar w:fldCharType="begin">
                <w:ffData>
                  <w:name w:val=""/>
                  <w:enabled/>
                  <w:calcOnExit w:val="0"/>
                  <w:checkBox>
                    <w:sizeAuto/>
                    <w:default w:val="1"/>
                  </w:checkBox>
                </w:ffData>
              </w:fldChar>
            </w:r>
            <w:r w:rsidRPr="00D12FFF">
              <w:rPr>
                <w:rFonts w:cstheme="minorHAnsi"/>
                <w:color w:val="auto"/>
                <w:lang w:val="en-CA"/>
              </w:rPr>
              <w:instrText xml:space="preserve"> FORMCHECKBOX </w:instrText>
            </w:r>
            <w:r w:rsidR="00F838C3">
              <w:rPr>
                <w:rFonts w:cstheme="minorHAnsi"/>
                <w:color w:val="auto"/>
                <w:lang w:val="en-CA"/>
              </w:rPr>
            </w:r>
            <w:r w:rsidR="00F838C3">
              <w:rPr>
                <w:rFonts w:cstheme="minorHAnsi"/>
                <w:color w:val="auto"/>
                <w:lang w:val="en-CA"/>
              </w:rPr>
              <w:fldChar w:fldCharType="separate"/>
            </w:r>
            <w:r w:rsidRPr="00D12FFF">
              <w:rPr>
                <w:rFonts w:cstheme="minorHAnsi"/>
                <w:color w:val="auto"/>
                <w:lang w:val="en-CA"/>
              </w:rPr>
              <w:fldChar w:fldCharType="end"/>
            </w:r>
            <w:r w:rsidRPr="00D12FFF">
              <w:rPr>
                <w:rFonts w:cstheme="minorHAnsi"/>
                <w:color w:val="auto"/>
                <w:lang w:val="en-CA"/>
              </w:rPr>
              <w:t xml:space="preserve"> </w:t>
            </w:r>
            <w:r w:rsidRPr="00D12FFF">
              <w:rPr>
                <w:rFonts w:cstheme="minorHAnsi"/>
                <w:lang w:val="en-CA"/>
              </w:rPr>
              <w:t xml:space="preserve">The </w:t>
            </w:r>
            <w:r w:rsidR="00C369E3" w:rsidRPr="00D12FFF">
              <w:t>identity</w:t>
            </w:r>
            <w:r w:rsidRPr="00D12FFF">
              <w:t xml:space="preserve"> of the victim</w:t>
            </w:r>
            <w:r>
              <w:t xml:space="preserve"> </w:t>
            </w:r>
          </w:p>
          <w:p w14:paraId="4846E61A" w14:textId="77777777" w:rsidR="00A94E4C" w:rsidRPr="00C150C8" w:rsidRDefault="00A94E4C" w:rsidP="00A94E4C">
            <w:pPr>
              <w:pStyle w:val="Textheader"/>
              <w:rPr>
                <w:rFonts w:eastAsia="Arial"/>
                <w:lang w:val="en-CA" w:eastAsia="ja-JP"/>
              </w:rPr>
            </w:pPr>
          </w:p>
        </w:tc>
        <w:tc>
          <w:tcPr>
            <w:tcW w:w="1433" w:type="pct"/>
            <w:shd w:val="clear" w:color="auto" w:fill="auto"/>
            <w:vAlign w:val="center"/>
          </w:tcPr>
          <w:p w14:paraId="62F63F32" w14:textId="77777777" w:rsidR="00A94E4C" w:rsidRPr="00C150C8" w:rsidRDefault="00A94E4C" w:rsidP="00A94E4C">
            <w:pPr>
              <w:spacing w:before="0"/>
              <w:rPr>
                <w:lang w:val="en-CA"/>
              </w:rPr>
            </w:pPr>
          </w:p>
        </w:tc>
        <w:tc>
          <w:tcPr>
            <w:tcW w:w="447" w:type="pct"/>
          </w:tcPr>
          <w:p w14:paraId="1BE35382" w14:textId="77777777" w:rsidR="00A94E4C" w:rsidRPr="00C150C8" w:rsidRDefault="00A94E4C" w:rsidP="00A94E4C">
            <w:pPr>
              <w:spacing w:before="0"/>
              <w:rPr>
                <w:lang w:val="en-CA"/>
              </w:rPr>
            </w:pPr>
          </w:p>
        </w:tc>
      </w:tr>
    </w:tbl>
    <w:p w14:paraId="6F98BE4A" w14:textId="03F9DA07" w:rsidR="001B2243" w:rsidRPr="00C150C8" w:rsidRDefault="001B2243" w:rsidP="007971E9">
      <w:pPr>
        <w:tabs>
          <w:tab w:val="left" w:pos="900"/>
        </w:tabs>
        <w:spacing w:before="0"/>
        <w:rPr>
          <w:b/>
          <w:lang w:val="en-CA"/>
        </w:rPr>
      </w:pPr>
    </w:p>
    <w:sectPr w:rsidR="001B2243" w:rsidRPr="00C150C8" w:rsidSect="00AA7CBB">
      <w:headerReference w:type="default" r:id="rId17"/>
      <w:footerReference w:type="default" r:id="rId18"/>
      <w:pgSz w:w="15840" w:h="12240" w:orient="landscape"/>
      <w:pgMar w:top="1276" w:right="1440" w:bottom="1134" w:left="992"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D662C" w16cex:dateUtc="2020-04-24T17: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74A76" w14:textId="77777777" w:rsidR="00F838C3" w:rsidRDefault="00F838C3" w:rsidP="005A39C9">
      <w:r>
        <w:separator/>
      </w:r>
    </w:p>
    <w:p w14:paraId="13A0507C" w14:textId="77777777" w:rsidR="00F838C3" w:rsidRDefault="00F838C3"/>
    <w:p w14:paraId="083C60B2" w14:textId="77777777" w:rsidR="00F838C3" w:rsidRDefault="00F838C3"/>
  </w:endnote>
  <w:endnote w:type="continuationSeparator" w:id="0">
    <w:p w14:paraId="7886122A" w14:textId="77777777" w:rsidR="00F838C3" w:rsidRDefault="00F838C3" w:rsidP="005A39C9">
      <w:r>
        <w:continuationSeparator/>
      </w:r>
    </w:p>
    <w:p w14:paraId="4A73CC52" w14:textId="77777777" w:rsidR="00F838C3" w:rsidRDefault="00F838C3"/>
    <w:p w14:paraId="57723164" w14:textId="77777777" w:rsidR="00F838C3" w:rsidRDefault="00F838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arsseit">
    <w:altName w:val="Times New Roman"/>
    <w:charset w:val="00"/>
    <w:family w:val="auto"/>
    <w:pitch w:val="variable"/>
    <w:sig w:usb0="A00000AF" w:usb1="5000204B" w:usb2="00000000" w:usb3="00000000" w:csb0="00000093"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Roboto">
    <w:altName w:val="Arial"/>
    <w:panose1 w:val="02000000000000000000"/>
    <w:charset w:val="00"/>
    <w:family w:val="auto"/>
    <w:pitch w:val="variable"/>
    <w:sig w:usb0="E0000AFF" w:usb1="5000217F" w:usb2="00000021" w:usb3="00000000" w:csb0="000001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7254153"/>
      <w:docPartObj>
        <w:docPartGallery w:val="Page Numbers (Bottom of Page)"/>
        <w:docPartUnique/>
      </w:docPartObj>
    </w:sdtPr>
    <w:sdtEndPr>
      <w:rPr>
        <w:noProof/>
      </w:rPr>
    </w:sdtEndPr>
    <w:sdtContent>
      <w:p w14:paraId="3E291E84" w14:textId="094BE819" w:rsidR="005F4D41" w:rsidRDefault="005F4D41" w:rsidP="009029C9">
        <w:pPr>
          <w:pStyle w:val="Footer"/>
          <w:jc w:val="right"/>
        </w:pPr>
        <w:r>
          <w:fldChar w:fldCharType="begin"/>
        </w:r>
        <w:r>
          <w:instrText xml:space="preserve"> PAGE   \* MERGEFORMAT </w:instrText>
        </w:r>
        <w:r>
          <w:fldChar w:fldCharType="separate"/>
        </w:r>
        <w:r>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69A2A" w14:textId="77777777" w:rsidR="00F838C3" w:rsidRDefault="00F838C3" w:rsidP="005A39C9">
      <w:r>
        <w:separator/>
      </w:r>
    </w:p>
    <w:p w14:paraId="04D52F87" w14:textId="77777777" w:rsidR="00F838C3" w:rsidRDefault="00F838C3"/>
    <w:p w14:paraId="018D0199" w14:textId="77777777" w:rsidR="00F838C3" w:rsidRDefault="00F838C3"/>
  </w:footnote>
  <w:footnote w:type="continuationSeparator" w:id="0">
    <w:p w14:paraId="512B5931" w14:textId="77777777" w:rsidR="00F838C3" w:rsidRDefault="00F838C3" w:rsidP="005A39C9">
      <w:r>
        <w:continuationSeparator/>
      </w:r>
    </w:p>
    <w:p w14:paraId="070986E8" w14:textId="77777777" w:rsidR="00F838C3" w:rsidRDefault="00F838C3"/>
    <w:p w14:paraId="138922D6" w14:textId="77777777" w:rsidR="00F838C3" w:rsidRDefault="00F838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ABE98" w14:textId="56E0B791" w:rsidR="005F4D41" w:rsidRDefault="005F4D41" w:rsidP="00A96A69">
    <w:pPr>
      <w:pStyle w:val="Header"/>
      <w:spacing w:after="240"/>
    </w:pPr>
    <w:r>
      <w:rPr>
        <w:noProof/>
        <w:lang w:eastAsia="en-US"/>
      </w:rPr>
      <w:drawing>
        <wp:anchor distT="0" distB="0" distL="114300" distR="114300" simplePos="0" relativeHeight="251676672" behindDoc="0" locked="0" layoutInCell="1" allowOverlap="1" wp14:anchorId="1EDEFC9D" wp14:editId="6B8DC59C">
          <wp:simplePos x="0" y="0"/>
          <wp:positionH relativeFrom="column">
            <wp:posOffset>7628255</wp:posOffset>
          </wp:positionH>
          <wp:positionV relativeFrom="paragraph">
            <wp:posOffset>-221615</wp:posOffset>
          </wp:positionV>
          <wp:extent cx="942975" cy="304800"/>
          <wp:effectExtent l="19050" t="0" r="9525" b="0"/>
          <wp:wrapNone/>
          <wp:docPr id="1" name="Image 2" descr="Ellico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Ellicom_logo"/>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anchor>
      </w:drawing>
    </w:r>
    <w:r>
      <w:t xml:space="preserve">STORYBOARD |Project </w:t>
    </w:r>
    <w:r w:rsidRPr="0009159B">
      <w:t>1</w:t>
    </w:r>
    <w:r>
      <w:t>9</w:t>
    </w:r>
    <w:r w:rsidRPr="0009159B">
      <w:t>-</w:t>
    </w:r>
    <w:r>
      <w:t>241973 | UN – PSEA |</w:t>
    </w:r>
    <w:r w:rsidRPr="00AA137F">
      <w:rPr>
        <w:color w:val="1F497D" w:themeColor="text2"/>
        <w:sz w:val="18"/>
        <w:szCs w:val="18"/>
      </w:rPr>
      <w:t xml:space="preserve"> </w:t>
    </w:r>
    <w:r>
      <w:rPr>
        <w:color w:val="auto"/>
        <w:sz w:val="18"/>
        <w:szCs w:val="18"/>
      </w:rPr>
      <w:t>Final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75pt;height:8.25pt" o:bullet="t">
        <v:imagedata r:id="rId1" o:title="bullet1"/>
      </v:shape>
    </w:pict>
  </w:numPicBullet>
  <w:abstractNum w:abstractNumId="0" w15:restartNumberingAfterBreak="0">
    <w:nsid w:val="FFFFFF80"/>
    <w:multiLevelType w:val="singleLevel"/>
    <w:tmpl w:val="69D0B3BC"/>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9"/>
    <w:multiLevelType w:val="singleLevel"/>
    <w:tmpl w:val="4E9AE112"/>
    <w:lvl w:ilvl="0">
      <w:start w:val="1"/>
      <w:numFmt w:val="bullet"/>
      <w:pStyle w:val="ListBullet"/>
      <w:lvlText w:val=""/>
      <w:lvlPicBulletId w:val="0"/>
      <w:lvlJc w:val="left"/>
      <w:pPr>
        <w:tabs>
          <w:tab w:val="num" w:pos="-481"/>
        </w:tabs>
        <w:ind w:left="-481" w:hanging="360"/>
      </w:pPr>
      <w:rPr>
        <w:rFonts w:ascii="Symbol" w:hAnsi="Symbol" w:hint="default"/>
      </w:rPr>
    </w:lvl>
  </w:abstractNum>
  <w:abstractNum w:abstractNumId="2" w15:restartNumberingAfterBreak="0">
    <w:nsid w:val="FFFFFFFE"/>
    <w:multiLevelType w:val="singleLevel"/>
    <w:tmpl w:val="86AC09B4"/>
    <w:lvl w:ilvl="0">
      <w:numFmt w:val="bullet"/>
      <w:lvlText w:val="*"/>
      <w:lvlJc w:val="left"/>
    </w:lvl>
  </w:abstractNum>
  <w:abstractNum w:abstractNumId="3" w15:restartNumberingAfterBreak="0">
    <w:nsid w:val="014B5B33"/>
    <w:multiLevelType w:val="hybridMultilevel"/>
    <w:tmpl w:val="0E5E9A8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02E23931"/>
    <w:multiLevelType w:val="multilevel"/>
    <w:tmpl w:val="57EC921E"/>
    <w:lvl w:ilvl="0">
      <w:start w:val="1"/>
      <w:numFmt w:val="bullet"/>
      <w:lvlText w:val=""/>
      <w:lvlJc w:val="left"/>
      <w:pPr>
        <w:ind w:left="720" w:hanging="360"/>
      </w:pPr>
      <w:rPr>
        <w:rFonts w:ascii="Wingdings" w:hAnsi="Wingdings" w:hint="default"/>
      </w:rPr>
    </w:lvl>
    <w:lvl w:ilvl="1">
      <w:start w:val="1"/>
      <w:numFmt w:val="bullet"/>
      <w:lvlText w:val="□"/>
      <w:lvlJc w:val="left"/>
      <w:pPr>
        <w:ind w:left="1152" w:hanging="432"/>
      </w:pPr>
      <w:rPr>
        <w:rFonts w:ascii="Calibri" w:hAnsi="Calibri" w:hint="default"/>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0B846F3F"/>
    <w:multiLevelType w:val="hybridMultilevel"/>
    <w:tmpl w:val="32684B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CFE2B80"/>
    <w:multiLevelType w:val="hybridMultilevel"/>
    <w:tmpl w:val="230A98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D6B06CF"/>
    <w:multiLevelType w:val="hybridMultilevel"/>
    <w:tmpl w:val="3E78E4E2"/>
    <w:lvl w:ilvl="0" w:tplc="699A98DC">
      <w:start w:val="1"/>
      <w:numFmt w:val="decimal"/>
      <w:pStyle w:val="Numbered"/>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8" w15:restartNumberingAfterBreak="0">
    <w:nsid w:val="134859EB"/>
    <w:multiLevelType w:val="hybridMultilevel"/>
    <w:tmpl w:val="DAF2F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6B47E7"/>
    <w:multiLevelType w:val="hybridMultilevel"/>
    <w:tmpl w:val="296EA536"/>
    <w:lvl w:ilvl="0" w:tplc="8E9EEED4">
      <w:start w:val="1"/>
      <w:numFmt w:val="bullet"/>
      <w:pStyle w:val="Action"/>
      <w:lvlText w:val="→"/>
      <w:lvlJc w:val="left"/>
      <w:pPr>
        <w:ind w:left="720" w:hanging="360"/>
      </w:pPr>
      <w:rPr>
        <w:rFonts w:ascii="Calibri" w:hAnsi="Calibri" w:hint="default"/>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191D10D6"/>
    <w:multiLevelType w:val="hybridMultilevel"/>
    <w:tmpl w:val="02025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8232C1"/>
    <w:multiLevelType w:val="hybridMultilevel"/>
    <w:tmpl w:val="A2C029BA"/>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49C2B53"/>
    <w:multiLevelType w:val="hybridMultilevel"/>
    <w:tmpl w:val="A4EC64B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29F56678"/>
    <w:multiLevelType w:val="hybridMultilevel"/>
    <w:tmpl w:val="972867D4"/>
    <w:lvl w:ilvl="0" w:tplc="51ACC28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2F7436C2"/>
    <w:multiLevelType w:val="hybridMultilevel"/>
    <w:tmpl w:val="F7A4F304"/>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28255F2"/>
    <w:multiLevelType w:val="hybridMultilevel"/>
    <w:tmpl w:val="F4EE01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2937AE6"/>
    <w:multiLevelType w:val="hybridMultilevel"/>
    <w:tmpl w:val="31387F8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3251ED"/>
    <w:multiLevelType w:val="hybridMultilevel"/>
    <w:tmpl w:val="D27A35E8"/>
    <w:lvl w:ilvl="0" w:tplc="1CC4DEF0">
      <w:start w:val="1"/>
      <w:numFmt w:val="bullet"/>
      <w:lvlText w:val="-"/>
      <w:lvlJc w:val="left"/>
      <w:pPr>
        <w:ind w:left="720" w:hanging="360"/>
      </w:pPr>
      <w:rPr>
        <w:rFonts w:ascii="Calibri" w:eastAsia="Times New Roman" w:hAnsi="Calibri" w:cs="Calibri"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8D04696"/>
    <w:multiLevelType w:val="hybridMultilevel"/>
    <w:tmpl w:val="795E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721A85"/>
    <w:multiLevelType w:val="hybridMultilevel"/>
    <w:tmpl w:val="68C0F4EA"/>
    <w:lvl w:ilvl="0" w:tplc="1CC4DEF0">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9DF6B68"/>
    <w:multiLevelType w:val="hybridMultilevel"/>
    <w:tmpl w:val="8AA8E7EE"/>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EBE4897"/>
    <w:multiLevelType w:val="hybridMultilevel"/>
    <w:tmpl w:val="232EF6A2"/>
    <w:lvl w:ilvl="0" w:tplc="3B84B5E8">
      <w:start w:val="1"/>
      <w:numFmt w:val="decimal"/>
      <w:lvlText w:val="(%1)"/>
      <w:lvlJc w:val="left"/>
      <w:pPr>
        <w:ind w:left="720" w:hanging="360"/>
      </w:pPr>
      <w:rPr>
        <w:rFonts w:asciiTheme="minorHAnsi" w:eastAsia="Times New Roman" w:hAnsiTheme="minorHAnsi" w:cs="Times New Roman"/>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416A3EA8"/>
    <w:multiLevelType w:val="hybridMultilevel"/>
    <w:tmpl w:val="D592F69E"/>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18B2C09"/>
    <w:multiLevelType w:val="hybridMultilevel"/>
    <w:tmpl w:val="972867D4"/>
    <w:lvl w:ilvl="0" w:tplc="51ACC28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45215483"/>
    <w:multiLevelType w:val="hybridMultilevel"/>
    <w:tmpl w:val="C7A6B9A4"/>
    <w:lvl w:ilvl="0" w:tplc="040C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5AB750E"/>
    <w:multiLevelType w:val="hybridMultilevel"/>
    <w:tmpl w:val="F9D88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615730"/>
    <w:multiLevelType w:val="hybridMultilevel"/>
    <w:tmpl w:val="250A5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A65F26"/>
    <w:multiLevelType w:val="hybridMultilevel"/>
    <w:tmpl w:val="032033B2"/>
    <w:lvl w:ilvl="0" w:tplc="040C0001">
      <w:start w:val="1"/>
      <w:numFmt w:val="bullet"/>
      <w:lvlText w:val=""/>
      <w:lvlJc w:val="left"/>
      <w:pPr>
        <w:ind w:left="756" w:hanging="360"/>
      </w:pPr>
      <w:rPr>
        <w:rFonts w:ascii="Symbol" w:hAnsi="Symbol" w:hint="default"/>
      </w:rPr>
    </w:lvl>
    <w:lvl w:ilvl="1" w:tplc="040C0003" w:tentative="1">
      <w:start w:val="1"/>
      <w:numFmt w:val="bullet"/>
      <w:lvlText w:val="o"/>
      <w:lvlJc w:val="left"/>
      <w:pPr>
        <w:ind w:left="1476" w:hanging="360"/>
      </w:pPr>
      <w:rPr>
        <w:rFonts w:ascii="Courier New" w:hAnsi="Courier New" w:cs="Courier New" w:hint="default"/>
      </w:rPr>
    </w:lvl>
    <w:lvl w:ilvl="2" w:tplc="040C0005" w:tentative="1">
      <w:start w:val="1"/>
      <w:numFmt w:val="bullet"/>
      <w:lvlText w:val=""/>
      <w:lvlJc w:val="left"/>
      <w:pPr>
        <w:ind w:left="2196" w:hanging="360"/>
      </w:pPr>
      <w:rPr>
        <w:rFonts w:ascii="Wingdings" w:hAnsi="Wingdings" w:hint="default"/>
      </w:rPr>
    </w:lvl>
    <w:lvl w:ilvl="3" w:tplc="040C0001" w:tentative="1">
      <w:start w:val="1"/>
      <w:numFmt w:val="bullet"/>
      <w:lvlText w:val=""/>
      <w:lvlJc w:val="left"/>
      <w:pPr>
        <w:ind w:left="2916" w:hanging="360"/>
      </w:pPr>
      <w:rPr>
        <w:rFonts w:ascii="Symbol" w:hAnsi="Symbol" w:hint="default"/>
      </w:rPr>
    </w:lvl>
    <w:lvl w:ilvl="4" w:tplc="040C0003" w:tentative="1">
      <w:start w:val="1"/>
      <w:numFmt w:val="bullet"/>
      <w:lvlText w:val="o"/>
      <w:lvlJc w:val="left"/>
      <w:pPr>
        <w:ind w:left="3636" w:hanging="360"/>
      </w:pPr>
      <w:rPr>
        <w:rFonts w:ascii="Courier New" w:hAnsi="Courier New" w:cs="Courier New" w:hint="default"/>
      </w:rPr>
    </w:lvl>
    <w:lvl w:ilvl="5" w:tplc="040C0005" w:tentative="1">
      <w:start w:val="1"/>
      <w:numFmt w:val="bullet"/>
      <w:lvlText w:val=""/>
      <w:lvlJc w:val="left"/>
      <w:pPr>
        <w:ind w:left="4356" w:hanging="360"/>
      </w:pPr>
      <w:rPr>
        <w:rFonts w:ascii="Wingdings" w:hAnsi="Wingdings" w:hint="default"/>
      </w:rPr>
    </w:lvl>
    <w:lvl w:ilvl="6" w:tplc="040C0001" w:tentative="1">
      <w:start w:val="1"/>
      <w:numFmt w:val="bullet"/>
      <w:lvlText w:val=""/>
      <w:lvlJc w:val="left"/>
      <w:pPr>
        <w:ind w:left="5076" w:hanging="360"/>
      </w:pPr>
      <w:rPr>
        <w:rFonts w:ascii="Symbol" w:hAnsi="Symbol" w:hint="default"/>
      </w:rPr>
    </w:lvl>
    <w:lvl w:ilvl="7" w:tplc="040C0003" w:tentative="1">
      <w:start w:val="1"/>
      <w:numFmt w:val="bullet"/>
      <w:lvlText w:val="o"/>
      <w:lvlJc w:val="left"/>
      <w:pPr>
        <w:ind w:left="5796" w:hanging="360"/>
      </w:pPr>
      <w:rPr>
        <w:rFonts w:ascii="Courier New" w:hAnsi="Courier New" w:cs="Courier New" w:hint="default"/>
      </w:rPr>
    </w:lvl>
    <w:lvl w:ilvl="8" w:tplc="040C0005" w:tentative="1">
      <w:start w:val="1"/>
      <w:numFmt w:val="bullet"/>
      <w:lvlText w:val=""/>
      <w:lvlJc w:val="left"/>
      <w:pPr>
        <w:ind w:left="6516" w:hanging="360"/>
      </w:pPr>
      <w:rPr>
        <w:rFonts w:ascii="Wingdings" w:hAnsi="Wingdings" w:hint="default"/>
      </w:rPr>
    </w:lvl>
  </w:abstractNum>
  <w:abstractNum w:abstractNumId="28" w15:restartNumberingAfterBreak="0">
    <w:nsid w:val="4E8160A0"/>
    <w:multiLevelType w:val="hybridMultilevel"/>
    <w:tmpl w:val="605E6D9C"/>
    <w:lvl w:ilvl="0" w:tplc="04090001">
      <w:start w:val="1"/>
      <w:numFmt w:val="bullet"/>
      <w:lvlText w:val=""/>
      <w:lvlJc w:val="left"/>
      <w:pPr>
        <w:ind w:left="764" w:hanging="360"/>
      </w:pPr>
      <w:rPr>
        <w:rFonts w:ascii="Symbol" w:hAnsi="Symbol" w:cs="Symbol"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cs="Wingdings" w:hint="default"/>
      </w:rPr>
    </w:lvl>
    <w:lvl w:ilvl="3" w:tplc="04090001" w:tentative="1">
      <w:start w:val="1"/>
      <w:numFmt w:val="bullet"/>
      <w:lvlText w:val=""/>
      <w:lvlJc w:val="left"/>
      <w:pPr>
        <w:ind w:left="2924" w:hanging="360"/>
      </w:pPr>
      <w:rPr>
        <w:rFonts w:ascii="Symbol" w:hAnsi="Symbol" w:cs="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cs="Wingdings" w:hint="default"/>
      </w:rPr>
    </w:lvl>
    <w:lvl w:ilvl="6" w:tplc="04090001" w:tentative="1">
      <w:start w:val="1"/>
      <w:numFmt w:val="bullet"/>
      <w:lvlText w:val=""/>
      <w:lvlJc w:val="left"/>
      <w:pPr>
        <w:ind w:left="5084" w:hanging="360"/>
      </w:pPr>
      <w:rPr>
        <w:rFonts w:ascii="Symbol" w:hAnsi="Symbol" w:cs="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cs="Wingdings" w:hint="default"/>
      </w:rPr>
    </w:lvl>
  </w:abstractNum>
  <w:abstractNum w:abstractNumId="29" w15:restartNumberingAfterBreak="0">
    <w:nsid w:val="4EA2696D"/>
    <w:multiLevelType w:val="hybridMultilevel"/>
    <w:tmpl w:val="90C2FB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4F4C653D"/>
    <w:multiLevelType w:val="hybridMultilevel"/>
    <w:tmpl w:val="48B8454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2432A25"/>
    <w:multiLevelType w:val="hybridMultilevel"/>
    <w:tmpl w:val="2370E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137A61"/>
    <w:multiLevelType w:val="hybridMultilevel"/>
    <w:tmpl w:val="45A2B244"/>
    <w:lvl w:ilvl="0" w:tplc="DAC6796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78962DC"/>
    <w:multiLevelType w:val="hybridMultilevel"/>
    <w:tmpl w:val="D8885C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4" w15:restartNumberingAfterBreak="0">
    <w:nsid w:val="5F731892"/>
    <w:multiLevelType w:val="multilevel"/>
    <w:tmpl w:val="85DC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8D51F6"/>
    <w:multiLevelType w:val="hybridMultilevel"/>
    <w:tmpl w:val="A2788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EA33B4"/>
    <w:multiLevelType w:val="hybridMultilevel"/>
    <w:tmpl w:val="9C423F5A"/>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37" w15:restartNumberingAfterBreak="0">
    <w:nsid w:val="69762703"/>
    <w:multiLevelType w:val="hybridMultilevel"/>
    <w:tmpl w:val="CEE6EC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CA94D7F"/>
    <w:multiLevelType w:val="hybridMultilevel"/>
    <w:tmpl w:val="6AF8147C"/>
    <w:lvl w:ilvl="0" w:tplc="23D401F6">
      <w:start w:val="1"/>
      <w:numFmt w:val="bullet"/>
      <w:pStyle w:val="ListParagraph"/>
      <w:lvlText w:val="·"/>
      <w:lvlJc w:val="left"/>
      <w:pPr>
        <w:ind w:left="720" w:hanging="360"/>
      </w:pPr>
      <w:rPr>
        <w:rFonts w:ascii="Symbol" w:hAnsi="Symbol"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9" w15:restartNumberingAfterBreak="0">
    <w:nsid w:val="709849E3"/>
    <w:multiLevelType w:val="hybridMultilevel"/>
    <w:tmpl w:val="8FBCCC66"/>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70E66FBF"/>
    <w:multiLevelType w:val="hybridMultilevel"/>
    <w:tmpl w:val="D730D1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63F2A61"/>
    <w:multiLevelType w:val="hybridMultilevel"/>
    <w:tmpl w:val="F24E3470"/>
    <w:lvl w:ilvl="0" w:tplc="A2F88266">
      <w:start w:val="1"/>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6B13E74"/>
    <w:multiLevelType w:val="hybridMultilevel"/>
    <w:tmpl w:val="17BA7A1C"/>
    <w:lvl w:ilvl="0" w:tplc="1CC4DEF0">
      <w:start w:val="1"/>
      <w:numFmt w:val="bullet"/>
      <w:lvlText w:val="-"/>
      <w:lvlJc w:val="left"/>
      <w:pPr>
        <w:ind w:left="720" w:hanging="360"/>
      </w:pPr>
      <w:rPr>
        <w:rFonts w:ascii="Calibri" w:eastAsia="Times New Roman"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0114F6"/>
    <w:multiLevelType w:val="hybridMultilevel"/>
    <w:tmpl w:val="8700787A"/>
    <w:lvl w:ilvl="0" w:tplc="DAC6796C">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7C616459"/>
    <w:multiLevelType w:val="hybridMultilevel"/>
    <w:tmpl w:val="CE54E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D7074E"/>
    <w:multiLevelType w:val="hybridMultilevel"/>
    <w:tmpl w:val="F17CE14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6" w15:restartNumberingAfterBreak="0">
    <w:nsid w:val="7E597D72"/>
    <w:multiLevelType w:val="hybridMultilevel"/>
    <w:tmpl w:val="81FE8C9C"/>
    <w:lvl w:ilvl="0" w:tplc="E06061B8">
      <w:start w:val="1"/>
      <w:numFmt w:val="decimal"/>
      <w:lvlText w:val="%1."/>
      <w:lvlJc w:val="left"/>
      <w:pPr>
        <w:ind w:left="720" w:hanging="360"/>
      </w:pPr>
      <w:rPr>
        <w:rFonts w:hint="default"/>
        <w:b w:val="0"/>
        <w:bCs/>
        <w:sz w:val="20"/>
        <w:szCs w:val="20"/>
        <w:lang w:val="en-CA"/>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8"/>
  </w:num>
  <w:num w:numId="2">
    <w:abstractNumId w:val="7"/>
  </w:num>
  <w:num w:numId="3">
    <w:abstractNumId w:val="9"/>
  </w:num>
  <w:num w:numId="4">
    <w:abstractNumId w:val="8"/>
  </w:num>
  <w:num w:numId="5">
    <w:abstractNumId w:val="31"/>
  </w:num>
  <w:num w:numId="6">
    <w:abstractNumId w:val="25"/>
  </w:num>
  <w:num w:numId="7">
    <w:abstractNumId w:val="42"/>
  </w:num>
  <w:num w:numId="8">
    <w:abstractNumId w:val="34"/>
  </w:num>
  <w:num w:numId="9">
    <w:abstractNumId w:val="27"/>
  </w:num>
  <w:num w:numId="10">
    <w:abstractNumId w:val="36"/>
  </w:num>
  <w:num w:numId="11">
    <w:abstractNumId w:val="26"/>
  </w:num>
  <w:num w:numId="12">
    <w:abstractNumId w:val="40"/>
  </w:num>
  <w:num w:numId="13">
    <w:abstractNumId w:val="16"/>
  </w:num>
  <w:num w:numId="14">
    <w:abstractNumId w:val="32"/>
  </w:num>
  <w:num w:numId="15">
    <w:abstractNumId w:val="17"/>
  </w:num>
  <w:num w:numId="16">
    <w:abstractNumId w:val="19"/>
  </w:num>
  <w:num w:numId="17">
    <w:abstractNumId w:val="41"/>
  </w:num>
  <w:num w:numId="18">
    <w:abstractNumId w:val="43"/>
  </w:num>
  <w:num w:numId="19">
    <w:abstractNumId w:val="24"/>
  </w:num>
  <w:num w:numId="20">
    <w:abstractNumId w:val="23"/>
  </w:num>
  <w:num w:numId="21">
    <w:abstractNumId w:val="13"/>
  </w:num>
  <w:num w:numId="22">
    <w:abstractNumId w:val="21"/>
  </w:num>
  <w:num w:numId="23">
    <w:abstractNumId w:val="37"/>
  </w:num>
  <w:num w:numId="24">
    <w:abstractNumId w:val="15"/>
  </w:num>
  <w:num w:numId="25">
    <w:abstractNumId w:val="30"/>
  </w:num>
  <w:num w:numId="26">
    <w:abstractNumId w:val="45"/>
  </w:num>
  <w:num w:numId="27">
    <w:abstractNumId w:val="29"/>
  </w:num>
  <w:num w:numId="28">
    <w:abstractNumId w:val="33"/>
  </w:num>
  <w:num w:numId="29">
    <w:abstractNumId w:val="5"/>
  </w:num>
  <w:num w:numId="30">
    <w:abstractNumId w:val="3"/>
  </w:num>
  <w:num w:numId="31">
    <w:abstractNumId w:val="6"/>
  </w:num>
  <w:num w:numId="32">
    <w:abstractNumId w:val="4"/>
  </w:num>
  <w:num w:numId="33">
    <w:abstractNumId w:val="1"/>
  </w:num>
  <w:num w:numId="34">
    <w:abstractNumId w:val="44"/>
  </w:num>
  <w:num w:numId="35">
    <w:abstractNumId w:val="1"/>
  </w:num>
  <w:num w:numId="36">
    <w:abstractNumId w:val="12"/>
  </w:num>
  <w:num w:numId="37">
    <w:abstractNumId w:val="38"/>
  </w:num>
  <w:num w:numId="38">
    <w:abstractNumId w:val="18"/>
  </w:num>
  <w:num w:numId="39">
    <w:abstractNumId w:val="0"/>
  </w:num>
  <w:num w:numId="40">
    <w:abstractNumId w:val="2"/>
    <w:lvlOverride w:ilvl="0">
      <w:lvl w:ilvl="0">
        <w:numFmt w:val="bullet"/>
        <w:lvlText w:val=""/>
        <w:legacy w:legacy="1" w:legacySpace="0" w:legacyIndent="140"/>
        <w:lvlJc w:val="left"/>
        <w:rPr>
          <w:rFonts w:ascii="Symbol" w:hAnsi="Symbol" w:hint="default"/>
        </w:rPr>
      </w:lvl>
    </w:lvlOverride>
  </w:num>
  <w:num w:numId="41">
    <w:abstractNumId w:val="10"/>
  </w:num>
  <w:num w:numId="42">
    <w:abstractNumId w:val="35"/>
  </w:num>
  <w:num w:numId="43">
    <w:abstractNumId w:val="28"/>
  </w:num>
  <w:num w:numId="44">
    <w:abstractNumId w:val="11"/>
  </w:num>
  <w:num w:numId="45">
    <w:abstractNumId w:val="14"/>
  </w:num>
  <w:num w:numId="46">
    <w:abstractNumId w:val="46"/>
  </w:num>
  <w:num w:numId="47">
    <w:abstractNumId w:val="22"/>
  </w:num>
  <w:num w:numId="48">
    <w:abstractNumId w:val="39"/>
  </w:num>
  <w:num w:numId="49">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UzMTU0tjA3NTE0s7RQ0lEKTi0uzszPAykwqgUADtrqjiwAAAA="/>
  </w:docVars>
  <w:rsids>
    <w:rsidRoot w:val="00150EE3"/>
    <w:rsid w:val="000001F5"/>
    <w:rsid w:val="00001A42"/>
    <w:rsid w:val="00003A9A"/>
    <w:rsid w:val="00006853"/>
    <w:rsid w:val="00007342"/>
    <w:rsid w:val="00007643"/>
    <w:rsid w:val="00013A81"/>
    <w:rsid w:val="00013BFC"/>
    <w:rsid w:val="00015CA2"/>
    <w:rsid w:val="00015E62"/>
    <w:rsid w:val="00020813"/>
    <w:rsid w:val="000213D2"/>
    <w:rsid w:val="00021B1B"/>
    <w:rsid w:val="000229AB"/>
    <w:rsid w:val="00022D68"/>
    <w:rsid w:val="00023401"/>
    <w:rsid w:val="00023F62"/>
    <w:rsid w:val="000241DD"/>
    <w:rsid w:val="00024303"/>
    <w:rsid w:val="000249D8"/>
    <w:rsid w:val="00025820"/>
    <w:rsid w:val="00027FA6"/>
    <w:rsid w:val="00032A43"/>
    <w:rsid w:val="00032B8F"/>
    <w:rsid w:val="00033300"/>
    <w:rsid w:val="00036DAD"/>
    <w:rsid w:val="000405AA"/>
    <w:rsid w:val="00040AB3"/>
    <w:rsid w:val="00040B92"/>
    <w:rsid w:val="00041D50"/>
    <w:rsid w:val="00043FE8"/>
    <w:rsid w:val="00046622"/>
    <w:rsid w:val="000478FC"/>
    <w:rsid w:val="00051A64"/>
    <w:rsid w:val="0005398A"/>
    <w:rsid w:val="000545E8"/>
    <w:rsid w:val="000545FA"/>
    <w:rsid w:val="00054E09"/>
    <w:rsid w:val="00054FB9"/>
    <w:rsid w:val="000557FB"/>
    <w:rsid w:val="000559D6"/>
    <w:rsid w:val="00063F22"/>
    <w:rsid w:val="00064A9A"/>
    <w:rsid w:val="00065360"/>
    <w:rsid w:val="0006724A"/>
    <w:rsid w:val="00067B0D"/>
    <w:rsid w:val="00070533"/>
    <w:rsid w:val="00070911"/>
    <w:rsid w:val="000711FF"/>
    <w:rsid w:val="00072C46"/>
    <w:rsid w:val="00073557"/>
    <w:rsid w:val="00073643"/>
    <w:rsid w:val="00073ABC"/>
    <w:rsid w:val="00074DB4"/>
    <w:rsid w:val="0007601E"/>
    <w:rsid w:val="000771A3"/>
    <w:rsid w:val="00077D05"/>
    <w:rsid w:val="00080568"/>
    <w:rsid w:val="00080BD7"/>
    <w:rsid w:val="00080C10"/>
    <w:rsid w:val="000841A4"/>
    <w:rsid w:val="0008660A"/>
    <w:rsid w:val="000878FD"/>
    <w:rsid w:val="00087C4B"/>
    <w:rsid w:val="000907AA"/>
    <w:rsid w:val="000908A9"/>
    <w:rsid w:val="0009159B"/>
    <w:rsid w:val="00092A7D"/>
    <w:rsid w:val="000932E1"/>
    <w:rsid w:val="00093688"/>
    <w:rsid w:val="00093D94"/>
    <w:rsid w:val="00094448"/>
    <w:rsid w:val="000960D7"/>
    <w:rsid w:val="00096A5E"/>
    <w:rsid w:val="000A0367"/>
    <w:rsid w:val="000A0B69"/>
    <w:rsid w:val="000A10ED"/>
    <w:rsid w:val="000A1155"/>
    <w:rsid w:val="000A12A6"/>
    <w:rsid w:val="000A2D95"/>
    <w:rsid w:val="000A3481"/>
    <w:rsid w:val="000A3A4C"/>
    <w:rsid w:val="000A70CA"/>
    <w:rsid w:val="000B01B0"/>
    <w:rsid w:val="000B0267"/>
    <w:rsid w:val="000B1D56"/>
    <w:rsid w:val="000B220F"/>
    <w:rsid w:val="000B3A84"/>
    <w:rsid w:val="000B41BA"/>
    <w:rsid w:val="000B4B12"/>
    <w:rsid w:val="000B66C6"/>
    <w:rsid w:val="000B71F5"/>
    <w:rsid w:val="000C057C"/>
    <w:rsid w:val="000C0583"/>
    <w:rsid w:val="000C1FB0"/>
    <w:rsid w:val="000C209E"/>
    <w:rsid w:val="000C2EB3"/>
    <w:rsid w:val="000C2EC2"/>
    <w:rsid w:val="000C3131"/>
    <w:rsid w:val="000C46DE"/>
    <w:rsid w:val="000C5709"/>
    <w:rsid w:val="000C6A70"/>
    <w:rsid w:val="000C6CE9"/>
    <w:rsid w:val="000D041F"/>
    <w:rsid w:val="000D06D8"/>
    <w:rsid w:val="000D2066"/>
    <w:rsid w:val="000D2FA0"/>
    <w:rsid w:val="000D318F"/>
    <w:rsid w:val="000D60E3"/>
    <w:rsid w:val="000D77C4"/>
    <w:rsid w:val="000E0C2B"/>
    <w:rsid w:val="000E2568"/>
    <w:rsid w:val="000E2FCD"/>
    <w:rsid w:val="000E36CD"/>
    <w:rsid w:val="000E4DB0"/>
    <w:rsid w:val="000E53F1"/>
    <w:rsid w:val="000E589C"/>
    <w:rsid w:val="000F0A14"/>
    <w:rsid w:val="000F137F"/>
    <w:rsid w:val="000F16FA"/>
    <w:rsid w:val="000F1C30"/>
    <w:rsid w:val="000F43BF"/>
    <w:rsid w:val="000F56CE"/>
    <w:rsid w:val="000F6E98"/>
    <w:rsid w:val="000F73C5"/>
    <w:rsid w:val="0010061A"/>
    <w:rsid w:val="00101EDB"/>
    <w:rsid w:val="00103F12"/>
    <w:rsid w:val="001044D8"/>
    <w:rsid w:val="00105104"/>
    <w:rsid w:val="00105CEF"/>
    <w:rsid w:val="00106F35"/>
    <w:rsid w:val="001107B9"/>
    <w:rsid w:val="00110A2B"/>
    <w:rsid w:val="00110B18"/>
    <w:rsid w:val="00111F6E"/>
    <w:rsid w:val="001144DB"/>
    <w:rsid w:val="001155C0"/>
    <w:rsid w:val="00115852"/>
    <w:rsid w:val="0011775A"/>
    <w:rsid w:val="001178BB"/>
    <w:rsid w:val="00123A42"/>
    <w:rsid w:val="00124023"/>
    <w:rsid w:val="00124CF8"/>
    <w:rsid w:val="00125D77"/>
    <w:rsid w:val="001266CB"/>
    <w:rsid w:val="00126873"/>
    <w:rsid w:val="0012727B"/>
    <w:rsid w:val="0012786E"/>
    <w:rsid w:val="0013054D"/>
    <w:rsid w:val="00130598"/>
    <w:rsid w:val="00130742"/>
    <w:rsid w:val="001334A8"/>
    <w:rsid w:val="00133AEE"/>
    <w:rsid w:val="0013681F"/>
    <w:rsid w:val="001408BA"/>
    <w:rsid w:val="00142E13"/>
    <w:rsid w:val="00143966"/>
    <w:rsid w:val="00146F66"/>
    <w:rsid w:val="0015086A"/>
    <w:rsid w:val="00150EE3"/>
    <w:rsid w:val="00152905"/>
    <w:rsid w:val="00152E67"/>
    <w:rsid w:val="0015462C"/>
    <w:rsid w:val="00155CA0"/>
    <w:rsid w:val="00156574"/>
    <w:rsid w:val="001577F2"/>
    <w:rsid w:val="00157AEA"/>
    <w:rsid w:val="00160759"/>
    <w:rsid w:val="00161148"/>
    <w:rsid w:val="00161336"/>
    <w:rsid w:val="001645B2"/>
    <w:rsid w:val="00166D64"/>
    <w:rsid w:val="00167294"/>
    <w:rsid w:val="00172918"/>
    <w:rsid w:val="00173B62"/>
    <w:rsid w:val="00174012"/>
    <w:rsid w:val="0017491E"/>
    <w:rsid w:val="00175A9C"/>
    <w:rsid w:val="00175EEF"/>
    <w:rsid w:val="0017797D"/>
    <w:rsid w:val="001801D3"/>
    <w:rsid w:val="001812C5"/>
    <w:rsid w:val="00181D69"/>
    <w:rsid w:val="00181DE7"/>
    <w:rsid w:val="00182775"/>
    <w:rsid w:val="001838A6"/>
    <w:rsid w:val="00184895"/>
    <w:rsid w:val="00185780"/>
    <w:rsid w:val="00185D49"/>
    <w:rsid w:val="001865B1"/>
    <w:rsid w:val="001905EE"/>
    <w:rsid w:val="0019194F"/>
    <w:rsid w:val="0019291C"/>
    <w:rsid w:val="00192E34"/>
    <w:rsid w:val="00192F70"/>
    <w:rsid w:val="0019444B"/>
    <w:rsid w:val="00196C74"/>
    <w:rsid w:val="001A32C0"/>
    <w:rsid w:val="001A6EEA"/>
    <w:rsid w:val="001B0BDB"/>
    <w:rsid w:val="001B0E38"/>
    <w:rsid w:val="001B2243"/>
    <w:rsid w:val="001B22B4"/>
    <w:rsid w:val="001B319E"/>
    <w:rsid w:val="001B343A"/>
    <w:rsid w:val="001B3C1E"/>
    <w:rsid w:val="001B5888"/>
    <w:rsid w:val="001B6D42"/>
    <w:rsid w:val="001C0D73"/>
    <w:rsid w:val="001C1128"/>
    <w:rsid w:val="001C21E5"/>
    <w:rsid w:val="001C37AA"/>
    <w:rsid w:val="001C433E"/>
    <w:rsid w:val="001C4662"/>
    <w:rsid w:val="001C687F"/>
    <w:rsid w:val="001C7DF4"/>
    <w:rsid w:val="001D0F9E"/>
    <w:rsid w:val="001D31B3"/>
    <w:rsid w:val="001D31DD"/>
    <w:rsid w:val="001D350E"/>
    <w:rsid w:val="001D4E79"/>
    <w:rsid w:val="001D515D"/>
    <w:rsid w:val="001D605B"/>
    <w:rsid w:val="001D6504"/>
    <w:rsid w:val="001D6ED1"/>
    <w:rsid w:val="001E040F"/>
    <w:rsid w:val="001E2ADD"/>
    <w:rsid w:val="001E42FD"/>
    <w:rsid w:val="001E4396"/>
    <w:rsid w:val="001E4F85"/>
    <w:rsid w:val="001E560F"/>
    <w:rsid w:val="001E58F1"/>
    <w:rsid w:val="001E5E77"/>
    <w:rsid w:val="001E5F05"/>
    <w:rsid w:val="001E6546"/>
    <w:rsid w:val="001E7540"/>
    <w:rsid w:val="001E757D"/>
    <w:rsid w:val="001E7BA1"/>
    <w:rsid w:val="001F0821"/>
    <w:rsid w:val="001F1B5B"/>
    <w:rsid w:val="001F33ED"/>
    <w:rsid w:val="001F59B1"/>
    <w:rsid w:val="001F5B43"/>
    <w:rsid w:val="002006F6"/>
    <w:rsid w:val="00202CD6"/>
    <w:rsid w:val="00202F45"/>
    <w:rsid w:val="002059A0"/>
    <w:rsid w:val="00206FEC"/>
    <w:rsid w:val="00207486"/>
    <w:rsid w:val="002118D8"/>
    <w:rsid w:val="00211BBB"/>
    <w:rsid w:val="00212490"/>
    <w:rsid w:val="00212DD2"/>
    <w:rsid w:val="00213082"/>
    <w:rsid w:val="002172C8"/>
    <w:rsid w:val="00221FF6"/>
    <w:rsid w:val="0022619C"/>
    <w:rsid w:val="00227656"/>
    <w:rsid w:val="00230F72"/>
    <w:rsid w:val="00231375"/>
    <w:rsid w:val="0023360B"/>
    <w:rsid w:val="00233FE3"/>
    <w:rsid w:val="0023411D"/>
    <w:rsid w:val="002344C4"/>
    <w:rsid w:val="002360AC"/>
    <w:rsid w:val="00236247"/>
    <w:rsid w:val="002365B9"/>
    <w:rsid w:val="00237EE3"/>
    <w:rsid w:val="00240ED8"/>
    <w:rsid w:val="00241FAF"/>
    <w:rsid w:val="00241FDB"/>
    <w:rsid w:val="00242051"/>
    <w:rsid w:val="002423A4"/>
    <w:rsid w:val="00243E4F"/>
    <w:rsid w:val="00244846"/>
    <w:rsid w:val="00245F4B"/>
    <w:rsid w:val="002464DE"/>
    <w:rsid w:val="00246F3C"/>
    <w:rsid w:val="00247AE2"/>
    <w:rsid w:val="00250554"/>
    <w:rsid w:val="00250884"/>
    <w:rsid w:val="002527D0"/>
    <w:rsid w:val="00252823"/>
    <w:rsid w:val="00253826"/>
    <w:rsid w:val="00254166"/>
    <w:rsid w:val="00254B8C"/>
    <w:rsid w:val="00255AC6"/>
    <w:rsid w:val="0025633A"/>
    <w:rsid w:val="0026072F"/>
    <w:rsid w:val="00260F42"/>
    <w:rsid w:val="00261197"/>
    <w:rsid w:val="002621EE"/>
    <w:rsid w:val="002626F5"/>
    <w:rsid w:val="00265783"/>
    <w:rsid w:val="00265A1A"/>
    <w:rsid w:val="002661A0"/>
    <w:rsid w:val="00266FF2"/>
    <w:rsid w:val="00267482"/>
    <w:rsid w:val="0027012C"/>
    <w:rsid w:val="00271EBC"/>
    <w:rsid w:val="002730A1"/>
    <w:rsid w:val="00274FBB"/>
    <w:rsid w:val="002753AB"/>
    <w:rsid w:val="002753D1"/>
    <w:rsid w:val="002765FF"/>
    <w:rsid w:val="00276AE8"/>
    <w:rsid w:val="00282AD0"/>
    <w:rsid w:val="00282F73"/>
    <w:rsid w:val="00283FBB"/>
    <w:rsid w:val="002848D4"/>
    <w:rsid w:val="00284D67"/>
    <w:rsid w:val="0028532E"/>
    <w:rsid w:val="00285E1D"/>
    <w:rsid w:val="002863CD"/>
    <w:rsid w:val="002868A4"/>
    <w:rsid w:val="002872ED"/>
    <w:rsid w:val="002877CB"/>
    <w:rsid w:val="00287BB8"/>
    <w:rsid w:val="00287C4A"/>
    <w:rsid w:val="0029033C"/>
    <w:rsid w:val="00290A97"/>
    <w:rsid w:val="002912D5"/>
    <w:rsid w:val="00292D03"/>
    <w:rsid w:val="00294A4C"/>
    <w:rsid w:val="0029577C"/>
    <w:rsid w:val="0029680B"/>
    <w:rsid w:val="0029697B"/>
    <w:rsid w:val="002A0DAF"/>
    <w:rsid w:val="002A29D6"/>
    <w:rsid w:val="002A2E6D"/>
    <w:rsid w:val="002A3501"/>
    <w:rsid w:val="002A4156"/>
    <w:rsid w:val="002A4208"/>
    <w:rsid w:val="002A4A7B"/>
    <w:rsid w:val="002A51BB"/>
    <w:rsid w:val="002B02EC"/>
    <w:rsid w:val="002B293B"/>
    <w:rsid w:val="002B3C70"/>
    <w:rsid w:val="002B438A"/>
    <w:rsid w:val="002B4535"/>
    <w:rsid w:val="002B5DA5"/>
    <w:rsid w:val="002B64B1"/>
    <w:rsid w:val="002B6F8A"/>
    <w:rsid w:val="002C0429"/>
    <w:rsid w:val="002C3A16"/>
    <w:rsid w:val="002C55E7"/>
    <w:rsid w:val="002C5A43"/>
    <w:rsid w:val="002C673E"/>
    <w:rsid w:val="002D098E"/>
    <w:rsid w:val="002D0EB3"/>
    <w:rsid w:val="002D1D90"/>
    <w:rsid w:val="002D6084"/>
    <w:rsid w:val="002D6178"/>
    <w:rsid w:val="002D6F73"/>
    <w:rsid w:val="002D7405"/>
    <w:rsid w:val="002D77D7"/>
    <w:rsid w:val="002D7AAF"/>
    <w:rsid w:val="002E0786"/>
    <w:rsid w:val="002E0AE4"/>
    <w:rsid w:val="002E149F"/>
    <w:rsid w:val="002E1AF4"/>
    <w:rsid w:val="002E4436"/>
    <w:rsid w:val="002E445E"/>
    <w:rsid w:val="002E45E0"/>
    <w:rsid w:val="002E58FF"/>
    <w:rsid w:val="002E6865"/>
    <w:rsid w:val="002E7391"/>
    <w:rsid w:val="002E7444"/>
    <w:rsid w:val="002E7ACF"/>
    <w:rsid w:val="002F1576"/>
    <w:rsid w:val="002F1892"/>
    <w:rsid w:val="002F3FAB"/>
    <w:rsid w:val="002F4C3A"/>
    <w:rsid w:val="002F4EDE"/>
    <w:rsid w:val="002F513B"/>
    <w:rsid w:val="002F619D"/>
    <w:rsid w:val="002F7106"/>
    <w:rsid w:val="00301185"/>
    <w:rsid w:val="003033B6"/>
    <w:rsid w:val="003039BE"/>
    <w:rsid w:val="0030677D"/>
    <w:rsid w:val="00306C16"/>
    <w:rsid w:val="0031150B"/>
    <w:rsid w:val="00312D70"/>
    <w:rsid w:val="003139E1"/>
    <w:rsid w:val="0031500E"/>
    <w:rsid w:val="003208DA"/>
    <w:rsid w:val="0032360D"/>
    <w:rsid w:val="00323F99"/>
    <w:rsid w:val="0032505A"/>
    <w:rsid w:val="003251AD"/>
    <w:rsid w:val="0032520C"/>
    <w:rsid w:val="003252CC"/>
    <w:rsid w:val="0032708B"/>
    <w:rsid w:val="0033150B"/>
    <w:rsid w:val="00332401"/>
    <w:rsid w:val="00332A0D"/>
    <w:rsid w:val="00332BC6"/>
    <w:rsid w:val="00333DA3"/>
    <w:rsid w:val="00336B5B"/>
    <w:rsid w:val="003374EC"/>
    <w:rsid w:val="003407D6"/>
    <w:rsid w:val="00341621"/>
    <w:rsid w:val="003422E0"/>
    <w:rsid w:val="00342565"/>
    <w:rsid w:val="00342665"/>
    <w:rsid w:val="0034326A"/>
    <w:rsid w:val="0034501A"/>
    <w:rsid w:val="00345FC4"/>
    <w:rsid w:val="00346483"/>
    <w:rsid w:val="00347028"/>
    <w:rsid w:val="0034747D"/>
    <w:rsid w:val="00350D2D"/>
    <w:rsid w:val="003517E7"/>
    <w:rsid w:val="00351B17"/>
    <w:rsid w:val="00351CE1"/>
    <w:rsid w:val="00352021"/>
    <w:rsid w:val="003522A7"/>
    <w:rsid w:val="003524F9"/>
    <w:rsid w:val="00352E07"/>
    <w:rsid w:val="003542A2"/>
    <w:rsid w:val="00356714"/>
    <w:rsid w:val="003569D1"/>
    <w:rsid w:val="00357987"/>
    <w:rsid w:val="00361249"/>
    <w:rsid w:val="003618C3"/>
    <w:rsid w:val="0036298E"/>
    <w:rsid w:val="0036350C"/>
    <w:rsid w:val="00364886"/>
    <w:rsid w:val="00364EED"/>
    <w:rsid w:val="00364FE5"/>
    <w:rsid w:val="00366053"/>
    <w:rsid w:val="003665D5"/>
    <w:rsid w:val="003665E3"/>
    <w:rsid w:val="00366B0D"/>
    <w:rsid w:val="00370FFE"/>
    <w:rsid w:val="003713A2"/>
    <w:rsid w:val="0037156E"/>
    <w:rsid w:val="003720F4"/>
    <w:rsid w:val="00372FCD"/>
    <w:rsid w:val="0037546D"/>
    <w:rsid w:val="00375504"/>
    <w:rsid w:val="003761B1"/>
    <w:rsid w:val="003768C0"/>
    <w:rsid w:val="00377249"/>
    <w:rsid w:val="0038036D"/>
    <w:rsid w:val="00380A2E"/>
    <w:rsid w:val="00380DD8"/>
    <w:rsid w:val="003814B8"/>
    <w:rsid w:val="00384C2F"/>
    <w:rsid w:val="00387812"/>
    <w:rsid w:val="00391E37"/>
    <w:rsid w:val="003931A3"/>
    <w:rsid w:val="00393FAF"/>
    <w:rsid w:val="0039497A"/>
    <w:rsid w:val="00394D1E"/>
    <w:rsid w:val="00394D53"/>
    <w:rsid w:val="003955E9"/>
    <w:rsid w:val="003961F9"/>
    <w:rsid w:val="003A0E9B"/>
    <w:rsid w:val="003A15C6"/>
    <w:rsid w:val="003A2DCF"/>
    <w:rsid w:val="003A3489"/>
    <w:rsid w:val="003A366E"/>
    <w:rsid w:val="003A3DBA"/>
    <w:rsid w:val="003A7DAC"/>
    <w:rsid w:val="003A7DEC"/>
    <w:rsid w:val="003B18D8"/>
    <w:rsid w:val="003B249B"/>
    <w:rsid w:val="003B45C7"/>
    <w:rsid w:val="003B481E"/>
    <w:rsid w:val="003B5CFB"/>
    <w:rsid w:val="003B65D8"/>
    <w:rsid w:val="003B6FC5"/>
    <w:rsid w:val="003B7AAA"/>
    <w:rsid w:val="003C0284"/>
    <w:rsid w:val="003C0BEC"/>
    <w:rsid w:val="003C32C2"/>
    <w:rsid w:val="003C4630"/>
    <w:rsid w:val="003C4BBB"/>
    <w:rsid w:val="003C61D9"/>
    <w:rsid w:val="003C76D9"/>
    <w:rsid w:val="003D18A8"/>
    <w:rsid w:val="003D25C5"/>
    <w:rsid w:val="003D2678"/>
    <w:rsid w:val="003D3F72"/>
    <w:rsid w:val="003D6017"/>
    <w:rsid w:val="003D634F"/>
    <w:rsid w:val="003E079F"/>
    <w:rsid w:val="003E1597"/>
    <w:rsid w:val="003E298F"/>
    <w:rsid w:val="003E2BAA"/>
    <w:rsid w:val="003E2BC1"/>
    <w:rsid w:val="003E3114"/>
    <w:rsid w:val="003E7115"/>
    <w:rsid w:val="003E76E5"/>
    <w:rsid w:val="003E7E62"/>
    <w:rsid w:val="003E7EBB"/>
    <w:rsid w:val="003F0776"/>
    <w:rsid w:val="003F0DD4"/>
    <w:rsid w:val="003F41E9"/>
    <w:rsid w:val="003F6F51"/>
    <w:rsid w:val="003F7868"/>
    <w:rsid w:val="00401D0C"/>
    <w:rsid w:val="004024DC"/>
    <w:rsid w:val="00403002"/>
    <w:rsid w:val="00404182"/>
    <w:rsid w:val="004042F7"/>
    <w:rsid w:val="00405118"/>
    <w:rsid w:val="0040754E"/>
    <w:rsid w:val="00407CE9"/>
    <w:rsid w:val="00407E3D"/>
    <w:rsid w:val="0041067B"/>
    <w:rsid w:val="00411130"/>
    <w:rsid w:val="004112F6"/>
    <w:rsid w:val="0041175E"/>
    <w:rsid w:val="00411E73"/>
    <w:rsid w:val="00412E26"/>
    <w:rsid w:val="0041358E"/>
    <w:rsid w:val="00416475"/>
    <w:rsid w:val="00416ABA"/>
    <w:rsid w:val="00417892"/>
    <w:rsid w:val="00417A49"/>
    <w:rsid w:val="00421381"/>
    <w:rsid w:val="004220A4"/>
    <w:rsid w:val="00423BFC"/>
    <w:rsid w:val="004246A2"/>
    <w:rsid w:val="004256DD"/>
    <w:rsid w:val="00426AFD"/>
    <w:rsid w:val="00426E95"/>
    <w:rsid w:val="00426FC9"/>
    <w:rsid w:val="00427B52"/>
    <w:rsid w:val="00427EC1"/>
    <w:rsid w:val="004321D3"/>
    <w:rsid w:val="00433AB4"/>
    <w:rsid w:val="0043755E"/>
    <w:rsid w:val="004421A1"/>
    <w:rsid w:val="00442281"/>
    <w:rsid w:val="00444342"/>
    <w:rsid w:val="00446CCF"/>
    <w:rsid w:val="00447A43"/>
    <w:rsid w:val="0045045C"/>
    <w:rsid w:val="004506AB"/>
    <w:rsid w:val="00451F46"/>
    <w:rsid w:val="00453178"/>
    <w:rsid w:val="004536A8"/>
    <w:rsid w:val="00453D9E"/>
    <w:rsid w:val="00461711"/>
    <w:rsid w:val="00463677"/>
    <w:rsid w:val="004643DE"/>
    <w:rsid w:val="00465A3C"/>
    <w:rsid w:val="00467087"/>
    <w:rsid w:val="00470A6A"/>
    <w:rsid w:val="00472D0C"/>
    <w:rsid w:val="0047347C"/>
    <w:rsid w:val="00474FCD"/>
    <w:rsid w:val="004763FF"/>
    <w:rsid w:val="004765B0"/>
    <w:rsid w:val="00481763"/>
    <w:rsid w:val="004819B9"/>
    <w:rsid w:val="00485CB9"/>
    <w:rsid w:val="004870CE"/>
    <w:rsid w:val="00487916"/>
    <w:rsid w:val="00487EA2"/>
    <w:rsid w:val="0049064C"/>
    <w:rsid w:val="004929B5"/>
    <w:rsid w:val="004A2BEE"/>
    <w:rsid w:val="004A3EE2"/>
    <w:rsid w:val="004A3F78"/>
    <w:rsid w:val="004A511D"/>
    <w:rsid w:val="004A5742"/>
    <w:rsid w:val="004A67FC"/>
    <w:rsid w:val="004B07E6"/>
    <w:rsid w:val="004B0C18"/>
    <w:rsid w:val="004B1997"/>
    <w:rsid w:val="004B1A3C"/>
    <w:rsid w:val="004B2B97"/>
    <w:rsid w:val="004B3CEF"/>
    <w:rsid w:val="004B50FF"/>
    <w:rsid w:val="004B5AEB"/>
    <w:rsid w:val="004B5BD4"/>
    <w:rsid w:val="004B736A"/>
    <w:rsid w:val="004C1E67"/>
    <w:rsid w:val="004C2186"/>
    <w:rsid w:val="004C4687"/>
    <w:rsid w:val="004C50D3"/>
    <w:rsid w:val="004C6654"/>
    <w:rsid w:val="004C7A4D"/>
    <w:rsid w:val="004C7D9D"/>
    <w:rsid w:val="004D0589"/>
    <w:rsid w:val="004D08FA"/>
    <w:rsid w:val="004D1D74"/>
    <w:rsid w:val="004D40DF"/>
    <w:rsid w:val="004D46B3"/>
    <w:rsid w:val="004D645F"/>
    <w:rsid w:val="004D6577"/>
    <w:rsid w:val="004D6607"/>
    <w:rsid w:val="004D7F3B"/>
    <w:rsid w:val="004E06A7"/>
    <w:rsid w:val="004E19B5"/>
    <w:rsid w:val="004E26B4"/>
    <w:rsid w:val="004E298C"/>
    <w:rsid w:val="004E3136"/>
    <w:rsid w:val="004E335A"/>
    <w:rsid w:val="004E3510"/>
    <w:rsid w:val="004E357A"/>
    <w:rsid w:val="004E4F8B"/>
    <w:rsid w:val="004E70B0"/>
    <w:rsid w:val="004E7163"/>
    <w:rsid w:val="004E7836"/>
    <w:rsid w:val="004E7AB3"/>
    <w:rsid w:val="004F0E42"/>
    <w:rsid w:val="004F4CD0"/>
    <w:rsid w:val="004F5497"/>
    <w:rsid w:val="004F7CF6"/>
    <w:rsid w:val="0050240C"/>
    <w:rsid w:val="0050283A"/>
    <w:rsid w:val="00503308"/>
    <w:rsid w:val="0050330E"/>
    <w:rsid w:val="00503EC7"/>
    <w:rsid w:val="00504292"/>
    <w:rsid w:val="0050443A"/>
    <w:rsid w:val="00505817"/>
    <w:rsid w:val="00505D15"/>
    <w:rsid w:val="00511398"/>
    <w:rsid w:val="00512995"/>
    <w:rsid w:val="0051353F"/>
    <w:rsid w:val="00513CB1"/>
    <w:rsid w:val="00514458"/>
    <w:rsid w:val="0051604F"/>
    <w:rsid w:val="00516223"/>
    <w:rsid w:val="005173C1"/>
    <w:rsid w:val="00517DEF"/>
    <w:rsid w:val="00520C7B"/>
    <w:rsid w:val="0052113C"/>
    <w:rsid w:val="00521327"/>
    <w:rsid w:val="00522908"/>
    <w:rsid w:val="00522DE2"/>
    <w:rsid w:val="00523CC5"/>
    <w:rsid w:val="005242B7"/>
    <w:rsid w:val="0052492D"/>
    <w:rsid w:val="00524EAA"/>
    <w:rsid w:val="00525706"/>
    <w:rsid w:val="005269CE"/>
    <w:rsid w:val="00527D11"/>
    <w:rsid w:val="0053363A"/>
    <w:rsid w:val="00534DC8"/>
    <w:rsid w:val="00535F9E"/>
    <w:rsid w:val="00536972"/>
    <w:rsid w:val="0053743B"/>
    <w:rsid w:val="00541FC6"/>
    <w:rsid w:val="00542EFE"/>
    <w:rsid w:val="00543DB3"/>
    <w:rsid w:val="00544A60"/>
    <w:rsid w:val="00544D8D"/>
    <w:rsid w:val="00546C76"/>
    <w:rsid w:val="0054750B"/>
    <w:rsid w:val="005478A8"/>
    <w:rsid w:val="005521A7"/>
    <w:rsid w:val="00552B45"/>
    <w:rsid w:val="00552DF4"/>
    <w:rsid w:val="005534CD"/>
    <w:rsid w:val="00554507"/>
    <w:rsid w:val="005564D6"/>
    <w:rsid w:val="00560B1E"/>
    <w:rsid w:val="00561593"/>
    <w:rsid w:val="005617F6"/>
    <w:rsid w:val="00561DA1"/>
    <w:rsid w:val="00565CC3"/>
    <w:rsid w:val="00566FBB"/>
    <w:rsid w:val="00570610"/>
    <w:rsid w:val="0057247A"/>
    <w:rsid w:val="005737C3"/>
    <w:rsid w:val="00575ECA"/>
    <w:rsid w:val="0058036F"/>
    <w:rsid w:val="00581FAF"/>
    <w:rsid w:val="00583A74"/>
    <w:rsid w:val="00586917"/>
    <w:rsid w:val="00587558"/>
    <w:rsid w:val="00587857"/>
    <w:rsid w:val="005904B0"/>
    <w:rsid w:val="00590996"/>
    <w:rsid w:val="005928D0"/>
    <w:rsid w:val="005929C4"/>
    <w:rsid w:val="005935D3"/>
    <w:rsid w:val="00593CC3"/>
    <w:rsid w:val="0059544C"/>
    <w:rsid w:val="00595A29"/>
    <w:rsid w:val="005960FA"/>
    <w:rsid w:val="0059663D"/>
    <w:rsid w:val="005A1233"/>
    <w:rsid w:val="005A39C9"/>
    <w:rsid w:val="005A3DFD"/>
    <w:rsid w:val="005A3F63"/>
    <w:rsid w:val="005A6869"/>
    <w:rsid w:val="005A7E8B"/>
    <w:rsid w:val="005B020E"/>
    <w:rsid w:val="005B1D41"/>
    <w:rsid w:val="005B42EA"/>
    <w:rsid w:val="005B46BF"/>
    <w:rsid w:val="005B5929"/>
    <w:rsid w:val="005B64A6"/>
    <w:rsid w:val="005C0C45"/>
    <w:rsid w:val="005C11CF"/>
    <w:rsid w:val="005C23BE"/>
    <w:rsid w:val="005C2A79"/>
    <w:rsid w:val="005C39F2"/>
    <w:rsid w:val="005C3E28"/>
    <w:rsid w:val="005C598B"/>
    <w:rsid w:val="005C6E0A"/>
    <w:rsid w:val="005D0890"/>
    <w:rsid w:val="005D2AF0"/>
    <w:rsid w:val="005D2B8A"/>
    <w:rsid w:val="005D3AA2"/>
    <w:rsid w:val="005D4704"/>
    <w:rsid w:val="005D5F8C"/>
    <w:rsid w:val="005D6662"/>
    <w:rsid w:val="005D78DD"/>
    <w:rsid w:val="005E1C75"/>
    <w:rsid w:val="005E37ED"/>
    <w:rsid w:val="005E3D55"/>
    <w:rsid w:val="005E4440"/>
    <w:rsid w:val="005E561C"/>
    <w:rsid w:val="005E6F05"/>
    <w:rsid w:val="005E7332"/>
    <w:rsid w:val="005E77D1"/>
    <w:rsid w:val="005E7996"/>
    <w:rsid w:val="005F0458"/>
    <w:rsid w:val="005F17DF"/>
    <w:rsid w:val="005F1B3E"/>
    <w:rsid w:val="005F4D41"/>
    <w:rsid w:val="005F5B48"/>
    <w:rsid w:val="0060025F"/>
    <w:rsid w:val="00600306"/>
    <w:rsid w:val="00601531"/>
    <w:rsid w:val="0060206F"/>
    <w:rsid w:val="00604A35"/>
    <w:rsid w:val="00604E46"/>
    <w:rsid w:val="00605A6F"/>
    <w:rsid w:val="0060600E"/>
    <w:rsid w:val="006073B3"/>
    <w:rsid w:val="0060752E"/>
    <w:rsid w:val="006103CB"/>
    <w:rsid w:val="00610B47"/>
    <w:rsid w:val="00610B5F"/>
    <w:rsid w:val="00611399"/>
    <w:rsid w:val="00612BFA"/>
    <w:rsid w:val="00615203"/>
    <w:rsid w:val="00616E2B"/>
    <w:rsid w:val="00623A19"/>
    <w:rsid w:val="006259BA"/>
    <w:rsid w:val="00625F41"/>
    <w:rsid w:val="00626DDD"/>
    <w:rsid w:val="00627C07"/>
    <w:rsid w:val="00630C17"/>
    <w:rsid w:val="00635C4E"/>
    <w:rsid w:val="00636403"/>
    <w:rsid w:val="00640905"/>
    <w:rsid w:val="00641C37"/>
    <w:rsid w:val="006432EF"/>
    <w:rsid w:val="0064638F"/>
    <w:rsid w:val="00646993"/>
    <w:rsid w:val="00650A91"/>
    <w:rsid w:val="00653ADC"/>
    <w:rsid w:val="0065407B"/>
    <w:rsid w:val="006540E3"/>
    <w:rsid w:val="006557B0"/>
    <w:rsid w:val="00655899"/>
    <w:rsid w:val="00655A97"/>
    <w:rsid w:val="0065685A"/>
    <w:rsid w:val="00657F64"/>
    <w:rsid w:val="00660D98"/>
    <w:rsid w:val="00662110"/>
    <w:rsid w:val="00662641"/>
    <w:rsid w:val="00664015"/>
    <w:rsid w:val="00664A97"/>
    <w:rsid w:val="00665E34"/>
    <w:rsid w:val="00667E00"/>
    <w:rsid w:val="00670432"/>
    <w:rsid w:val="00672032"/>
    <w:rsid w:val="006727EB"/>
    <w:rsid w:val="00673458"/>
    <w:rsid w:val="00673474"/>
    <w:rsid w:val="006744DF"/>
    <w:rsid w:val="00674CAA"/>
    <w:rsid w:val="00676032"/>
    <w:rsid w:val="006762A6"/>
    <w:rsid w:val="00676E24"/>
    <w:rsid w:val="00677772"/>
    <w:rsid w:val="00682F13"/>
    <w:rsid w:val="00684138"/>
    <w:rsid w:val="0068430B"/>
    <w:rsid w:val="006848CD"/>
    <w:rsid w:val="006856D7"/>
    <w:rsid w:val="00687A09"/>
    <w:rsid w:val="00687CA0"/>
    <w:rsid w:val="00687D55"/>
    <w:rsid w:val="00687EB6"/>
    <w:rsid w:val="00687FCE"/>
    <w:rsid w:val="00690C45"/>
    <w:rsid w:val="00690CF9"/>
    <w:rsid w:val="00690FBF"/>
    <w:rsid w:val="00691149"/>
    <w:rsid w:val="006927E8"/>
    <w:rsid w:val="00693D36"/>
    <w:rsid w:val="006940F2"/>
    <w:rsid w:val="006952FA"/>
    <w:rsid w:val="0069531A"/>
    <w:rsid w:val="0069562B"/>
    <w:rsid w:val="0069565B"/>
    <w:rsid w:val="0069583F"/>
    <w:rsid w:val="00697BD4"/>
    <w:rsid w:val="006A1E9E"/>
    <w:rsid w:val="006A4244"/>
    <w:rsid w:val="006A442D"/>
    <w:rsid w:val="006A6553"/>
    <w:rsid w:val="006A6610"/>
    <w:rsid w:val="006A6BE6"/>
    <w:rsid w:val="006B094F"/>
    <w:rsid w:val="006B2888"/>
    <w:rsid w:val="006B33CC"/>
    <w:rsid w:val="006B590F"/>
    <w:rsid w:val="006B6F64"/>
    <w:rsid w:val="006B75FD"/>
    <w:rsid w:val="006C13DE"/>
    <w:rsid w:val="006C1FE0"/>
    <w:rsid w:val="006C2ADC"/>
    <w:rsid w:val="006C3832"/>
    <w:rsid w:val="006C4E95"/>
    <w:rsid w:val="006C7852"/>
    <w:rsid w:val="006D088E"/>
    <w:rsid w:val="006D1F52"/>
    <w:rsid w:val="006D2102"/>
    <w:rsid w:val="006D2647"/>
    <w:rsid w:val="006D3F15"/>
    <w:rsid w:val="006D4535"/>
    <w:rsid w:val="006D4DA8"/>
    <w:rsid w:val="006D5614"/>
    <w:rsid w:val="006D5F44"/>
    <w:rsid w:val="006D69D3"/>
    <w:rsid w:val="006D7940"/>
    <w:rsid w:val="006D7ACB"/>
    <w:rsid w:val="006E0EAF"/>
    <w:rsid w:val="006E17E9"/>
    <w:rsid w:val="006E1AEB"/>
    <w:rsid w:val="006E1D26"/>
    <w:rsid w:val="006E4DE4"/>
    <w:rsid w:val="006E6420"/>
    <w:rsid w:val="006E7207"/>
    <w:rsid w:val="006E76B2"/>
    <w:rsid w:val="006E7817"/>
    <w:rsid w:val="006E7BDD"/>
    <w:rsid w:val="006F5135"/>
    <w:rsid w:val="006F6DF5"/>
    <w:rsid w:val="007030A6"/>
    <w:rsid w:val="00703565"/>
    <w:rsid w:val="00704B5F"/>
    <w:rsid w:val="00704DC6"/>
    <w:rsid w:val="007051C9"/>
    <w:rsid w:val="007058C2"/>
    <w:rsid w:val="00707728"/>
    <w:rsid w:val="00710CE9"/>
    <w:rsid w:val="00713826"/>
    <w:rsid w:val="007138EC"/>
    <w:rsid w:val="00713BD3"/>
    <w:rsid w:val="00714B4B"/>
    <w:rsid w:val="00714F26"/>
    <w:rsid w:val="00716340"/>
    <w:rsid w:val="00720EA9"/>
    <w:rsid w:val="00721109"/>
    <w:rsid w:val="0072389C"/>
    <w:rsid w:val="00723BB6"/>
    <w:rsid w:val="00724262"/>
    <w:rsid w:val="00724BCA"/>
    <w:rsid w:val="007276BE"/>
    <w:rsid w:val="007302CB"/>
    <w:rsid w:val="007320AC"/>
    <w:rsid w:val="00732D3B"/>
    <w:rsid w:val="007330C3"/>
    <w:rsid w:val="0073519A"/>
    <w:rsid w:val="0073651F"/>
    <w:rsid w:val="00736929"/>
    <w:rsid w:val="0074099B"/>
    <w:rsid w:val="00741649"/>
    <w:rsid w:val="00741B2D"/>
    <w:rsid w:val="00741C2E"/>
    <w:rsid w:val="00743762"/>
    <w:rsid w:val="00744D51"/>
    <w:rsid w:val="007460DC"/>
    <w:rsid w:val="00746EA3"/>
    <w:rsid w:val="00747EFA"/>
    <w:rsid w:val="00754066"/>
    <w:rsid w:val="007568BD"/>
    <w:rsid w:val="007574E8"/>
    <w:rsid w:val="00757AAE"/>
    <w:rsid w:val="007619FC"/>
    <w:rsid w:val="00762040"/>
    <w:rsid w:val="0076232E"/>
    <w:rsid w:val="00763609"/>
    <w:rsid w:val="00764144"/>
    <w:rsid w:val="00764206"/>
    <w:rsid w:val="007650F2"/>
    <w:rsid w:val="00765DB0"/>
    <w:rsid w:val="00767578"/>
    <w:rsid w:val="00772777"/>
    <w:rsid w:val="00772C66"/>
    <w:rsid w:val="00775EDF"/>
    <w:rsid w:val="00781279"/>
    <w:rsid w:val="00781382"/>
    <w:rsid w:val="0078289A"/>
    <w:rsid w:val="0078323C"/>
    <w:rsid w:val="00783591"/>
    <w:rsid w:val="00784C00"/>
    <w:rsid w:val="00784EE4"/>
    <w:rsid w:val="00786B61"/>
    <w:rsid w:val="00790878"/>
    <w:rsid w:val="0079142C"/>
    <w:rsid w:val="00791B3C"/>
    <w:rsid w:val="00791F8D"/>
    <w:rsid w:val="00793106"/>
    <w:rsid w:val="007944CD"/>
    <w:rsid w:val="00795366"/>
    <w:rsid w:val="00795809"/>
    <w:rsid w:val="00795DD4"/>
    <w:rsid w:val="007964D2"/>
    <w:rsid w:val="007971E9"/>
    <w:rsid w:val="007A0105"/>
    <w:rsid w:val="007A0179"/>
    <w:rsid w:val="007A1E42"/>
    <w:rsid w:val="007A3D7A"/>
    <w:rsid w:val="007A6163"/>
    <w:rsid w:val="007A665D"/>
    <w:rsid w:val="007A69AC"/>
    <w:rsid w:val="007A713B"/>
    <w:rsid w:val="007B1C16"/>
    <w:rsid w:val="007B4A41"/>
    <w:rsid w:val="007B756D"/>
    <w:rsid w:val="007B7B67"/>
    <w:rsid w:val="007B7DAA"/>
    <w:rsid w:val="007C0EDA"/>
    <w:rsid w:val="007C1136"/>
    <w:rsid w:val="007C1860"/>
    <w:rsid w:val="007C1B05"/>
    <w:rsid w:val="007C2ED6"/>
    <w:rsid w:val="007C53DD"/>
    <w:rsid w:val="007C5496"/>
    <w:rsid w:val="007D0B4F"/>
    <w:rsid w:val="007D7261"/>
    <w:rsid w:val="007D7D7E"/>
    <w:rsid w:val="007E3501"/>
    <w:rsid w:val="007E3741"/>
    <w:rsid w:val="007E4501"/>
    <w:rsid w:val="007E4677"/>
    <w:rsid w:val="007E673D"/>
    <w:rsid w:val="007F0B39"/>
    <w:rsid w:val="007F0CCF"/>
    <w:rsid w:val="007F1BBB"/>
    <w:rsid w:val="007F1D2E"/>
    <w:rsid w:val="007F43DD"/>
    <w:rsid w:val="007F47F8"/>
    <w:rsid w:val="007F5906"/>
    <w:rsid w:val="007F5CD1"/>
    <w:rsid w:val="0080005F"/>
    <w:rsid w:val="00802A5D"/>
    <w:rsid w:val="00803D6A"/>
    <w:rsid w:val="0080429D"/>
    <w:rsid w:val="00804541"/>
    <w:rsid w:val="00806070"/>
    <w:rsid w:val="0080624C"/>
    <w:rsid w:val="0080643B"/>
    <w:rsid w:val="00811B51"/>
    <w:rsid w:val="00811D46"/>
    <w:rsid w:val="008138A7"/>
    <w:rsid w:val="00815D59"/>
    <w:rsid w:val="0081633A"/>
    <w:rsid w:val="008164FA"/>
    <w:rsid w:val="008167C3"/>
    <w:rsid w:val="0081697F"/>
    <w:rsid w:val="008170EE"/>
    <w:rsid w:val="00817133"/>
    <w:rsid w:val="008224D0"/>
    <w:rsid w:val="00822558"/>
    <w:rsid w:val="00822A9D"/>
    <w:rsid w:val="008243A0"/>
    <w:rsid w:val="00827EAC"/>
    <w:rsid w:val="0083047E"/>
    <w:rsid w:val="00831333"/>
    <w:rsid w:val="00834277"/>
    <w:rsid w:val="00835664"/>
    <w:rsid w:val="00835CE9"/>
    <w:rsid w:val="0083678A"/>
    <w:rsid w:val="00840CA4"/>
    <w:rsid w:val="00844579"/>
    <w:rsid w:val="008445F1"/>
    <w:rsid w:val="00844E84"/>
    <w:rsid w:val="00845863"/>
    <w:rsid w:val="0084784A"/>
    <w:rsid w:val="008517DD"/>
    <w:rsid w:val="00851D7F"/>
    <w:rsid w:val="0085317E"/>
    <w:rsid w:val="00855153"/>
    <w:rsid w:val="00855767"/>
    <w:rsid w:val="00855E26"/>
    <w:rsid w:val="00856C22"/>
    <w:rsid w:val="00860042"/>
    <w:rsid w:val="008616F3"/>
    <w:rsid w:val="0086740B"/>
    <w:rsid w:val="0086785A"/>
    <w:rsid w:val="00871B3E"/>
    <w:rsid w:val="00871ED5"/>
    <w:rsid w:val="00872842"/>
    <w:rsid w:val="00873505"/>
    <w:rsid w:val="00875F9A"/>
    <w:rsid w:val="0087697E"/>
    <w:rsid w:val="00882F06"/>
    <w:rsid w:val="008844C0"/>
    <w:rsid w:val="00887478"/>
    <w:rsid w:val="008908DA"/>
    <w:rsid w:val="00890B52"/>
    <w:rsid w:val="00891577"/>
    <w:rsid w:val="008915D7"/>
    <w:rsid w:val="00891F03"/>
    <w:rsid w:val="008937D2"/>
    <w:rsid w:val="00896A6D"/>
    <w:rsid w:val="008A0C11"/>
    <w:rsid w:val="008A191C"/>
    <w:rsid w:val="008A2DA4"/>
    <w:rsid w:val="008A3405"/>
    <w:rsid w:val="008A67B2"/>
    <w:rsid w:val="008B1D82"/>
    <w:rsid w:val="008B208E"/>
    <w:rsid w:val="008B4CFC"/>
    <w:rsid w:val="008B52D6"/>
    <w:rsid w:val="008B5F1F"/>
    <w:rsid w:val="008B5FA7"/>
    <w:rsid w:val="008B62DD"/>
    <w:rsid w:val="008B6976"/>
    <w:rsid w:val="008C0B18"/>
    <w:rsid w:val="008C1AB2"/>
    <w:rsid w:val="008C21B2"/>
    <w:rsid w:val="008C307F"/>
    <w:rsid w:val="008C44B5"/>
    <w:rsid w:val="008C4A7A"/>
    <w:rsid w:val="008D26AC"/>
    <w:rsid w:val="008D3BE2"/>
    <w:rsid w:val="008D4CDE"/>
    <w:rsid w:val="008D663A"/>
    <w:rsid w:val="008D7160"/>
    <w:rsid w:val="008E0B28"/>
    <w:rsid w:val="008E1152"/>
    <w:rsid w:val="008E345D"/>
    <w:rsid w:val="008E368A"/>
    <w:rsid w:val="008E395B"/>
    <w:rsid w:val="008E55A1"/>
    <w:rsid w:val="008E607C"/>
    <w:rsid w:val="008E618A"/>
    <w:rsid w:val="008E6C5C"/>
    <w:rsid w:val="008E7BEC"/>
    <w:rsid w:val="008F0B57"/>
    <w:rsid w:val="008F3E00"/>
    <w:rsid w:val="008F42F2"/>
    <w:rsid w:val="008F4612"/>
    <w:rsid w:val="008F4DA1"/>
    <w:rsid w:val="008F71F8"/>
    <w:rsid w:val="008F7F2A"/>
    <w:rsid w:val="0090024D"/>
    <w:rsid w:val="00900ACF"/>
    <w:rsid w:val="00901415"/>
    <w:rsid w:val="009029C9"/>
    <w:rsid w:val="00902F78"/>
    <w:rsid w:val="00903CBD"/>
    <w:rsid w:val="00906331"/>
    <w:rsid w:val="00907254"/>
    <w:rsid w:val="00907723"/>
    <w:rsid w:val="00911635"/>
    <w:rsid w:val="00911A59"/>
    <w:rsid w:val="00911BEB"/>
    <w:rsid w:val="00913427"/>
    <w:rsid w:val="00913E41"/>
    <w:rsid w:val="00914191"/>
    <w:rsid w:val="00916636"/>
    <w:rsid w:val="00917BF2"/>
    <w:rsid w:val="009206DB"/>
    <w:rsid w:val="0092212C"/>
    <w:rsid w:val="00923AA8"/>
    <w:rsid w:val="00925D5C"/>
    <w:rsid w:val="009277B2"/>
    <w:rsid w:val="009305FE"/>
    <w:rsid w:val="009310D5"/>
    <w:rsid w:val="00931F5A"/>
    <w:rsid w:val="0093295D"/>
    <w:rsid w:val="009332C1"/>
    <w:rsid w:val="00933CE1"/>
    <w:rsid w:val="0093664F"/>
    <w:rsid w:val="009372DA"/>
    <w:rsid w:val="009401EC"/>
    <w:rsid w:val="00940FB5"/>
    <w:rsid w:val="0094103F"/>
    <w:rsid w:val="00941063"/>
    <w:rsid w:val="0094229C"/>
    <w:rsid w:val="0094327C"/>
    <w:rsid w:val="00943579"/>
    <w:rsid w:val="009447F3"/>
    <w:rsid w:val="0094488C"/>
    <w:rsid w:val="00944E42"/>
    <w:rsid w:val="0094710C"/>
    <w:rsid w:val="0094732A"/>
    <w:rsid w:val="009506EF"/>
    <w:rsid w:val="009513A6"/>
    <w:rsid w:val="0095140D"/>
    <w:rsid w:val="009517B3"/>
    <w:rsid w:val="00953FB4"/>
    <w:rsid w:val="00956236"/>
    <w:rsid w:val="00963E72"/>
    <w:rsid w:val="00964E96"/>
    <w:rsid w:val="009653E6"/>
    <w:rsid w:val="00966F1B"/>
    <w:rsid w:val="00967290"/>
    <w:rsid w:val="009676D4"/>
    <w:rsid w:val="0096781E"/>
    <w:rsid w:val="00967D8F"/>
    <w:rsid w:val="009703A4"/>
    <w:rsid w:val="00970A32"/>
    <w:rsid w:val="00970C22"/>
    <w:rsid w:val="00971417"/>
    <w:rsid w:val="00972A2E"/>
    <w:rsid w:val="0097443E"/>
    <w:rsid w:val="00975AFF"/>
    <w:rsid w:val="00975FDF"/>
    <w:rsid w:val="00977B61"/>
    <w:rsid w:val="00980BF3"/>
    <w:rsid w:val="00982A30"/>
    <w:rsid w:val="00982A9B"/>
    <w:rsid w:val="00982EF3"/>
    <w:rsid w:val="00982FEC"/>
    <w:rsid w:val="00990FF8"/>
    <w:rsid w:val="009920E4"/>
    <w:rsid w:val="00992C19"/>
    <w:rsid w:val="00992FE8"/>
    <w:rsid w:val="00993426"/>
    <w:rsid w:val="00994A56"/>
    <w:rsid w:val="00994B83"/>
    <w:rsid w:val="00995615"/>
    <w:rsid w:val="009959D9"/>
    <w:rsid w:val="00995A5C"/>
    <w:rsid w:val="00995BE0"/>
    <w:rsid w:val="00996113"/>
    <w:rsid w:val="00997EDD"/>
    <w:rsid w:val="009A0095"/>
    <w:rsid w:val="009A1E56"/>
    <w:rsid w:val="009A34E8"/>
    <w:rsid w:val="009A427B"/>
    <w:rsid w:val="009A4FDC"/>
    <w:rsid w:val="009A5CFB"/>
    <w:rsid w:val="009A610D"/>
    <w:rsid w:val="009A63A1"/>
    <w:rsid w:val="009A7721"/>
    <w:rsid w:val="009A7CFA"/>
    <w:rsid w:val="009B06E6"/>
    <w:rsid w:val="009B101C"/>
    <w:rsid w:val="009B1CB9"/>
    <w:rsid w:val="009B2188"/>
    <w:rsid w:val="009B35C0"/>
    <w:rsid w:val="009B6C9F"/>
    <w:rsid w:val="009B6D20"/>
    <w:rsid w:val="009B7505"/>
    <w:rsid w:val="009C0E78"/>
    <w:rsid w:val="009C1F50"/>
    <w:rsid w:val="009C3416"/>
    <w:rsid w:val="009C6D2C"/>
    <w:rsid w:val="009D0E83"/>
    <w:rsid w:val="009D0F13"/>
    <w:rsid w:val="009D129E"/>
    <w:rsid w:val="009D2163"/>
    <w:rsid w:val="009D27C9"/>
    <w:rsid w:val="009D2F9B"/>
    <w:rsid w:val="009D319F"/>
    <w:rsid w:val="009D4876"/>
    <w:rsid w:val="009D4A1E"/>
    <w:rsid w:val="009D4CEA"/>
    <w:rsid w:val="009D4EED"/>
    <w:rsid w:val="009D5931"/>
    <w:rsid w:val="009D5A6D"/>
    <w:rsid w:val="009D6040"/>
    <w:rsid w:val="009D66A8"/>
    <w:rsid w:val="009E0031"/>
    <w:rsid w:val="009E2F3C"/>
    <w:rsid w:val="009E3685"/>
    <w:rsid w:val="009E476B"/>
    <w:rsid w:val="009E5D38"/>
    <w:rsid w:val="009E626E"/>
    <w:rsid w:val="009E628C"/>
    <w:rsid w:val="009E6748"/>
    <w:rsid w:val="009E7259"/>
    <w:rsid w:val="009E7724"/>
    <w:rsid w:val="009E7A20"/>
    <w:rsid w:val="009F2973"/>
    <w:rsid w:val="009F323A"/>
    <w:rsid w:val="009F3BF5"/>
    <w:rsid w:val="009F50E3"/>
    <w:rsid w:val="009F60F2"/>
    <w:rsid w:val="00A0112F"/>
    <w:rsid w:val="00A024FC"/>
    <w:rsid w:val="00A05EC2"/>
    <w:rsid w:val="00A06B7D"/>
    <w:rsid w:val="00A074A7"/>
    <w:rsid w:val="00A11848"/>
    <w:rsid w:val="00A12840"/>
    <w:rsid w:val="00A14643"/>
    <w:rsid w:val="00A1565A"/>
    <w:rsid w:val="00A15887"/>
    <w:rsid w:val="00A20B82"/>
    <w:rsid w:val="00A22410"/>
    <w:rsid w:val="00A22595"/>
    <w:rsid w:val="00A240DD"/>
    <w:rsid w:val="00A25639"/>
    <w:rsid w:val="00A26D4B"/>
    <w:rsid w:val="00A3053C"/>
    <w:rsid w:val="00A31D24"/>
    <w:rsid w:val="00A321B9"/>
    <w:rsid w:val="00A3322F"/>
    <w:rsid w:val="00A35BB7"/>
    <w:rsid w:val="00A37379"/>
    <w:rsid w:val="00A37592"/>
    <w:rsid w:val="00A40E18"/>
    <w:rsid w:val="00A42168"/>
    <w:rsid w:val="00A4277A"/>
    <w:rsid w:val="00A42A84"/>
    <w:rsid w:val="00A42A9D"/>
    <w:rsid w:val="00A43A32"/>
    <w:rsid w:val="00A43CD4"/>
    <w:rsid w:val="00A45407"/>
    <w:rsid w:val="00A47658"/>
    <w:rsid w:val="00A50975"/>
    <w:rsid w:val="00A52064"/>
    <w:rsid w:val="00A52F3B"/>
    <w:rsid w:val="00A53180"/>
    <w:rsid w:val="00A55095"/>
    <w:rsid w:val="00A55AF2"/>
    <w:rsid w:val="00A56652"/>
    <w:rsid w:val="00A60320"/>
    <w:rsid w:val="00A610EC"/>
    <w:rsid w:val="00A61EBE"/>
    <w:rsid w:val="00A64010"/>
    <w:rsid w:val="00A642DF"/>
    <w:rsid w:val="00A64CA0"/>
    <w:rsid w:val="00A6538B"/>
    <w:rsid w:val="00A7181C"/>
    <w:rsid w:val="00A719FF"/>
    <w:rsid w:val="00A72FA8"/>
    <w:rsid w:val="00A75672"/>
    <w:rsid w:val="00A75FB1"/>
    <w:rsid w:val="00A766DA"/>
    <w:rsid w:val="00A77C54"/>
    <w:rsid w:val="00A863E9"/>
    <w:rsid w:val="00A87280"/>
    <w:rsid w:val="00A90E95"/>
    <w:rsid w:val="00A91937"/>
    <w:rsid w:val="00A91B12"/>
    <w:rsid w:val="00A9318C"/>
    <w:rsid w:val="00A94E4C"/>
    <w:rsid w:val="00A957AC"/>
    <w:rsid w:val="00A9643C"/>
    <w:rsid w:val="00A96860"/>
    <w:rsid w:val="00A96A69"/>
    <w:rsid w:val="00A96DA9"/>
    <w:rsid w:val="00AA137F"/>
    <w:rsid w:val="00AA2274"/>
    <w:rsid w:val="00AA2776"/>
    <w:rsid w:val="00AA385D"/>
    <w:rsid w:val="00AA3C8C"/>
    <w:rsid w:val="00AA4C48"/>
    <w:rsid w:val="00AA5665"/>
    <w:rsid w:val="00AA5F4B"/>
    <w:rsid w:val="00AA6728"/>
    <w:rsid w:val="00AA765E"/>
    <w:rsid w:val="00AA7CBB"/>
    <w:rsid w:val="00AB0889"/>
    <w:rsid w:val="00AB0AA6"/>
    <w:rsid w:val="00AB1CF7"/>
    <w:rsid w:val="00AB272E"/>
    <w:rsid w:val="00AB34C0"/>
    <w:rsid w:val="00AB6DB7"/>
    <w:rsid w:val="00AB7858"/>
    <w:rsid w:val="00AC0721"/>
    <w:rsid w:val="00AC0EF9"/>
    <w:rsid w:val="00AC2D43"/>
    <w:rsid w:val="00AC2D6B"/>
    <w:rsid w:val="00AC2DC2"/>
    <w:rsid w:val="00AC34EF"/>
    <w:rsid w:val="00AC3D35"/>
    <w:rsid w:val="00AC4C39"/>
    <w:rsid w:val="00AC5340"/>
    <w:rsid w:val="00AC5348"/>
    <w:rsid w:val="00AC7211"/>
    <w:rsid w:val="00AD03FC"/>
    <w:rsid w:val="00AD2B95"/>
    <w:rsid w:val="00AD2D06"/>
    <w:rsid w:val="00AD51BF"/>
    <w:rsid w:val="00AD57E5"/>
    <w:rsid w:val="00AD6A56"/>
    <w:rsid w:val="00AD6B62"/>
    <w:rsid w:val="00AD79D9"/>
    <w:rsid w:val="00AE1252"/>
    <w:rsid w:val="00AE187D"/>
    <w:rsid w:val="00AE30ED"/>
    <w:rsid w:val="00AE31DE"/>
    <w:rsid w:val="00AE3606"/>
    <w:rsid w:val="00AE3A6D"/>
    <w:rsid w:val="00AE4491"/>
    <w:rsid w:val="00AE483E"/>
    <w:rsid w:val="00AE5179"/>
    <w:rsid w:val="00AE5210"/>
    <w:rsid w:val="00AE53A9"/>
    <w:rsid w:val="00AE5C8C"/>
    <w:rsid w:val="00AE6A51"/>
    <w:rsid w:val="00AE7262"/>
    <w:rsid w:val="00AE79C3"/>
    <w:rsid w:val="00AE7BB0"/>
    <w:rsid w:val="00AF216E"/>
    <w:rsid w:val="00AF3079"/>
    <w:rsid w:val="00AF47E9"/>
    <w:rsid w:val="00AF7165"/>
    <w:rsid w:val="00B00067"/>
    <w:rsid w:val="00B0651D"/>
    <w:rsid w:val="00B078C8"/>
    <w:rsid w:val="00B10090"/>
    <w:rsid w:val="00B11D0B"/>
    <w:rsid w:val="00B12617"/>
    <w:rsid w:val="00B12803"/>
    <w:rsid w:val="00B14145"/>
    <w:rsid w:val="00B141FF"/>
    <w:rsid w:val="00B14538"/>
    <w:rsid w:val="00B15373"/>
    <w:rsid w:val="00B1540D"/>
    <w:rsid w:val="00B15563"/>
    <w:rsid w:val="00B173BB"/>
    <w:rsid w:val="00B17868"/>
    <w:rsid w:val="00B17923"/>
    <w:rsid w:val="00B2195B"/>
    <w:rsid w:val="00B223CF"/>
    <w:rsid w:val="00B23DF1"/>
    <w:rsid w:val="00B24BA1"/>
    <w:rsid w:val="00B24C13"/>
    <w:rsid w:val="00B2561F"/>
    <w:rsid w:val="00B26E34"/>
    <w:rsid w:val="00B27023"/>
    <w:rsid w:val="00B3166F"/>
    <w:rsid w:val="00B32A92"/>
    <w:rsid w:val="00B37AB2"/>
    <w:rsid w:val="00B406C7"/>
    <w:rsid w:val="00B40714"/>
    <w:rsid w:val="00B407E6"/>
    <w:rsid w:val="00B4089D"/>
    <w:rsid w:val="00B41804"/>
    <w:rsid w:val="00B43BBE"/>
    <w:rsid w:val="00B43E02"/>
    <w:rsid w:val="00B43F3D"/>
    <w:rsid w:val="00B45C74"/>
    <w:rsid w:val="00B4616C"/>
    <w:rsid w:val="00B463E8"/>
    <w:rsid w:val="00B46C80"/>
    <w:rsid w:val="00B4725C"/>
    <w:rsid w:val="00B4734B"/>
    <w:rsid w:val="00B47B48"/>
    <w:rsid w:val="00B53B2F"/>
    <w:rsid w:val="00B5497A"/>
    <w:rsid w:val="00B54AC1"/>
    <w:rsid w:val="00B55A6B"/>
    <w:rsid w:val="00B571D0"/>
    <w:rsid w:val="00B60529"/>
    <w:rsid w:val="00B61714"/>
    <w:rsid w:val="00B632CC"/>
    <w:rsid w:val="00B63938"/>
    <w:rsid w:val="00B70205"/>
    <w:rsid w:val="00B706AA"/>
    <w:rsid w:val="00B70AE8"/>
    <w:rsid w:val="00B70B90"/>
    <w:rsid w:val="00B70FF7"/>
    <w:rsid w:val="00B715B8"/>
    <w:rsid w:val="00B71834"/>
    <w:rsid w:val="00B7278A"/>
    <w:rsid w:val="00B72B07"/>
    <w:rsid w:val="00B72C47"/>
    <w:rsid w:val="00B73CB4"/>
    <w:rsid w:val="00B7573A"/>
    <w:rsid w:val="00B762AB"/>
    <w:rsid w:val="00B77CB2"/>
    <w:rsid w:val="00B77EEC"/>
    <w:rsid w:val="00B80DE3"/>
    <w:rsid w:val="00B811DF"/>
    <w:rsid w:val="00B81F48"/>
    <w:rsid w:val="00B82125"/>
    <w:rsid w:val="00B82DEF"/>
    <w:rsid w:val="00B83FBC"/>
    <w:rsid w:val="00B845F7"/>
    <w:rsid w:val="00B87C54"/>
    <w:rsid w:val="00B911C6"/>
    <w:rsid w:val="00B9146E"/>
    <w:rsid w:val="00B9247E"/>
    <w:rsid w:val="00B92B17"/>
    <w:rsid w:val="00B9325F"/>
    <w:rsid w:val="00B9361B"/>
    <w:rsid w:val="00B939CB"/>
    <w:rsid w:val="00B942C0"/>
    <w:rsid w:val="00B9446A"/>
    <w:rsid w:val="00B94551"/>
    <w:rsid w:val="00B945F5"/>
    <w:rsid w:val="00B95412"/>
    <w:rsid w:val="00B961CD"/>
    <w:rsid w:val="00B964E6"/>
    <w:rsid w:val="00BA1CF3"/>
    <w:rsid w:val="00BA2020"/>
    <w:rsid w:val="00BA3446"/>
    <w:rsid w:val="00BA35C7"/>
    <w:rsid w:val="00BA3F24"/>
    <w:rsid w:val="00BA4CEC"/>
    <w:rsid w:val="00BB08C5"/>
    <w:rsid w:val="00BB330A"/>
    <w:rsid w:val="00BB3DBA"/>
    <w:rsid w:val="00BB44A0"/>
    <w:rsid w:val="00BB4AFA"/>
    <w:rsid w:val="00BB543E"/>
    <w:rsid w:val="00BB65BE"/>
    <w:rsid w:val="00BB6E82"/>
    <w:rsid w:val="00BC03BB"/>
    <w:rsid w:val="00BC1200"/>
    <w:rsid w:val="00BC16AE"/>
    <w:rsid w:val="00BC56B1"/>
    <w:rsid w:val="00BC5CC9"/>
    <w:rsid w:val="00BC604D"/>
    <w:rsid w:val="00BC6398"/>
    <w:rsid w:val="00BC7ABA"/>
    <w:rsid w:val="00BC7E1F"/>
    <w:rsid w:val="00BD034F"/>
    <w:rsid w:val="00BD440E"/>
    <w:rsid w:val="00BD48D9"/>
    <w:rsid w:val="00BD49DA"/>
    <w:rsid w:val="00BD69C2"/>
    <w:rsid w:val="00BD6D83"/>
    <w:rsid w:val="00BE1B4E"/>
    <w:rsid w:val="00BE2797"/>
    <w:rsid w:val="00BE2C42"/>
    <w:rsid w:val="00BE360B"/>
    <w:rsid w:val="00BE4A56"/>
    <w:rsid w:val="00BF0564"/>
    <w:rsid w:val="00BF06A4"/>
    <w:rsid w:val="00BF0BEE"/>
    <w:rsid w:val="00BF187D"/>
    <w:rsid w:val="00BF386C"/>
    <w:rsid w:val="00BF4E17"/>
    <w:rsid w:val="00BF5CDD"/>
    <w:rsid w:val="00BF62A0"/>
    <w:rsid w:val="00BF6F52"/>
    <w:rsid w:val="00BF762A"/>
    <w:rsid w:val="00BF7853"/>
    <w:rsid w:val="00BF7B4E"/>
    <w:rsid w:val="00C00128"/>
    <w:rsid w:val="00C00840"/>
    <w:rsid w:val="00C027BA"/>
    <w:rsid w:val="00C03B18"/>
    <w:rsid w:val="00C0583A"/>
    <w:rsid w:val="00C05E60"/>
    <w:rsid w:val="00C06AA4"/>
    <w:rsid w:val="00C06CEA"/>
    <w:rsid w:val="00C079F3"/>
    <w:rsid w:val="00C07E9B"/>
    <w:rsid w:val="00C103A6"/>
    <w:rsid w:val="00C106FC"/>
    <w:rsid w:val="00C1075E"/>
    <w:rsid w:val="00C10FA7"/>
    <w:rsid w:val="00C11823"/>
    <w:rsid w:val="00C11D09"/>
    <w:rsid w:val="00C13172"/>
    <w:rsid w:val="00C1342A"/>
    <w:rsid w:val="00C13F90"/>
    <w:rsid w:val="00C14943"/>
    <w:rsid w:val="00C150C8"/>
    <w:rsid w:val="00C16300"/>
    <w:rsid w:val="00C16695"/>
    <w:rsid w:val="00C167B6"/>
    <w:rsid w:val="00C1684B"/>
    <w:rsid w:val="00C16DFC"/>
    <w:rsid w:val="00C16EC0"/>
    <w:rsid w:val="00C17D1B"/>
    <w:rsid w:val="00C2322A"/>
    <w:rsid w:val="00C25083"/>
    <w:rsid w:val="00C259BF"/>
    <w:rsid w:val="00C32CE5"/>
    <w:rsid w:val="00C35924"/>
    <w:rsid w:val="00C369E3"/>
    <w:rsid w:val="00C40776"/>
    <w:rsid w:val="00C407BC"/>
    <w:rsid w:val="00C40858"/>
    <w:rsid w:val="00C41230"/>
    <w:rsid w:val="00C42EA7"/>
    <w:rsid w:val="00C43881"/>
    <w:rsid w:val="00C44119"/>
    <w:rsid w:val="00C503E3"/>
    <w:rsid w:val="00C50B62"/>
    <w:rsid w:val="00C50D80"/>
    <w:rsid w:val="00C5204F"/>
    <w:rsid w:val="00C53D67"/>
    <w:rsid w:val="00C54779"/>
    <w:rsid w:val="00C54C02"/>
    <w:rsid w:val="00C55532"/>
    <w:rsid w:val="00C55ABA"/>
    <w:rsid w:val="00C56EAF"/>
    <w:rsid w:val="00C5759A"/>
    <w:rsid w:val="00C57E05"/>
    <w:rsid w:val="00C60FDC"/>
    <w:rsid w:val="00C6114C"/>
    <w:rsid w:val="00C62BFC"/>
    <w:rsid w:val="00C64B23"/>
    <w:rsid w:val="00C657F0"/>
    <w:rsid w:val="00C659BE"/>
    <w:rsid w:val="00C71A95"/>
    <w:rsid w:val="00C72BA1"/>
    <w:rsid w:val="00C74C36"/>
    <w:rsid w:val="00C7628A"/>
    <w:rsid w:val="00C76875"/>
    <w:rsid w:val="00C773CA"/>
    <w:rsid w:val="00C77F65"/>
    <w:rsid w:val="00C807BA"/>
    <w:rsid w:val="00C80A28"/>
    <w:rsid w:val="00C80E7F"/>
    <w:rsid w:val="00C81B58"/>
    <w:rsid w:val="00C81D93"/>
    <w:rsid w:val="00C82D3A"/>
    <w:rsid w:val="00C83E8B"/>
    <w:rsid w:val="00C84B56"/>
    <w:rsid w:val="00C853C6"/>
    <w:rsid w:val="00C859FD"/>
    <w:rsid w:val="00C901B3"/>
    <w:rsid w:val="00C9051D"/>
    <w:rsid w:val="00C90A67"/>
    <w:rsid w:val="00C915EB"/>
    <w:rsid w:val="00C917BC"/>
    <w:rsid w:val="00C92F50"/>
    <w:rsid w:val="00C9304B"/>
    <w:rsid w:val="00C931BB"/>
    <w:rsid w:val="00C937D5"/>
    <w:rsid w:val="00C9396D"/>
    <w:rsid w:val="00C94C43"/>
    <w:rsid w:val="00C95979"/>
    <w:rsid w:val="00C95C9A"/>
    <w:rsid w:val="00C960C4"/>
    <w:rsid w:val="00CA1B13"/>
    <w:rsid w:val="00CA1B98"/>
    <w:rsid w:val="00CA2379"/>
    <w:rsid w:val="00CA6100"/>
    <w:rsid w:val="00CA6A42"/>
    <w:rsid w:val="00CB03CB"/>
    <w:rsid w:val="00CB21F5"/>
    <w:rsid w:val="00CB3EC8"/>
    <w:rsid w:val="00CB3F18"/>
    <w:rsid w:val="00CB6D3B"/>
    <w:rsid w:val="00CB71B3"/>
    <w:rsid w:val="00CB7A0D"/>
    <w:rsid w:val="00CB7DD2"/>
    <w:rsid w:val="00CC0316"/>
    <w:rsid w:val="00CC0AF6"/>
    <w:rsid w:val="00CC3999"/>
    <w:rsid w:val="00CC42B9"/>
    <w:rsid w:val="00CC530A"/>
    <w:rsid w:val="00CC5322"/>
    <w:rsid w:val="00CC54E9"/>
    <w:rsid w:val="00CC5E41"/>
    <w:rsid w:val="00CC640C"/>
    <w:rsid w:val="00CC6882"/>
    <w:rsid w:val="00CC6C07"/>
    <w:rsid w:val="00CC78B0"/>
    <w:rsid w:val="00CC7D49"/>
    <w:rsid w:val="00CD066E"/>
    <w:rsid w:val="00CD06D7"/>
    <w:rsid w:val="00CD1286"/>
    <w:rsid w:val="00CD1EC6"/>
    <w:rsid w:val="00CD3982"/>
    <w:rsid w:val="00CD3E33"/>
    <w:rsid w:val="00CD472C"/>
    <w:rsid w:val="00CD4C01"/>
    <w:rsid w:val="00CD59E7"/>
    <w:rsid w:val="00CD5BFD"/>
    <w:rsid w:val="00CD6658"/>
    <w:rsid w:val="00CD67F5"/>
    <w:rsid w:val="00CE0DA9"/>
    <w:rsid w:val="00CE10D5"/>
    <w:rsid w:val="00CE1793"/>
    <w:rsid w:val="00CE3511"/>
    <w:rsid w:val="00CE4632"/>
    <w:rsid w:val="00CE6C21"/>
    <w:rsid w:val="00CE78B9"/>
    <w:rsid w:val="00CE7BF1"/>
    <w:rsid w:val="00CF1423"/>
    <w:rsid w:val="00CF17B6"/>
    <w:rsid w:val="00CF247F"/>
    <w:rsid w:val="00CF27C9"/>
    <w:rsid w:val="00CF43CA"/>
    <w:rsid w:val="00CF7CAD"/>
    <w:rsid w:val="00D00C63"/>
    <w:rsid w:val="00D022DB"/>
    <w:rsid w:val="00D03E78"/>
    <w:rsid w:val="00D07466"/>
    <w:rsid w:val="00D078E3"/>
    <w:rsid w:val="00D10CDE"/>
    <w:rsid w:val="00D1141F"/>
    <w:rsid w:val="00D12371"/>
    <w:rsid w:val="00D12FFF"/>
    <w:rsid w:val="00D13EA8"/>
    <w:rsid w:val="00D145C8"/>
    <w:rsid w:val="00D17360"/>
    <w:rsid w:val="00D178C3"/>
    <w:rsid w:val="00D21BF8"/>
    <w:rsid w:val="00D21FDF"/>
    <w:rsid w:val="00D22457"/>
    <w:rsid w:val="00D247EE"/>
    <w:rsid w:val="00D24DB0"/>
    <w:rsid w:val="00D25AA0"/>
    <w:rsid w:val="00D264BD"/>
    <w:rsid w:val="00D26C46"/>
    <w:rsid w:val="00D2734D"/>
    <w:rsid w:val="00D276D4"/>
    <w:rsid w:val="00D30A36"/>
    <w:rsid w:val="00D30C18"/>
    <w:rsid w:val="00D314B5"/>
    <w:rsid w:val="00D32EA2"/>
    <w:rsid w:val="00D3410A"/>
    <w:rsid w:val="00D3591C"/>
    <w:rsid w:val="00D3648D"/>
    <w:rsid w:val="00D370CA"/>
    <w:rsid w:val="00D3763C"/>
    <w:rsid w:val="00D379CD"/>
    <w:rsid w:val="00D37A9B"/>
    <w:rsid w:val="00D401D4"/>
    <w:rsid w:val="00D40B9A"/>
    <w:rsid w:val="00D41A02"/>
    <w:rsid w:val="00D43403"/>
    <w:rsid w:val="00D43826"/>
    <w:rsid w:val="00D439DB"/>
    <w:rsid w:val="00D440CD"/>
    <w:rsid w:val="00D44C04"/>
    <w:rsid w:val="00D45B34"/>
    <w:rsid w:val="00D47EBA"/>
    <w:rsid w:val="00D50550"/>
    <w:rsid w:val="00D52512"/>
    <w:rsid w:val="00D5380D"/>
    <w:rsid w:val="00D54AC0"/>
    <w:rsid w:val="00D55A29"/>
    <w:rsid w:val="00D55A46"/>
    <w:rsid w:val="00D56BC5"/>
    <w:rsid w:val="00D57898"/>
    <w:rsid w:val="00D6096A"/>
    <w:rsid w:val="00D60FC2"/>
    <w:rsid w:val="00D625CB"/>
    <w:rsid w:val="00D63647"/>
    <w:rsid w:val="00D64168"/>
    <w:rsid w:val="00D642D5"/>
    <w:rsid w:val="00D66D93"/>
    <w:rsid w:val="00D70790"/>
    <w:rsid w:val="00D70C41"/>
    <w:rsid w:val="00D70D72"/>
    <w:rsid w:val="00D72068"/>
    <w:rsid w:val="00D72901"/>
    <w:rsid w:val="00D72B46"/>
    <w:rsid w:val="00D73F7E"/>
    <w:rsid w:val="00D753A5"/>
    <w:rsid w:val="00D80340"/>
    <w:rsid w:val="00D80DBE"/>
    <w:rsid w:val="00D80FA1"/>
    <w:rsid w:val="00D81077"/>
    <w:rsid w:val="00D833CE"/>
    <w:rsid w:val="00D84476"/>
    <w:rsid w:val="00D87703"/>
    <w:rsid w:val="00D903DC"/>
    <w:rsid w:val="00D93046"/>
    <w:rsid w:val="00D94328"/>
    <w:rsid w:val="00D96102"/>
    <w:rsid w:val="00D961EA"/>
    <w:rsid w:val="00D96358"/>
    <w:rsid w:val="00D97E46"/>
    <w:rsid w:val="00DA0628"/>
    <w:rsid w:val="00DA0D9B"/>
    <w:rsid w:val="00DA20D9"/>
    <w:rsid w:val="00DA3905"/>
    <w:rsid w:val="00DA43C2"/>
    <w:rsid w:val="00DA4A2F"/>
    <w:rsid w:val="00DA5973"/>
    <w:rsid w:val="00DA6EAA"/>
    <w:rsid w:val="00DB14F3"/>
    <w:rsid w:val="00DB187B"/>
    <w:rsid w:val="00DB1E89"/>
    <w:rsid w:val="00DB1FCD"/>
    <w:rsid w:val="00DB2324"/>
    <w:rsid w:val="00DB4357"/>
    <w:rsid w:val="00DB5085"/>
    <w:rsid w:val="00DB5E62"/>
    <w:rsid w:val="00DB6A04"/>
    <w:rsid w:val="00DC00F2"/>
    <w:rsid w:val="00DC0354"/>
    <w:rsid w:val="00DC2098"/>
    <w:rsid w:val="00DC2336"/>
    <w:rsid w:val="00DC4AEC"/>
    <w:rsid w:val="00DC5476"/>
    <w:rsid w:val="00DC6D6F"/>
    <w:rsid w:val="00DD0CDF"/>
    <w:rsid w:val="00DD18AE"/>
    <w:rsid w:val="00DD252A"/>
    <w:rsid w:val="00DD5493"/>
    <w:rsid w:val="00DD592B"/>
    <w:rsid w:val="00DD5F8B"/>
    <w:rsid w:val="00DE1771"/>
    <w:rsid w:val="00DE28C5"/>
    <w:rsid w:val="00DE2D8F"/>
    <w:rsid w:val="00DE2F38"/>
    <w:rsid w:val="00DE51B5"/>
    <w:rsid w:val="00DE51C8"/>
    <w:rsid w:val="00DE5700"/>
    <w:rsid w:val="00DE64E9"/>
    <w:rsid w:val="00DF00F7"/>
    <w:rsid w:val="00DF2421"/>
    <w:rsid w:val="00DF3EBB"/>
    <w:rsid w:val="00DF6308"/>
    <w:rsid w:val="00DF66B1"/>
    <w:rsid w:val="00E001F2"/>
    <w:rsid w:val="00E008B8"/>
    <w:rsid w:val="00E01FA4"/>
    <w:rsid w:val="00E02E78"/>
    <w:rsid w:val="00E050D0"/>
    <w:rsid w:val="00E05473"/>
    <w:rsid w:val="00E07EEA"/>
    <w:rsid w:val="00E1018F"/>
    <w:rsid w:val="00E15D24"/>
    <w:rsid w:val="00E164C6"/>
    <w:rsid w:val="00E17434"/>
    <w:rsid w:val="00E206AA"/>
    <w:rsid w:val="00E21F9F"/>
    <w:rsid w:val="00E23187"/>
    <w:rsid w:val="00E24907"/>
    <w:rsid w:val="00E27EB0"/>
    <w:rsid w:val="00E30008"/>
    <w:rsid w:val="00E306D5"/>
    <w:rsid w:val="00E30A8F"/>
    <w:rsid w:val="00E3104C"/>
    <w:rsid w:val="00E3398A"/>
    <w:rsid w:val="00E368FA"/>
    <w:rsid w:val="00E369C8"/>
    <w:rsid w:val="00E36F69"/>
    <w:rsid w:val="00E41228"/>
    <w:rsid w:val="00E42B60"/>
    <w:rsid w:val="00E42C51"/>
    <w:rsid w:val="00E4305D"/>
    <w:rsid w:val="00E44619"/>
    <w:rsid w:val="00E475AA"/>
    <w:rsid w:val="00E51636"/>
    <w:rsid w:val="00E54AD6"/>
    <w:rsid w:val="00E5693F"/>
    <w:rsid w:val="00E57091"/>
    <w:rsid w:val="00E575C9"/>
    <w:rsid w:val="00E63A36"/>
    <w:rsid w:val="00E63C58"/>
    <w:rsid w:val="00E6587C"/>
    <w:rsid w:val="00E65CA7"/>
    <w:rsid w:val="00E664D5"/>
    <w:rsid w:val="00E66B42"/>
    <w:rsid w:val="00E66C52"/>
    <w:rsid w:val="00E671BC"/>
    <w:rsid w:val="00E72157"/>
    <w:rsid w:val="00E739CD"/>
    <w:rsid w:val="00E7423F"/>
    <w:rsid w:val="00E74C91"/>
    <w:rsid w:val="00E75969"/>
    <w:rsid w:val="00E8078C"/>
    <w:rsid w:val="00E8082F"/>
    <w:rsid w:val="00E80D13"/>
    <w:rsid w:val="00E80D9D"/>
    <w:rsid w:val="00E83F7F"/>
    <w:rsid w:val="00E8645D"/>
    <w:rsid w:val="00E87ADA"/>
    <w:rsid w:val="00E9185B"/>
    <w:rsid w:val="00E92AE4"/>
    <w:rsid w:val="00E9383B"/>
    <w:rsid w:val="00E93D74"/>
    <w:rsid w:val="00E9438C"/>
    <w:rsid w:val="00E956CA"/>
    <w:rsid w:val="00E97AC0"/>
    <w:rsid w:val="00EA4689"/>
    <w:rsid w:val="00EA6254"/>
    <w:rsid w:val="00EA630C"/>
    <w:rsid w:val="00EA6CA5"/>
    <w:rsid w:val="00EA761B"/>
    <w:rsid w:val="00EB1120"/>
    <w:rsid w:val="00EB3660"/>
    <w:rsid w:val="00EB39A6"/>
    <w:rsid w:val="00EB55B0"/>
    <w:rsid w:val="00EB5709"/>
    <w:rsid w:val="00EB5723"/>
    <w:rsid w:val="00EB61D4"/>
    <w:rsid w:val="00EB63EC"/>
    <w:rsid w:val="00EB703E"/>
    <w:rsid w:val="00EC05F8"/>
    <w:rsid w:val="00EC1622"/>
    <w:rsid w:val="00EC1A6A"/>
    <w:rsid w:val="00EC1EC5"/>
    <w:rsid w:val="00EC2393"/>
    <w:rsid w:val="00EC37F0"/>
    <w:rsid w:val="00EC3C4A"/>
    <w:rsid w:val="00EC6998"/>
    <w:rsid w:val="00EC6DFA"/>
    <w:rsid w:val="00ED1719"/>
    <w:rsid w:val="00ED29C9"/>
    <w:rsid w:val="00ED3EEE"/>
    <w:rsid w:val="00ED429D"/>
    <w:rsid w:val="00ED4343"/>
    <w:rsid w:val="00ED63EA"/>
    <w:rsid w:val="00ED768C"/>
    <w:rsid w:val="00ED76EA"/>
    <w:rsid w:val="00ED780B"/>
    <w:rsid w:val="00ED7C91"/>
    <w:rsid w:val="00EE01C6"/>
    <w:rsid w:val="00EE1A3F"/>
    <w:rsid w:val="00EE21FF"/>
    <w:rsid w:val="00EE3D48"/>
    <w:rsid w:val="00EE4AEC"/>
    <w:rsid w:val="00EE4C73"/>
    <w:rsid w:val="00EE69A6"/>
    <w:rsid w:val="00EE7631"/>
    <w:rsid w:val="00EE7807"/>
    <w:rsid w:val="00EF0AE4"/>
    <w:rsid w:val="00EF1E95"/>
    <w:rsid w:val="00EF2063"/>
    <w:rsid w:val="00EF207C"/>
    <w:rsid w:val="00EF3A5C"/>
    <w:rsid w:val="00EF491D"/>
    <w:rsid w:val="00EF5540"/>
    <w:rsid w:val="00EF6E73"/>
    <w:rsid w:val="00F01A36"/>
    <w:rsid w:val="00F03E81"/>
    <w:rsid w:val="00F04D3B"/>
    <w:rsid w:val="00F055C9"/>
    <w:rsid w:val="00F05BC0"/>
    <w:rsid w:val="00F061C8"/>
    <w:rsid w:val="00F11526"/>
    <w:rsid w:val="00F11B23"/>
    <w:rsid w:val="00F11C88"/>
    <w:rsid w:val="00F123AF"/>
    <w:rsid w:val="00F125FB"/>
    <w:rsid w:val="00F1419E"/>
    <w:rsid w:val="00F159A2"/>
    <w:rsid w:val="00F15EFF"/>
    <w:rsid w:val="00F160B8"/>
    <w:rsid w:val="00F16DF8"/>
    <w:rsid w:val="00F16F6B"/>
    <w:rsid w:val="00F1724C"/>
    <w:rsid w:val="00F21A3C"/>
    <w:rsid w:val="00F22AE1"/>
    <w:rsid w:val="00F23616"/>
    <w:rsid w:val="00F24312"/>
    <w:rsid w:val="00F257A1"/>
    <w:rsid w:val="00F258FA"/>
    <w:rsid w:val="00F2621A"/>
    <w:rsid w:val="00F26A89"/>
    <w:rsid w:val="00F26F13"/>
    <w:rsid w:val="00F326F2"/>
    <w:rsid w:val="00F32E90"/>
    <w:rsid w:val="00F33033"/>
    <w:rsid w:val="00F34AEB"/>
    <w:rsid w:val="00F34CA8"/>
    <w:rsid w:val="00F35AC2"/>
    <w:rsid w:val="00F35EB9"/>
    <w:rsid w:val="00F36B81"/>
    <w:rsid w:val="00F36D48"/>
    <w:rsid w:val="00F37266"/>
    <w:rsid w:val="00F37633"/>
    <w:rsid w:val="00F37738"/>
    <w:rsid w:val="00F37A4C"/>
    <w:rsid w:val="00F4071C"/>
    <w:rsid w:val="00F40C5D"/>
    <w:rsid w:val="00F41CBF"/>
    <w:rsid w:val="00F42071"/>
    <w:rsid w:val="00F4247B"/>
    <w:rsid w:val="00F42730"/>
    <w:rsid w:val="00F42E2A"/>
    <w:rsid w:val="00F4440D"/>
    <w:rsid w:val="00F4558A"/>
    <w:rsid w:val="00F45C2C"/>
    <w:rsid w:val="00F506F2"/>
    <w:rsid w:val="00F50D79"/>
    <w:rsid w:val="00F53602"/>
    <w:rsid w:val="00F5373B"/>
    <w:rsid w:val="00F55B06"/>
    <w:rsid w:val="00F56407"/>
    <w:rsid w:val="00F57879"/>
    <w:rsid w:val="00F57CE2"/>
    <w:rsid w:val="00F605F6"/>
    <w:rsid w:val="00F627F0"/>
    <w:rsid w:val="00F642F0"/>
    <w:rsid w:val="00F644A0"/>
    <w:rsid w:val="00F65725"/>
    <w:rsid w:val="00F675F6"/>
    <w:rsid w:val="00F7014C"/>
    <w:rsid w:val="00F708DD"/>
    <w:rsid w:val="00F722A3"/>
    <w:rsid w:val="00F768C9"/>
    <w:rsid w:val="00F76A02"/>
    <w:rsid w:val="00F7728A"/>
    <w:rsid w:val="00F80435"/>
    <w:rsid w:val="00F82167"/>
    <w:rsid w:val="00F838C3"/>
    <w:rsid w:val="00F83C38"/>
    <w:rsid w:val="00F8598C"/>
    <w:rsid w:val="00F86CCE"/>
    <w:rsid w:val="00F876C3"/>
    <w:rsid w:val="00F922B8"/>
    <w:rsid w:val="00F923A5"/>
    <w:rsid w:val="00F92826"/>
    <w:rsid w:val="00F9309C"/>
    <w:rsid w:val="00F950CA"/>
    <w:rsid w:val="00F951C7"/>
    <w:rsid w:val="00F9590E"/>
    <w:rsid w:val="00F95B8F"/>
    <w:rsid w:val="00F96155"/>
    <w:rsid w:val="00F96B81"/>
    <w:rsid w:val="00F975E8"/>
    <w:rsid w:val="00FA096F"/>
    <w:rsid w:val="00FA5C25"/>
    <w:rsid w:val="00FA5FBC"/>
    <w:rsid w:val="00FB035B"/>
    <w:rsid w:val="00FB136F"/>
    <w:rsid w:val="00FB1793"/>
    <w:rsid w:val="00FB1DEF"/>
    <w:rsid w:val="00FB28C2"/>
    <w:rsid w:val="00FB31B6"/>
    <w:rsid w:val="00FB3E02"/>
    <w:rsid w:val="00FB4421"/>
    <w:rsid w:val="00FB44DA"/>
    <w:rsid w:val="00FB47B5"/>
    <w:rsid w:val="00FB4B1C"/>
    <w:rsid w:val="00FB5F62"/>
    <w:rsid w:val="00FB61C1"/>
    <w:rsid w:val="00FB7226"/>
    <w:rsid w:val="00FC1365"/>
    <w:rsid w:val="00FC3FBC"/>
    <w:rsid w:val="00FC4831"/>
    <w:rsid w:val="00FC4A72"/>
    <w:rsid w:val="00FC5630"/>
    <w:rsid w:val="00FC5E2F"/>
    <w:rsid w:val="00FC6114"/>
    <w:rsid w:val="00FC6152"/>
    <w:rsid w:val="00FC6DAC"/>
    <w:rsid w:val="00FD124B"/>
    <w:rsid w:val="00FD1D74"/>
    <w:rsid w:val="00FD2187"/>
    <w:rsid w:val="00FE01FE"/>
    <w:rsid w:val="00FE215A"/>
    <w:rsid w:val="00FE2D7D"/>
    <w:rsid w:val="00FE44BE"/>
    <w:rsid w:val="00FE4DB4"/>
    <w:rsid w:val="00FE61E1"/>
    <w:rsid w:val="00FF14F7"/>
    <w:rsid w:val="00FF1C55"/>
    <w:rsid w:val="00FF1F1F"/>
    <w:rsid w:val="00FF27AF"/>
    <w:rsid w:val="00FF6E94"/>
    <w:rsid w:val="00FF7261"/>
    <w:rsid w:val="020D9DB9"/>
    <w:rsid w:val="027BCAAB"/>
    <w:rsid w:val="05057513"/>
    <w:rsid w:val="0EE53055"/>
    <w:rsid w:val="11F1B3BD"/>
    <w:rsid w:val="13AF607E"/>
    <w:rsid w:val="20343FD7"/>
    <w:rsid w:val="21EE7B39"/>
    <w:rsid w:val="2924D8CD"/>
    <w:rsid w:val="3FC7E054"/>
    <w:rsid w:val="4AD644FB"/>
    <w:rsid w:val="4CC68A24"/>
    <w:rsid w:val="4F79D32D"/>
    <w:rsid w:val="6DC943B1"/>
    <w:rsid w:val="6FA890E3"/>
    <w:rsid w:val="7F5FFF1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16D9F"/>
  <w15:docId w15:val="{24CDC143-0F0E-43BB-8D65-C13A1CCF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407"/>
    <w:pPr>
      <w:spacing w:before="120"/>
    </w:pPr>
    <w:rPr>
      <w:rFonts w:asciiTheme="minorHAnsi" w:eastAsia="Times New Roman" w:hAnsiTheme="minorHAnsi"/>
      <w:color w:val="000000"/>
      <w:lang w:val="en-US"/>
    </w:rPr>
  </w:style>
  <w:style w:type="paragraph" w:styleId="Heading1">
    <w:name w:val="heading 1"/>
    <w:aliases w:val="Titre Formation"/>
    <w:basedOn w:val="Normal"/>
    <w:next w:val="Normal"/>
    <w:link w:val="Heading1Char"/>
    <w:uiPriority w:val="9"/>
    <w:rsid w:val="002059A0"/>
    <w:pPr>
      <w:outlineLvl w:val="0"/>
    </w:pPr>
    <w:rPr>
      <w:b/>
      <w:bCs/>
      <w:i/>
      <w:iCs/>
      <w:sz w:val="18"/>
      <w:szCs w:val="32"/>
    </w:rPr>
  </w:style>
  <w:style w:type="paragraph" w:styleId="Heading2">
    <w:name w:val="heading 2"/>
    <w:basedOn w:val="Normal"/>
    <w:next w:val="Normal"/>
    <w:link w:val="Heading2Char"/>
    <w:uiPriority w:val="9"/>
    <w:semiHidden/>
    <w:unhideWhenUsed/>
    <w:rsid w:val="00352E0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CA2"/>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Formation Char"/>
    <w:basedOn w:val="DefaultParagraphFont"/>
    <w:link w:val="Heading1"/>
    <w:uiPriority w:val="9"/>
    <w:rsid w:val="002059A0"/>
    <w:rPr>
      <w:rFonts w:ascii="Calibri" w:eastAsia="Times New Roman" w:hAnsi="Calibri" w:cs="Times New Roman"/>
      <w:b/>
      <w:bCs/>
      <w:i/>
      <w:iCs/>
      <w:color w:val="000000"/>
      <w:sz w:val="18"/>
      <w:szCs w:val="32"/>
      <w:lang w:eastAsia="fr-CA"/>
    </w:rPr>
  </w:style>
  <w:style w:type="paragraph" w:customStyle="1" w:styleId="Listecouleur-Accent11">
    <w:name w:val="Liste couleur - Accent 11"/>
    <w:basedOn w:val="Normal"/>
    <w:uiPriority w:val="34"/>
    <w:rsid w:val="002059A0"/>
    <w:pPr>
      <w:ind w:left="720"/>
      <w:contextualSpacing/>
    </w:pPr>
  </w:style>
  <w:style w:type="character" w:styleId="Hyperlink">
    <w:name w:val="Hyperlink"/>
    <w:basedOn w:val="DefaultParagraphFont"/>
    <w:uiPriority w:val="99"/>
    <w:unhideWhenUsed/>
    <w:rsid w:val="002059A0"/>
    <w:rPr>
      <w:color w:val="0000FF"/>
      <w:u w:val="single"/>
    </w:rPr>
  </w:style>
  <w:style w:type="table" w:styleId="TableGrid">
    <w:name w:val="Table Grid"/>
    <w:basedOn w:val="TableNormal"/>
    <w:rsid w:val="00205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2059A0"/>
    <w:rPr>
      <w:rFonts w:ascii="Tahoma" w:hAnsi="Tahoma" w:cs="Tahoma"/>
      <w:sz w:val="16"/>
      <w:szCs w:val="16"/>
    </w:rPr>
  </w:style>
  <w:style w:type="character" w:customStyle="1" w:styleId="BalloonTextChar">
    <w:name w:val="Balloon Text Char"/>
    <w:basedOn w:val="DefaultParagraphFont"/>
    <w:link w:val="BalloonText"/>
    <w:uiPriority w:val="99"/>
    <w:semiHidden/>
    <w:rsid w:val="002059A0"/>
    <w:rPr>
      <w:rFonts w:ascii="Tahoma" w:eastAsia="Times New Roman" w:hAnsi="Tahoma" w:cs="Tahoma"/>
      <w:color w:val="000000"/>
      <w:sz w:val="16"/>
      <w:szCs w:val="16"/>
      <w:lang w:eastAsia="fr-CA"/>
    </w:rPr>
  </w:style>
  <w:style w:type="paragraph" w:customStyle="1" w:styleId="Grandtitre">
    <w:name w:val="Grand titre"/>
    <w:basedOn w:val="Normal"/>
    <w:rsid w:val="00015CA2"/>
    <w:pPr>
      <w:jc w:val="center"/>
    </w:pPr>
    <w:rPr>
      <w:rFonts w:ascii="Comic Sans MS" w:hAnsi="Comic Sans MS"/>
      <w:b/>
      <w:color w:val="auto"/>
      <w:sz w:val="32"/>
      <w:lang w:eastAsia="fr-FR"/>
    </w:rPr>
  </w:style>
  <w:style w:type="paragraph" w:customStyle="1" w:styleId="Annexe">
    <w:name w:val="Annexe"/>
    <w:basedOn w:val="Heading3"/>
    <w:rsid w:val="00015CA2"/>
    <w:pPr>
      <w:keepLines w:val="0"/>
      <w:spacing w:before="0" w:after="240"/>
      <w:jc w:val="center"/>
    </w:pPr>
    <w:rPr>
      <w:rFonts w:ascii="Century Gothic" w:hAnsi="Century Gothic" w:cs="Arial"/>
      <w:color w:val="auto"/>
      <w:sz w:val="28"/>
      <w:szCs w:val="26"/>
      <w:lang w:eastAsia="fr-FR"/>
    </w:rPr>
  </w:style>
  <w:style w:type="character" w:customStyle="1" w:styleId="Heading3Char">
    <w:name w:val="Heading 3 Char"/>
    <w:basedOn w:val="DefaultParagraphFont"/>
    <w:link w:val="Heading3"/>
    <w:uiPriority w:val="9"/>
    <w:semiHidden/>
    <w:rsid w:val="00015CA2"/>
    <w:rPr>
      <w:rFonts w:ascii="Cambria" w:eastAsia="Times New Roman" w:hAnsi="Cambria" w:cs="Times New Roman"/>
      <w:b/>
      <w:bCs/>
      <w:color w:val="4F81BD"/>
      <w:sz w:val="20"/>
      <w:szCs w:val="24"/>
      <w:lang w:eastAsia="fr-CA"/>
    </w:rPr>
  </w:style>
  <w:style w:type="character" w:styleId="CommentReference">
    <w:name w:val="annotation reference"/>
    <w:basedOn w:val="DefaultParagraphFont"/>
    <w:uiPriority w:val="99"/>
    <w:semiHidden/>
    <w:unhideWhenUsed/>
    <w:rsid w:val="007A69AC"/>
    <w:rPr>
      <w:sz w:val="16"/>
      <w:szCs w:val="16"/>
    </w:rPr>
  </w:style>
  <w:style w:type="paragraph" w:styleId="CommentText">
    <w:name w:val="annotation text"/>
    <w:basedOn w:val="Normal"/>
    <w:link w:val="CommentTextChar"/>
    <w:uiPriority w:val="99"/>
    <w:unhideWhenUsed/>
    <w:rsid w:val="007A69AC"/>
  </w:style>
  <w:style w:type="character" w:customStyle="1" w:styleId="CommentTextChar">
    <w:name w:val="Comment Text Char"/>
    <w:basedOn w:val="DefaultParagraphFont"/>
    <w:link w:val="CommentText"/>
    <w:uiPriority w:val="99"/>
    <w:rsid w:val="007A69AC"/>
    <w:rPr>
      <w:rFonts w:ascii="Calibri" w:eastAsia="Times New Roman" w:hAnsi="Calibri" w:cs="Times New Roman"/>
      <w:color w:val="000000"/>
      <w:sz w:val="20"/>
      <w:szCs w:val="20"/>
      <w:lang w:val="en-CA" w:eastAsia="fr-CA"/>
    </w:rPr>
  </w:style>
  <w:style w:type="paragraph" w:styleId="CommentSubject">
    <w:name w:val="annotation subject"/>
    <w:basedOn w:val="CommentText"/>
    <w:next w:val="CommentText"/>
    <w:link w:val="CommentSubjectChar"/>
    <w:uiPriority w:val="99"/>
    <w:semiHidden/>
    <w:unhideWhenUsed/>
    <w:rsid w:val="007A69AC"/>
    <w:rPr>
      <w:b/>
      <w:bCs/>
    </w:rPr>
  </w:style>
  <w:style w:type="character" w:customStyle="1" w:styleId="CommentSubjectChar">
    <w:name w:val="Comment Subject Char"/>
    <w:basedOn w:val="CommentTextChar"/>
    <w:link w:val="CommentSubject"/>
    <w:uiPriority w:val="99"/>
    <w:semiHidden/>
    <w:rsid w:val="007A69AC"/>
    <w:rPr>
      <w:rFonts w:ascii="Calibri" w:eastAsia="Times New Roman" w:hAnsi="Calibri" w:cs="Times New Roman"/>
      <w:b/>
      <w:bCs/>
      <w:color w:val="000000"/>
      <w:sz w:val="20"/>
      <w:szCs w:val="20"/>
      <w:lang w:val="en-CA" w:eastAsia="fr-CA"/>
    </w:rPr>
  </w:style>
  <w:style w:type="paragraph" w:styleId="ListParagraph">
    <w:name w:val="List Paragraph"/>
    <w:aliases w:val="Bullet,sub-section,List Paragraph (numbered (a)),Bullets,Main numbered paragraph,MCHIP_list paragraph,List Paragraph1,Recommendation,Dot pt,F5 List Paragraph,No Spacing1,List Paragraph Char Char Char,Indicator Text,Numbered Para 1,L"/>
    <w:basedOn w:val="Normal"/>
    <w:link w:val="ListParagraphChar"/>
    <w:uiPriority w:val="34"/>
    <w:qFormat/>
    <w:rsid w:val="00964E96"/>
    <w:pPr>
      <w:numPr>
        <w:numId w:val="1"/>
      </w:numPr>
      <w:contextualSpacing/>
    </w:pPr>
  </w:style>
  <w:style w:type="paragraph" w:customStyle="1" w:styleId="ChampTexte">
    <w:name w:val="Champ_Texte"/>
    <w:rsid w:val="001865B1"/>
    <w:pPr>
      <w:spacing w:before="20" w:after="20"/>
    </w:pPr>
    <w:rPr>
      <w:rFonts w:ascii="Arial" w:eastAsia="Times New Roman" w:hAnsi="Arial" w:cs="Arial Unicode MS"/>
      <w:lang w:val="fr-FR" w:eastAsia="fr-FR"/>
    </w:rPr>
  </w:style>
  <w:style w:type="paragraph" w:styleId="NormalWeb">
    <w:name w:val="Normal (Web)"/>
    <w:basedOn w:val="Normal"/>
    <w:uiPriority w:val="99"/>
    <w:unhideWhenUsed/>
    <w:rsid w:val="009E0031"/>
    <w:pPr>
      <w:spacing w:before="100" w:beforeAutospacing="1" w:after="100" w:afterAutospacing="1"/>
    </w:pPr>
    <w:rPr>
      <w:rFonts w:ascii="Times New Roman" w:hAnsi="Times New Roman"/>
      <w:color w:val="auto"/>
      <w:sz w:val="24"/>
    </w:rPr>
  </w:style>
  <w:style w:type="paragraph" w:styleId="Header">
    <w:name w:val="header"/>
    <w:basedOn w:val="Normal"/>
    <w:link w:val="HeaderChar"/>
    <w:uiPriority w:val="99"/>
    <w:unhideWhenUsed/>
    <w:rsid w:val="003D2678"/>
    <w:pPr>
      <w:tabs>
        <w:tab w:val="center" w:pos="4320"/>
        <w:tab w:val="right" w:pos="8640"/>
      </w:tabs>
    </w:pPr>
  </w:style>
  <w:style w:type="character" w:customStyle="1" w:styleId="HeaderChar">
    <w:name w:val="Header Char"/>
    <w:basedOn w:val="DefaultParagraphFont"/>
    <w:link w:val="Header"/>
    <w:uiPriority w:val="99"/>
    <w:rsid w:val="003D2678"/>
    <w:rPr>
      <w:rFonts w:ascii="Calibri" w:eastAsia="Times New Roman" w:hAnsi="Calibri" w:cs="Times New Roman"/>
      <w:color w:val="000000"/>
      <w:sz w:val="20"/>
      <w:szCs w:val="24"/>
      <w:lang w:val="en-CA" w:eastAsia="fr-CA"/>
    </w:rPr>
  </w:style>
  <w:style w:type="paragraph" w:styleId="Footer">
    <w:name w:val="footer"/>
    <w:basedOn w:val="Normal"/>
    <w:link w:val="FooterChar"/>
    <w:uiPriority w:val="99"/>
    <w:unhideWhenUsed/>
    <w:rsid w:val="003D2678"/>
    <w:pPr>
      <w:tabs>
        <w:tab w:val="center" w:pos="4320"/>
        <w:tab w:val="right" w:pos="8640"/>
      </w:tabs>
    </w:pPr>
  </w:style>
  <w:style w:type="character" w:customStyle="1" w:styleId="FooterChar">
    <w:name w:val="Footer Char"/>
    <w:basedOn w:val="DefaultParagraphFont"/>
    <w:link w:val="Footer"/>
    <w:uiPriority w:val="99"/>
    <w:rsid w:val="003D2678"/>
    <w:rPr>
      <w:rFonts w:ascii="Calibri" w:eastAsia="Times New Roman" w:hAnsi="Calibri" w:cs="Times New Roman"/>
      <w:color w:val="000000"/>
      <w:sz w:val="20"/>
      <w:szCs w:val="24"/>
      <w:lang w:val="en-CA" w:eastAsia="fr-CA"/>
    </w:rPr>
  </w:style>
  <w:style w:type="paragraph" w:styleId="Revision">
    <w:name w:val="Revision"/>
    <w:hidden/>
    <w:uiPriority w:val="99"/>
    <w:semiHidden/>
    <w:rsid w:val="0065685A"/>
    <w:rPr>
      <w:rFonts w:eastAsia="Times New Roman"/>
      <w:color w:val="000000"/>
      <w:szCs w:val="24"/>
      <w:lang w:val="en-CA"/>
    </w:rPr>
  </w:style>
  <w:style w:type="character" w:styleId="FollowedHyperlink">
    <w:name w:val="FollowedHyperlink"/>
    <w:basedOn w:val="DefaultParagraphFont"/>
    <w:uiPriority w:val="99"/>
    <w:semiHidden/>
    <w:unhideWhenUsed/>
    <w:rsid w:val="00C9304B"/>
    <w:rPr>
      <w:color w:val="800080" w:themeColor="followedHyperlink"/>
      <w:u w:val="single"/>
    </w:rPr>
  </w:style>
  <w:style w:type="table" w:customStyle="1" w:styleId="TableauGrille1Clair-Accentuation41">
    <w:name w:val="Tableau Grille 1 Clair - Accentuation 41"/>
    <w:basedOn w:val="TableNormal"/>
    <w:uiPriority w:val="46"/>
    <w:rsid w:val="009959D9"/>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paragraph" w:customStyle="1" w:styleId="Textheader">
    <w:name w:val="Text header"/>
    <w:basedOn w:val="Heading3"/>
    <w:link w:val="TextheaderChar"/>
    <w:qFormat/>
    <w:rsid w:val="000B71F5"/>
    <w:pPr>
      <w:tabs>
        <w:tab w:val="center" w:pos="3651"/>
      </w:tabs>
      <w:spacing w:before="0" w:after="120"/>
    </w:pPr>
    <w:rPr>
      <w:rFonts w:asciiTheme="minorHAnsi" w:hAnsiTheme="minorHAnsi"/>
      <w:color w:val="000000"/>
      <w:sz w:val="32"/>
      <w14:textFill>
        <w14:solidFill>
          <w14:srgbClr w14:val="000000">
            <w14:lumMod w14:val="50000"/>
          </w14:srgbClr>
        </w14:solidFill>
      </w14:textFill>
    </w:rPr>
  </w:style>
  <w:style w:type="paragraph" w:customStyle="1" w:styleId="Lessontitle">
    <w:name w:val="Lesson title"/>
    <w:basedOn w:val="Heading1"/>
    <w:qFormat/>
    <w:rsid w:val="00E80D13"/>
    <w:pPr>
      <w:spacing w:before="0"/>
    </w:pPr>
    <w:rPr>
      <w:i w:val="0"/>
      <w:color w:val="auto"/>
      <w:sz w:val="36"/>
    </w:rPr>
  </w:style>
  <w:style w:type="character" w:customStyle="1" w:styleId="TextheaderChar">
    <w:name w:val="Text header Char"/>
    <w:basedOn w:val="DefaultParagraphFont"/>
    <w:link w:val="Textheader"/>
    <w:rsid w:val="000B71F5"/>
    <w:rPr>
      <w:rFonts w:asciiTheme="minorHAnsi" w:eastAsia="Times New Roman" w:hAnsiTheme="minorHAnsi"/>
      <w:b/>
      <w:bCs/>
      <w:color w:val="000000"/>
      <w:sz w:val="32"/>
      <w:lang w:val="en-US"/>
      <w14:textFill>
        <w14:solidFill>
          <w14:srgbClr w14:val="000000">
            <w14:lumMod w14:val="50000"/>
          </w14:srgbClr>
        </w14:solidFill>
      </w14:textFill>
    </w:rPr>
  </w:style>
  <w:style w:type="character" w:styleId="IntenseReference">
    <w:name w:val="Intense Reference"/>
    <w:basedOn w:val="DefaultParagraphFont"/>
    <w:uiPriority w:val="32"/>
    <w:rsid w:val="00964E96"/>
    <w:rPr>
      <w:b/>
      <w:bCs/>
      <w:smallCaps/>
      <w:color w:val="4F81BD" w:themeColor="accent1"/>
      <w:spacing w:val="5"/>
    </w:rPr>
  </w:style>
  <w:style w:type="character" w:styleId="SubtleReference">
    <w:name w:val="Subtle Reference"/>
    <w:basedOn w:val="DefaultParagraphFont"/>
    <w:uiPriority w:val="31"/>
    <w:rsid w:val="00964E96"/>
    <w:rPr>
      <w:smallCaps/>
      <w:color w:val="5A5A5A" w:themeColor="text1" w:themeTint="A5"/>
    </w:rPr>
  </w:style>
  <w:style w:type="paragraph" w:styleId="IntenseQuote">
    <w:name w:val="Intense Quote"/>
    <w:basedOn w:val="Normal"/>
    <w:next w:val="Normal"/>
    <w:link w:val="IntenseQuoteChar"/>
    <w:uiPriority w:val="30"/>
    <w:rsid w:val="00964E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964E96"/>
    <w:rPr>
      <w:rFonts w:eastAsia="Times New Roman"/>
      <w:i/>
      <w:iCs/>
      <w:color w:val="4F81BD" w:themeColor="accent1"/>
      <w:szCs w:val="24"/>
      <w:lang w:val="en-CA"/>
    </w:rPr>
  </w:style>
  <w:style w:type="paragraph" w:customStyle="1" w:styleId="TODO">
    <w:name w:val="TO DO"/>
    <w:basedOn w:val="Normal"/>
    <w:rsid w:val="00D37A9B"/>
    <w:pPr>
      <w:spacing w:before="0"/>
      <w:jc w:val="center"/>
    </w:pPr>
    <w:rPr>
      <w:b/>
      <w:caps/>
    </w:rPr>
  </w:style>
  <w:style w:type="paragraph" w:customStyle="1" w:styleId="Numbered">
    <w:name w:val="Numbered"/>
    <w:basedOn w:val="ListParagraph"/>
    <w:rsid w:val="00B81F48"/>
    <w:pPr>
      <w:numPr>
        <w:numId w:val="2"/>
      </w:numPr>
    </w:pPr>
    <w:rPr>
      <w:b/>
    </w:rPr>
  </w:style>
  <w:style w:type="paragraph" w:customStyle="1" w:styleId="TextSubheading">
    <w:name w:val="Text Subheading"/>
    <w:basedOn w:val="Textheader"/>
    <w:qFormat/>
    <w:rsid w:val="003713A2"/>
    <w:pPr>
      <w:spacing w:after="60"/>
    </w:pPr>
    <w:rPr>
      <w:sz w:val="28"/>
    </w:rPr>
  </w:style>
  <w:style w:type="paragraph" w:customStyle="1" w:styleId="KeyAction">
    <w:name w:val="KeyAction"/>
    <w:basedOn w:val="Heading2"/>
    <w:rsid w:val="00274FBB"/>
    <w:pPr>
      <w:spacing w:before="0"/>
    </w:pPr>
    <w:rPr>
      <w:rFonts w:asciiTheme="minorHAnsi" w:hAnsiTheme="minorHAnsi"/>
      <w:b/>
      <w:smallCaps/>
      <w:color w:val="C91183"/>
      <w:sz w:val="28"/>
    </w:rPr>
  </w:style>
  <w:style w:type="paragraph" w:customStyle="1" w:styleId="Action">
    <w:name w:val="Action"/>
    <w:basedOn w:val="ListParagraph"/>
    <w:rsid w:val="003B249B"/>
    <w:pPr>
      <w:numPr>
        <w:numId w:val="3"/>
      </w:numPr>
    </w:pPr>
  </w:style>
  <w:style w:type="paragraph" w:customStyle="1" w:styleId="Production">
    <w:name w:val="Production"/>
    <w:basedOn w:val="TODO"/>
    <w:rsid w:val="002868A4"/>
    <w:pPr>
      <w:spacing w:after="120"/>
    </w:pPr>
    <w:rPr>
      <w:lang w:val="fr-CA"/>
    </w:rPr>
  </w:style>
  <w:style w:type="paragraph" w:styleId="TOCHeading">
    <w:name w:val="TOC Heading"/>
    <w:basedOn w:val="Heading1"/>
    <w:next w:val="Normal"/>
    <w:uiPriority w:val="39"/>
    <w:unhideWhenUsed/>
    <w:qFormat/>
    <w:rsid w:val="00E8082F"/>
    <w:pPr>
      <w:keepNext/>
      <w:keepLines/>
      <w:spacing w:before="240" w:line="259" w:lineRule="auto"/>
      <w:outlineLvl w:val="9"/>
    </w:pPr>
    <w:rPr>
      <w:rFonts w:eastAsiaTheme="majorEastAsia" w:cstheme="majorBidi"/>
      <w:bCs w:val="0"/>
      <w:i w:val="0"/>
      <w:iCs w:val="0"/>
      <w:color w:val="365F91" w:themeColor="accent1" w:themeShade="BF"/>
      <w:sz w:val="32"/>
      <w:lang w:val="fr-CA"/>
    </w:rPr>
  </w:style>
  <w:style w:type="paragraph" w:styleId="TOC3">
    <w:name w:val="toc 3"/>
    <w:basedOn w:val="Normal"/>
    <w:next w:val="Normal"/>
    <w:autoRedefine/>
    <w:uiPriority w:val="39"/>
    <w:unhideWhenUsed/>
    <w:rsid w:val="00B70AE8"/>
    <w:pPr>
      <w:tabs>
        <w:tab w:val="right" w:leader="dot" w:pos="13398"/>
      </w:tabs>
      <w:spacing w:before="0"/>
      <w:ind w:left="400"/>
    </w:pPr>
    <w:rPr>
      <w:i/>
      <w:iCs/>
    </w:rPr>
  </w:style>
  <w:style w:type="paragraph" w:styleId="TOC1">
    <w:name w:val="toc 1"/>
    <w:basedOn w:val="Normal"/>
    <w:next w:val="Normal"/>
    <w:autoRedefine/>
    <w:uiPriority w:val="39"/>
    <w:unhideWhenUsed/>
    <w:rsid w:val="00F258FA"/>
    <w:pPr>
      <w:tabs>
        <w:tab w:val="right" w:leader="dot" w:pos="13398"/>
      </w:tabs>
      <w:spacing w:after="120"/>
    </w:pPr>
    <w:rPr>
      <w:b/>
      <w:bCs/>
      <w:caps/>
    </w:rPr>
  </w:style>
  <w:style w:type="paragraph" w:styleId="TOC2">
    <w:name w:val="toc 2"/>
    <w:basedOn w:val="Normal"/>
    <w:next w:val="Normal"/>
    <w:autoRedefine/>
    <w:uiPriority w:val="39"/>
    <w:unhideWhenUsed/>
    <w:rsid w:val="00B70AE8"/>
    <w:pPr>
      <w:tabs>
        <w:tab w:val="right" w:leader="dot" w:pos="13398"/>
      </w:tabs>
      <w:spacing w:before="0"/>
      <w:ind w:left="200"/>
    </w:pPr>
    <w:rPr>
      <w:smallCaps/>
    </w:rPr>
  </w:style>
  <w:style w:type="character" w:customStyle="1" w:styleId="Heading2Char">
    <w:name w:val="Heading 2 Char"/>
    <w:basedOn w:val="DefaultParagraphFont"/>
    <w:link w:val="Heading2"/>
    <w:uiPriority w:val="9"/>
    <w:semiHidden/>
    <w:rsid w:val="00352E07"/>
    <w:rPr>
      <w:rFonts w:asciiTheme="majorHAnsi" w:eastAsiaTheme="majorEastAsia" w:hAnsiTheme="majorHAnsi" w:cstheme="majorBidi"/>
      <w:color w:val="365F91" w:themeColor="accent1" w:themeShade="BF"/>
      <w:sz w:val="26"/>
      <w:szCs w:val="26"/>
      <w:lang w:val="en-US"/>
    </w:rPr>
  </w:style>
  <w:style w:type="paragraph" w:customStyle="1" w:styleId="Normal2">
    <w:name w:val="Normal2"/>
    <w:basedOn w:val="Normal"/>
    <w:rsid w:val="00B10090"/>
    <w:pPr>
      <w:spacing w:before="0"/>
    </w:pPr>
  </w:style>
  <w:style w:type="paragraph" w:styleId="TOC4">
    <w:name w:val="toc 4"/>
    <w:basedOn w:val="Normal"/>
    <w:next w:val="Normal"/>
    <w:autoRedefine/>
    <w:uiPriority w:val="39"/>
    <w:unhideWhenUsed/>
    <w:rsid w:val="00E001F2"/>
    <w:pPr>
      <w:spacing w:before="0"/>
      <w:ind w:left="600"/>
    </w:pPr>
    <w:rPr>
      <w:sz w:val="18"/>
      <w:szCs w:val="18"/>
    </w:rPr>
  </w:style>
  <w:style w:type="paragraph" w:styleId="TOC5">
    <w:name w:val="toc 5"/>
    <w:basedOn w:val="Normal"/>
    <w:next w:val="Normal"/>
    <w:autoRedefine/>
    <w:uiPriority w:val="39"/>
    <w:unhideWhenUsed/>
    <w:rsid w:val="00E001F2"/>
    <w:pPr>
      <w:spacing w:before="0"/>
      <w:ind w:left="800"/>
    </w:pPr>
    <w:rPr>
      <w:sz w:val="18"/>
      <w:szCs w:val="18"/>
    </w:rPr>
  </w:style>
  <w:style w:type="paragraph" w:styleId="TOC6">
    <w:name w:val="toc 6"/>
    <w:basedOn w:val="Normal"/>
    <w:next w:val="Normal"/>
    <w:autoRedefine/>
    <w:uiPriority w:val="39"/>
    <w:unhideWhenUsed/>
    <w:rsid w:val="00E001F2"/>
    <w:pPr>
      <w:spacing w:before="0"/>
      <w:ind w:left="1000"/>
    </w:pPr>
    <w:rPr>
      <w:sz w:val="18"/>
      <w:szCs w:val="18"/>
    </w:rPr>
  </w:style>
  <w:style w:type="paragraph" w:styleId="TOC7">
    <w:name w:val="toc 7"/>
    <w:basedOn w:val="Normal"/>
    <w:next w:val="Normal"/>
    <w:autoRedefine/>
    <w:uiPriority w:val="39"/>
    <w:unhideWhenUsed/>
    <w:rsid w:val="00E001F2"/>
    <w:pPr>
      <w:spacing w:before="0"/>
      <w:ind w:left="1200"/>
    </w:pPr>
    <w:rPr>
      <w:sz w:val="18"/>
      <w:szCs w:val="18"/>
    </w:rPr>
  </w:style>
  <w:style w:type="paragraph" w:styleId="TOC8">
    <w:name w:val="toc 8"/>
    <w:basedOn w:val="Normal"/>
    <w:next w:val="Normal"/>
    <w:autoRedefine/>
    <w:uiPriority w:val="39"/>
    <w:unhideWhenUsed/>
    <w:rsid w:val="00E001F2"/>
    <w:pPr>
      <w:spacing w:before="0"/>
      <w:ind w:left="1400"/>
    </w:pPr>
    <w:rPr>
      <w:sz w:val="18"/>
      <w:szCs w:val="18"/>
    </w:rPr>
  </w:style>
  <w:style w:type="paragraph" w:styleId="TOC9">
    <w:name w:val="toc 9"/>
    <w:basedOn w:val="Normal"/>
    <w:next w:val="Normal"/>
    <w:autoRedefine/>
    <w:uiPriority w:val="39"/>
    <w:unhideWhenUsed/>
    <w:rsid w:val="00E001F2"/>
    <w:pPr>
      <w:spacing w:before="0"/>
      <w:ind w:left="1600"/>
    </w:pPr>
    <w:rPr>
      <w:sz w:val="18"/>
      <w:szCs w:val="18"/>
    </w:rPr>
  </w:style>
  <w:style w:type="paragraph" w:styleId="FootnoteText">
    <w:name w:val="footnote text"/>
    <w:basedOn w:val="Normal"/>
    <w:link w:val="FootnoteTextChar"/>
    <w:uiPriority w:val="99"/>
    <w:semiHidden/>
    <w:unhideWhenUsed/>
    <w:rsid w:val="000B3A84"/>
    <w:pPr>
      <w:spacing w:before="0"/>
    </w:pPr>
  </w:style>
  <w:style w:type="character" w:customStyle="1" w:styleId="FootnoteTextChar">
    <w:name w:val="Footnote Text Char"/>
    <w:basedOn w:val="DefaultParagraphFont"/>
    <w:link w:val="FootnoteText"/>
    <w:uiPriority w:val="99"/>
    <w:semiHidden/>
    <w:rsid w:val="000B3A84"/>
    <w:rPr>
      <w:rFonts w:asciiTheme="minorHAnsi" w:eastAsia="Times New Roman" w:hAnsiTheme="minorHAnsi"/>
      <w:color w:val="000000"/>
      <w:lang w:val="en-US"/>
    </w:rPr>
  </w:style>
  <w:style w:type="character" w:styleId="FootnoteReference">
    <w:name w:val="footnote reference"/>
    <w:basedOn w:val="DefaultParagraphFont"/>
    <w:uiPriority w:val="99"/>
    <w:semiHidden/>
    <w:unhideWhenUsed/>
    <w:rsid w:val="000B3A84"/>
    <w:rPr>
      <w:vertAlign w:val="superscript"/>
    </w:rPr>
  </w:style>
  <w:style w:type="paragraph" w:styleId="EndnoteText">
    <w:name w:val="endnote text"/>
    <w:basedOn w:val="Normal"/>
    <w:link w:val="EndnoteTextChar"/>
    <w:uiPriority w:val="99"/>
    <w:semiHidden/>
    <w:unhideWhenUsed/>
    <w:rsid w:val="000B3A84"/>
    <w:pPr>
      <w:spacing w:before="0"/>
    </w:pPr>
  </w:style>
  <w:style w:type="character" w:customStyle="1" w:styleId="EndnoteTextChar">
    <w:name w:val="Endnote Text Char"/>
    <w:basedOn w:val="DefaultParagraphFont"/>
    <w:link w:val="EndnoteText"/>
    <w:uiPriority w:val="99"/>
    <w:semiHidden/>
    <w:rsid w:val="000B3A84"/>
    <w:rPr>
      <w:rFonts w:asciiTheme="minorHAnsi" w:eastAsia="Times New Roman" w:hAnsiTheme="minorHAnsi"/>
      <w:color w:val="000000"/>
      <w:lang w:val="en-US"/>
    </w:rPr>
  </w:style>
  <w:style w:type="character" w:styleId="EndnoteReference">
    <w:name w:val="endnote reference"/>
    <w:basedOn w:val="DefaultParagraphFont"/>
    <w:uiPriority w:val="99"/>
    <w:semiHidden/>
    <w:unhideWhenUsed/>
    <w:rsid w:val="000B3A84"/>
    <w:rPr>
      <w:vertAlign w:val="superscript"/>
    </w:rPr>
  </w:style>
  <w:style w:type="character" w:styleId="PlaceholderText">
    <w:name w:val="Placeholder Text"/>
    <w:basedOn w:val="DefaultParagraphFont"/>
    <w:uiPriority w:val="99"/>
    <w:semiHidden/>
    <w:rsid w:val="0084784A"/>
    <w:rPr>
      <w:color w:val="808080"/>
    </w:rPr>
  </w:style>
  <w:style w:type="character" w:customStyle="1" w:styleId="UnresolvedMention1">
    <w:name w:val="Unresolved Mention1"/>
    <w:basedOn w:val="DefaultParagraphFont"/>
    <w:uiPriority w:val="99"/>
    <w:semiHidden/>
    <w:unhideWhenUsed/>
    <w:rsid w:val="00875F9A"/>
    <w:rPr>
      <w:color w:val="808080"/>
      <w:shd w:val="clear" w:color="auto" w:fill="E6E6E6"/>
    </w:rPr>
  </w:style>
  <w:style w:type="paragraph" w:styleId="Title">
    <w:name w:val="Title"/>
    <w:aliases w:val="Module Title"/>
    <w:basedOn w:val="Normal"/>
    <w:next w:val="Normal"/>
    <w:link w:val="TitleChar"/>
    <w:uiPriority w:val="10"/>
    <w:qFormat/>
    <w:rsid w:val="00667E00"/>
    <w:pPr>
      <w:contextualSpacing/>
    </w:pPr>
    <w:rPr>
      <w:rFonts w:eastAsiaTheme="majorEastAsia" w:cstheme="majorBidi"/>
      <w:b/>
      <w:color w:val="auto"/>
      <w:spacing w:val="-10"/>
      <w:kern w:val="28"/>
      <w:sz w:val="52"/>
      <w:szCs w:val="56"/>
    </w:rPr>
  </w:style>
  <w:style w:type="character" w:customStyle="1" w:styleId="TitleChar">
    <w:name w:val="Title Char"/>
    <w:aliases w:val="Module Title Char"/>
    <w:basedOn w:val="DefaultParagraphFont"/>
    <w:link w:val="Title"/>
    <w:uiPriority w:val="10"/>
    <w:rsid w:val="00667E00"/>
    <w:rPr>
      <w:rFonts w:asciiTheme="minorHAnsi" w:eastAsiaTheme="majorEastAsia" w:hAnsiTheme="minorHAnsi" w:cstheme="majorBidi"/>
      <w:b/>
      <w:spacing w:val="-10"/>
      <w:kern w:val="28"/>
      <w:sz w:val="52"/>
      <w:szCs w:val="56"/>
      <w:lang w:val="en-US"/>
    </w:rPr>
  </w:style>
  <w:style w:type="table" w:customStyle="1" w:styleId="Style1">
    <w:name w:val="Style1"/>
    <w:basedOn w:val="MediumShading2"/>
    <w:uiPriority w:val="99"/>
    <w:rsid w:val="006D7940"/>
    <w:tblPr/>
    <w:tblStylePr w:type="firstRow">
      <w:pPr>
        <w:spacing w:before="0" w:after="0" w:line="240" w:lineRule="auto"/>
      </w:pPr>
      <w:rPr>
        <w:rFonts w:asciiTheme="minorHAnsi" w:hAnsiTheme="minorHAnsi"/>
        <w:b/>
        <w:bCs/>
        <w:caps/>
        <w:smallCaps w:val="0"/>
        <w:color w:val="FFFFFF" w:themeColor="background1"/>
        <w:sz w:val="36"/>
      </w:rPr>
      <w:tblPr/>
      <w:tcPr>
        <w:tcBorders>
          <w:top w:val="nil"/>
          <w:left w:val="nil"/>
          <w:bottom w:val="nil"/>
          <w:right w:val="nil"/>
          <w:insideH w:val="nil"/>
          <w:insideV w:val="nil"/>
        </w:tcBorders>
        <w:shd w:val="clear" w:color="auto" w:fill="8DB3E2" w:themeFill="text2" w:themeFillTint="6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
    <w:name w:val="Medium Shading 2"/>
    <w:basedOn w:val="TableNormal"/>
    <w:uiPriority w:val="64"/>
    <w:semiHidden/>
    <w:unhideWhenUsed/>
    <w:rsid w:val="006D794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customStyle="1" w:styleId="BlockTitle">
    <w:name w:val="BlockTitle"/>
    <w:basedOn w:val="Heading3"/>
    <w:link w:val="BlockTitleCar"/>
    <w:rsid w:val="00CC78B0"/>
    <w:pPr>
      <w:tabs>
        <w:tab w:val="center" w:pos="3651"/>
      </w:tabs>
      <w:spacing w:before="0" w:after="120"/>
    </w:pPr>
    <w:rPr>
      <w:rFonts w:asciiTheme="minorHAnsi" w:hAnsiTheme="minorHAnsi"/>
      <w:color w:val="29486D"/>
      <w:sz w:val="24"/>
      <w14:textFill>
        <w14:solidFill>
          <w14:srgbClr w14:val="29486D">
            <w14:lumMod w14:val="50000"/>
          </w14:srgbClr>
        </w14:solidFill>
      </w14:textFill>
    </w:rPr>
  </w:style>
  <w:style w:type="paragraph" w:customStyle="1" w:styleId="LessonTitle0">
    <w:name w:val="LessonTitle"/>
    <w:basedOn w:val="Heading1"/>
    <w:rsid w:val="00CC78B0"/>
    <w:pPr>
      <w:spacing w:before="0"/>
    </w:pPr>
    <w:rPr>
      <w:i w:val="0"/>
      <w:smallCaps/>
      <w:color w:val="17283D"/>
      <w:sz w:val="36"/>
    </w:rPr>
  </w:style>
  <w:style w:type="character" w:customStyle="1" w:styleId="BlockTitleCar">
    <w:name w:val="BlockTitle Car"/>
    <w:basedOn w:val="DefaultParagraphFont"/>
    <w:link w:val="BlockTitle"/>
    <w:rsid w:val="00CC78B0"/>
    <w:rPr>
      <w:rFonts w:asciiTheme="minorHAnsi" w:eastAsia="Times New Roman" w:hAnsiTheme="minorHAnsi"/>
      <w:b/>
      <w:bCs/>
      <w:color w:val="29486D"/>
      <w:sz w:val="24"/>
      <w:lang w:val="en-US"/>
      <w14:textFill>
        <w14:solidFill>
          <w14:srgbClr w14:val="29486D">
            <w14:lumMod w14:val="50000"/>
          </w14:srgbClr>
        </w14:solidFill>
      </w14:textFill>
    </w:rPr>
  </w:style>
  <w:style w:type="paragraph" w:customStyle="1" w:styleId="Mocksubheader">
    <w:name w:val="Mock subheader"/>
    <w:basedOn w:val="Heading2"/>
    <w:qFormat/>
    <w:rsid w:val="00E80D13"/>
    <w:pPr>
      <w:spacing w:before="0"/>
    </w:pPr>
    <w:rPr>
      <w:rFonts w:asciiTheme="minorHAnsi" w:hAnsiTheme="minorHAnsi"/>
      <w:b/>
      <w:color w:val="5F497A" w:themeColor="accent4" w:themeShade="BF"/>
      <w:sz w:val="28"/>
    </w:rPr>
  </w:style>
  <w:style w:type="paragraph" w:customStyle="1" w:styleId="i-text">
    <w:name w:val="i-text"/>
    <w:basedOn w:val="Normal"/>
    <w:link w:val="i-textChar"/>
    <w:qFormat/>
    <w:rsid w:val="00795809"/>
    <w:pPr>
      <w:spacing w:before="0"/>
    </w:pPr>
    <w:rPr>
      <w:i/>
      <w:sz w:val="18"/>
      <w:lang w:val="en-CA"/>
    </w:rPr>
  </w:style>
  <w:style w:type="character" w:customStyle="1" w:styleId="i-textChar">
    <w:name w:val="i-text Char"/>
    <w:basedOn w:val="DefaultParagraphFont"/>
    <w:link w:val="i-text"/>
    <w:rsid w:val="00795809"/>
    <w:rPr>
      <w:rFonts w:asciiTheme="minorHAnsi" w:eastAsia="Times New Roman" w:hAnsiTheme="minorHAnsi"/>
      <w:i/>
      <w:color w:val="000000"/>
      <w:sz w:val="18"/>
      <w:lang w:val="en-CA"/>
    </w:rPr>
  </w:style>
  <w:style w:type="character" w:styleId="Strong">
    <w:name w:val="Strong"/>
    <w:basedOn w:val="DefaultParagraphFont"/>
    <w:uiPriority w:val="22"/>
    <w:qFormat/>
    <w:rsid w:val="00087C4B"/>
    <w:rPr>
      <w:b/>
      <w:bCs/>
    </w:rPr>
  </w:style>
  <w:style w:type="paragraph" w:styleId="ListBullet">
    <w:name w:val="List Bullet"/>
    <w:basedOn w:val="Normal"/>
    <w:uiPriority w:val="99"/>
    <w:unhideWhenUsed/>
    <w:rsid w:val="00BC56B1"/>
    <w:pPr>
      <w:numPr>
        <w:numId w:val="33"/>
      </w:numPr>
      <w:spacing w:before="40" w:after="120"/>
    </w:pPr>
    <w:rPr>
      <w:rFonts w:ascii="Arial" w:eastAsiaTheme="minorEastAsia" w:hAnsi="Arial" w:cstheme="minorBidi"/>
      <w:lang w:val="fr-CA" w:eastAsia="ja-JP"/>
    </w:rPr>
  </w:style>
  <w:style w:type="paragraph" w:customStyle="1" w:styleId="Tableautitre2">
    <w:name w:val="Tableau titre 2"/>
    <w:qFormat/>
    <w:rsid w:val="00966F1B"/>
    <w:pPr>
      <w:jc w:val="both"/>
    </w:pPr>
    <w:rPr>
      <w:rFonts w:ascii="Larsseit" w:eastAsia="Times New Roman" w:hAnsi="Larsseit" w:cs="Arial"/>
      <w:b/>
      <w:bCs/>
      <w:color w:val="1F2122"/>
    </w:rPr>
  </w:style>
  <w:style w:type="character" w:customStyle="1" w:styleId="ListParagraphChar">
    <w:name w:val="List Paragraph Char"/>
    <w:aliases w:val="Bullet Char,sub-section Char,List Paragraph (numbered (a)) Char,Bullets Char,Main numbered paragraph Char,MCHIP_list paragraph Char,List Paragraph1 Char,Recommendation Char,Dot pt Char,F5 List Paragraph Char,No Spacing1 Char,L Char"/>
    <w:link w:val="ListParagraph"/>
    <w:uiPriority w:val="34"/>
    <w:qFormat/>
    <w:rsid w:val="00966F1B"/>
    <w:rPr>
      <w:rFonts w:asciiTheme="minorHAnsi" w:eastAsia="Times New Roman" w:hAnsiTheme="minorHAnsi"/>
      <w:color w:val="000000"/>
      <w:lang w:val="en-US"/>
    </w:rPr>
  </w:style>
  <w:style w:type="paragraph" w:customStyle="1" w:styleId="ThirdLevelHeading">
    <w:name w:val="Third Level Heading"/>
    <w:basedOn w:val="Normal"/>
    <w:next w:val="Normal"/>
    <w:qFormat/>
    <w:rsid w:val="00FB1DEF"/>
    <w:pPr>
      <w:spacing w:before="0"/>
    </w:pPr>
    <w:rPr>
      <w:b/>
      <w:sz w:val="24"/>
      <w:lang w:val="en-CA"/>
    </w:rPr>
  </w:style>
  <w:style w:type="paragraph" w:styleId="ListBullet5">
    <w:name w:val="List Bullet 5"/>
    <w:basedOn w:val="Normal"/>
    <w:uiPriority w:val="99"/>
    <w:semiHidden/>
    <w:unhideWhenUsed/>
    <w:rsid w:val="00BE2C42"/>
    <w:pPr>
      <w:numPr>
        <w:numId w:val="39"/>
      </w:numPr>
      <w:contextualSpacing/>
    </w:pPr>
  </w:style>
  <w:style w:type="character" w:styleId="UnresolvedMention">
    <w:name w:val="Unresolved Mention"/>
    <w:basedOn w:val="DefaultParagraphFont"/>
    <w:uiPriority w:val="99"/>
    <w:unhideWhenUsed/>
    <w:rsid w:val="00690C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91767">
      <w:bodyDiv w:val="1"/>
      <w:marLeft w:val="0"/>
      <w:marRight w:val="0"/>
      <w:marTop w:val="0"/>
      <w:marBottom w:val="0"/>
      <w:divBdr>
        <w:top w:val="none" w:sz="0" w:space="0" w:color="auto"/>
        <w:left w:val="none" w:sz="0" w:space="0" w:color="auto"/>
        <w:bottom w:val="none" w:sz="0" w:space="0" w:color="auto"/>
        <w:right w:val="none" w:sz="0" w:space="0" w:color="auto"/>
      </w:divBdr>
    </w:div>
    <w:div w:id="415790663">
      <w:bodyDiv w:val="1"/>
      <w:marLeft w:val="0"/>
      <w:marRight w:val="0"/>
      <w:marTop w:val="0"/>
      <w:marBottom w:val="0"/>
      <w:divBdr>
        <w:top w:val="none" w:sz="0" w:space="0" w:color="auto"/>
        <w:left w:val="none" w:sz="0" w:space="0" w:color="auto"/>
        <w:bottom w:val="none" w:sz="0" w:space="0" w:color="auto"/>
        <w:right w:val="none" w:sz="0" w:space="0" w:color="auto"/>
      </w:divBdr>
    </w:div>
    <w:div w:id="657416955">
      <w:bodyDiv w:val="1"/>
      <w:marLeft w:val="0"/>
      <w:marRight w:val="0"/>
      <w:marTop w:val="0"/>
      <w:marBottom w:val="0"/>
      <w:divBdr>
        <w:top w:val="none" w:sz="0" w:space="0" w:color="auto"/>
        <w:left w:val="none" w:sz="0" w:space="0" w:color="auto"/>
        <w:bottom w:val="none" w:sz="0" w:space="0" w:color="auto"/>
        <w:right w:val="none" w:sz="0" w:space="0" w:color="auto"/>
      </w:divBdr>
    </w:div>
    <w:div w:id="828861087">
      <w:bodyDiv w:val="1"/>
      <w:marLeft w:val="0"/>
      <w:marRight w:val="0"/>
      <w:marTop w:val="0"/>
      <w:marBottom w:val="0"/>
      <w:divBdr>
        <w:top w:val="none" w:sz="0" w:space="0" w:color="auto"/>
        <w:left w:val="none" w:sz="0" w:space="0" w:color="auto"/>
        <w:bottom w:val="none" w:sz="0" w:space="0" w:color="auto"/>
        <w:right w:val="none" w:sz="0" w:space="0" w:color="auto"/>
      </w:divBdr>
      <w:divsChild>
        <w:div w:id="1534880763">
          <w:marLeft w:val="0"/>
          <w:marRight w:val="0"/>
          <w:marTop w:val="0"/>
          <w:marBottom w:val="0"/>
          <w:divBdr>
            <w:top w:val="none" w:sz="0" w:space="0" w:color="auto"/>
            <w:left w:val="none" w:sz="0" w:space="0" w:color="auto"/>
            <w:bottom w:val="none" w:sz="0" w:space="0" w:color="auto"/>
            <w:right w:val="none" w:sz="0" w:space="0" w:color="auto"/>
          </w:divBdr>
        </w:div>
      </w:divsChild>
    </w:div>
    <w:div w:id="836074792">
      <w:bodyDiv w:val="1"/>
      <w:marLeft w:val="0"/>
      <w:marRight w:val="0"/>
      <w:marTop w:val="0"/>
      <w:marBottom w:val="0"/>
      <w:divBdr>
        <w:top w:val="none" w:sz="0" w:space="0" w:color="auto"/>
        <w:left w:val="none" w:sz="0" w:space="0" w:color="auto"/>
        <w:bottom w:val="none" w:sz="0" w:space="0" w:color="auto"/>
        <w:right w:val="none" w:sz="0" w:space="0" w:color="auto"/>
      </w:divBdr>
    </w:div>
    <w:div w:id="853761701">
      <w:bodyDiv w:val="1"/>
      <w:marLeft w:val="0"/>
      <w:marRight w:val="0"/>
      <w:marTop w:val="0"/>
      <w:marBottom w:val="0"/>
      <w:divBdr>
        <w:top w:val="none" w:sz="0" w:space="0" w:color="auto"/>
        <w:left w:val="none" w:sz="0" w:space="0" w:color="auto"/>
        <w:bottom w:val="none" w:sz="0" w:space="0" w:color="auto"/>
        <w:right w:val="none" w:sz="0" w:space="0" w:color="auto"/>
      </w:divBdr>
    </w:div>
    <w:div w:id="952059075">
      <w:bodyDiv w:val="1"/>
      <w:marLeft w:val="0"/>
      <w:marRight w:val="0"/>
      <w:marTop w:val="0"/>
      <w:marBottom w:val="0"/>
      <w:divBdr>
        <w:top w:val="none" w:sz="0" w:space="0" w:color="auto"/>
        <w:left w:val="none" w:sz="0" w:space="0" w:color="auto"/>
        <w:bottom w:val="none" w:sz="0" w:space="0" w:color="auto"/>
        <w:right w:val="none" w:sz="0" w:space="0" w:color="auto"/>
      </w:divBdr>
    </w:div>
    <w:div w:id="1038236301">
      <w:bodyDiv w:val="1"/>
      <w:marLeft w:val="0"/>
      <w:marRight w:val="0"/>
      <w:marTop w:val="0"/>
      <w:marBottom w:val="0"/>
      <w:divBdr>
        <w:top w:val="none" w:sz="0" w:space="0" w:color="auto"/>
        <w:left w:val="none" w:sz="0" w:space="0" w:color="auto"/>
        <w:bottom w:val="none" w:sz="0" w:space="0" w:color="auto"/>
        <w:right w:val="none" w:sz="0" w:space="0" w:color="auto"/>
      </w:divBdr>
      <w:divsChild>
        <w:div w:id="1042286544">
          <w:marLeft w:val="0"/>
          <w:marRight w:val="0"/>
          <w:marTop w:val="0"/>
          <w:marBottom w:val="0"/>
          <w:divBdr>
            <w:top w:val="none" w:sz="0" w:space="0" w:color="auto"/>
            <w:left w:val="none" w:sz="0" w:space="0" w:color="auto"/>
            <w:bottom w:val="none" w:sz="0" w:space="0" w:color="auto"/>
            <w:right w:val="none" w:sz="0" w:space="0" w:color="auto"/>
          </w:divBdr>
        </w:div>
      </w:divsChild>
    </w:div>
    <w:div w:id="1152403627">
      <w:bodyDiv w:val="1"/>
      <w:marLeft w:val="0"/>
      <w:marRight w:val="0"/>
      <w:marTop w:val="0"/>
      <w:marBottom w:val="0"/>
      <w:divBdr>
        <w:top w:val="none" w:sz="0" w:space="0" w:color="auto"/>
        <w:left w:val="none" w:sz="0" w:space="0" w:color="auto"/>
        <w:bottom w:val="none" w:sz="0" w:space="0" w:color="auto"/>
        <w:right w:val="none" w:sz="0" w:space="0" w:color="auto"/>
      </w:divBdr>
    </w:div>
    <w:div w:id="1360283004">
      <w:bodyDiv w:val="1"/>
      <w:marLeft w:val="0"/>
      <w:marRight w:val="0"/>
      <w:marTop w:val="0"/>
      <w:marBottom w:val="0"/>
      <w:divBdr>
        <w:top w:val="none" w:sz="0" w:space="0" w:color="auto"/>
        <w:left w:val="none" w:sz="0" w:space="0" w:color="auto"/>
        <w:bottom w:val="none" w:sz="0" w:space="0" w:color="auto"/>
        <w:right w:val="none" w:sz="0" w:space="0" w:color="auto"/>
      </w:divBdr>
    </w:div>
    <w:div w:id="1365210300">
      <w:bodyDiv w:val="1"/>
      <w:marLeft w:val="0"/>
      <w:marRight w:val="0"/>
      <w:marTop w:val="0"/>
      <w:marBottom w:val="0"/>
      <w:divBdr>
        <w:top w:val="none" w:sz="0" w:space="0" w:color="auto"/>
        <w:left w:val="none" w:sz="0" w:space="0" w:color="auto"/>
        <w:bottom w:val="none" w:sz="0" w:space="0" w:color="auto"/>
        <w:right w:val="none" w:sz="0" w:space="0" w:color="auto"/>
      </w:divBdr>
      <w:divsChild>
        <w:div w:id="651562614">
          <w:marLeft w:val="0"/>
          <w:marRight w:val="0"/>
          <w:marTop w:val="0"/>
          <w:marBottom w:val="0"/>
          <w:divBdr>
            <w:top w:val="none" w:sz="0" w:space="0" w:color="auto"/>
            <w:left w:val="none" w:sz="0" w:space="0" w:color="auto"/>
            <w:bottom w:val="none" w:sz="0" w:space="0" w:color="auto"/>
            <w:right w:val="none" w:sz="0" w:space="0" w:color="auto"/>
          </w:divBdr>
        </w:div>
      </w:divsChild>
    </w:div>
    <w:div w:id="1433866362">
      <w:bodyDiv w:val="1"/>
      <w:marLeft w:val="0"/>
      <w:marRight w:val="0"/>
      <w:marTop w:val="0"/>
      <w:marBottom w:val="0"/>
      <w:divBdr>
        <w:top w:val="none" w:sz="0" w:space="0" w:color="auto"/>
        <w:left w:val="none" w:sz="0" w:space="0" w:color="auto"/>
        <w:bottom w:val="none" w:sz="0" w:space="0" w:color="auto"/>
        <w:right w:val="none" w:sz="0" w:space="0" w:color="auto"/>
      </w:divBdr>
    </w:div>
    <w:div w:id="1452364083">
      <w:bodyDiv w:val="1"/>
      <w:marLeft w:val="0"/>
      <w:marRight w:val="0"/>
      <w:marTop w:val="0"/>
      <w:marBottom w:val="0"/>
      <w:divBdr>
        <w:top w:val="none" w:sz="0" w:space="0" w:color="auto"/>
        <w:left w:val="none" w:sz="0" w:space="0" w:color="auto"/>
        <w:bottom w:val="none" w:sz="0" w:space="0" w:color="auto"/>
        <w:right w:val="none" w:sz="0" w:space="0" w:color="auto"/>
      </w:divBdr>
    </w:div>
    <w:div w:id="1500195515">
      <w:bodyDiv w:val="1"/>
      <w:marLeft w:val="0"/>
      <w:marRight w:val="0"/>
      <w:marTop w:val="0"/>
      <w:marBottom w:val="0"/>
      <w:divBdr>
        <w:top w:val="none" w:sz="0" w:space="0" w:color="auto"/>
        <w:left w:val="none" w:sz="0" w:space="0" w:color="auto"/>
        <w:bottom w:val="none" w:sz="0" w:space="0" w:color="auto"/>
        <w:right w:val="none" w:sz="0" w:space="0" w:color="auto"/>
      </w:divBdr>
    </w:div>
    <w:div w:id="1557860426">
      <w:bodyDiv w:val="1"/>
      <w:marLeft w:val="0"/>
      <w:marRight w:val="0"/>
      <w:marTop w:val="0"/>
      <w:marBottom w:val="0"/>
      <w:divBdr>
        <w:top w:val="none" w:sz="0" w:space="0" w:color="auto"/>
        <w:left w:val="none" w:sz="0" w:space="0" w:color="auto"/>
        <w:bottom w:val="none" w:sz="0" w:space="0" w:color="auto"/>
        <w:right w:val="none" w:sz="0" w:space="0" w:color="auto"/>
      </w:divBdr>
    </w:div>
    <w:div w:id="1562015546">
      <w:bodyDiv w:val="1"/>
      <w:marLeft w:val="0"/>
      <w:marRight w:val="0"/>
      <w:marTop w:val="0"/>
      <w:marBottom w:val="0"/>
      <w:divBdr>
        <w:top w:val="none" w:sz="0" w:space="0" w:color="auto"/>
        <w:left w:val="none" w:sz="0" w:space="0" w:color="auto"/>
        <w:bottom w:val="none" w:sz="0" w:space="0" w:color="auto"/>
        <w:right w:val="none" w:sz="0" w:space="0" w:color="auto"/>
      </w:divBdr>
    </w:div>
    <w:div w:id="2107847549">
      <w:bodyDiv w:val="1"/>
      <w:marLeft w:val="0"/>
      <w:marRight w:val="0"/>
      <w:marTop w:val="0"/>
      <w:marBottom w:val="0"/>
      <w:divBdr>
        <w:top w:val="none" w:sz="0" w:space="0" w:color="auto"/>
        <w:left w:val="none" w:sz="0" w:space="0" w:color="auto"/>
        <w:bottom w:val="none" w:sz="0" w:space="0" w:color="auto"/>
        <w:right w:val="none" w:sz="0" w:space="0" w:color="auto"/>
      </w:divBdr>
      <w:divsChild>
        <w:div w:id="1030491313">
          <w:marLeft w:val="0"/>
          <w:marRight w:val="0"/>
          <w:marTop w:val="0"/>
          <w:marBottom w:val="0"/>
          <w:divBdr>
            <w:top w:val="none" w:sz="0" w:space="0" w:color="auto"/>
            <w:left w:val="none" w:sz="0" w:space="0" w:color="auto"/>
            <w:bottom w:val="none" w:sz="0" w:space="0" w:color="auto"/>
            <w:right w:val="none" w:sz="0" w:space="0" w:color="auto"/>
          </w:divBdr>
        </w:div>
      </w:divsChild>
    </w:div>
    <w:div w:id="2141528279">
      <w:bodyDiv w:val="1"/>
      <w:marLeft w:val="0"/>
      <w:marRight w:val="0"/>
      <w:marTop w:val="0"/>
      <w:marBottom w:val="0"/>
      <w:divBdr>
        <w:top w:val="none" w:sz="0" w:space="0" w:color="auto"/>
        <w:left w:val="none" w:sz="0" w:space="0" w:color="auto"/>
        <w:bottom w:val="none" w:sz="0" w:space="0" w:color="auto"/>
        <w:right w:val="none" w:sz="0" w:space="0" w:color="auto"/>
      </w:divBdr>
    </w:div>
    <w:div w:id="2146314793">
      <w:bodyDiv w:val="1"/>
      <w:marLeft w:val="0"/>
      <w:marRight w:val="0"/>
      <w:marTop w:val="0"/>
      <w:marBottom w:val="0"/>
      <w:divBdr>
        <w:top w:val="none" w:sz="0" w:space="0" w:color="auto"/>
        <w:left w:val="none" w:sz="0" w:space="0" w:color="auto"/>
        <w:bottom w:val="none" w:sz="0" w:space="0" w:color="auto"/>
        <w:right w:val="none" w:sz="0" w:space="0" w:color="auto"/>
      </w:divBdr>
      <w:divsChild>
        <w:div w:id="2074815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urent\AppData\Roaming\Microsoft\Templates\Storyboar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AD7544AD6914DB4BA9577A934DABD3B"/>
        <w:category>
          <w:name w:val="General"/>
          <w:gallery w:val="placeholder"/>
        </w:category>
        <w:types>
          <w:type w:val="bbPlcHdr"/>
        </w:types>
        <w:behaviors>
          <w:behavior w:val="content"/>
        </w:behaviors>
        <w:guid w:val="{5A4A7796-BF2A-47F7-810D-F5EAC9F6D017}"/>
      </w:docPartPr>
      <w:docPartBody>
        <w:p w:rsidR="00DA7C0E" w:rsidRDefault="00DA5973" w:rsidP="00DA5973">
          <w:pPr>
            <w:pStyle w:val="1AD7544AD6914DB4BA9577A934DABD3B"/>
          </w:pPr>
          <w:r w:rsidRPr="00911A37">
            <w:rPr>
              <w:rStyle w:val="PlaceholderText"/>
            </w:rPr>
            <w:t>Choose an item.</w:t>
          </w:r>
        </w:p>
      </w:docPartBody>
    </w:docPart>
    <w:docPart>
      <w:docPartPr>
        <w:name w:val="7B83078D1C824F04A76A894F43E676A3"/>
        <w:category>
          <w:name w:val="General"/>
          <w:gallery w:val="placeholder"/>
        </w:category>
        <w:types>
          <w:type w:val="bbPlcHdr"/>
        </w:types>
        <w:behaviors>
          <w:behavior w:val="content"/>
        </w:behaviors>
        <w:guid w:val="{3CAC6D67-8055-4433-9ED0-44A625ED528C}"/>
      </w:docPartPr>
      <w:docPartBody>
        <w:p w:rsidR="00DA7C0E" w:rsidRDefault="00DA5973" w:rsidP="00DA5973">
          <w:pPr>
            <w:pStyle w:val="7B83078D1C824F04A76A894F43E676A3"/>
          </w:pPr>
          <w:r w:rsidRPr="00911A37">
            <w:rPr>
              <w:rStyle w:val="PlaceholderText"/>
            </w:rPr>
            <w:t>Choose an item.</w:t>
          </w:r>
        </w:p>
      </w:docPartBody>
    </w:docPart>
    <w:docPart>
      <w:docPartPr>
        <w:name w:val="4F5B3433B2D0463FBD78A872274E6783"/>
        <w:category>
          <w:name w:val="General"/>
          <w:gallery w:val="placeholder"/>
        </w:category>
        <w:types>
          <w:type w:val="bbPlcHdr"/>
        </w:types>
        <w:behaviors>
          <w:behavior w:val="content"/>
        </w:behaviors>
        <w:guid w:val="{52180AD4-4732-4CF3-9BFC-B8DC17BB8DD9}"/>
      </w:docPartPr>
      <w:docPartBody>
        <w:p w:rsidR="00DA7C0E" w:rsidRDefault="00DA5973" w:rsidP="00DA5973">
          <w:pPr>
            <w:pStyle w:val="4F5B3433B2D0463FBD78A872274E6783"/>
          </w:pPr>
          <w:r w:rsidRPr="00911A37">
            <w:rPr>
              <w:rStyle w:val="PlaceholderText"/>
            </w:rPr>
            <w:t>Choose an item.</w:t>
          </w:r>
        </w:p>
      </w:docPartBody>
    </w:docPart>
    <w:docPart>
      <w:docPartPr>
        <w:name w:val="DD1FFDA7E40340B1B12CE7A4664FA9A6"/>
        <w:category>
          <w:name w:val="General"/>
          <w:gallery w:val="placeholder"/>
        </w:category>
        <w:types>
          <w:type w:val="bbPlcHdr"/>
        </w:types>
        <w:behaviors>
          <w:behavior w:val="content"/>
        </w:behaviors>
        <w:guid w:val="{D47A10F5-B23A-4217-984C-9DA64DCEF898}"/>
      </w:docPartPr>
      <w:docPartBody>
        <w:p w:rsidR="00B73CB4" w:rsidRDefault="00B73CB4" w:rsidP="00B73CB4">
          <w:pPr>
            <w:pStyle w:val="DD1FFDA7E40340B1B12CE7A4664FA9A6"/>
          </w:pPr>
          <w:r w:rsidRPr="00911A37">
            <w:rPr>
              <w:rStyle w:val="PlaceholderText"/>
            </w:rPr>
            <w:t>Choose an item.</w:t>
          </w:r>
        </w:p>
      </w:docPartBody>
    </w:docPart>
    <w:docPart>
      <w:docPartPr>
        <w:name w:val="1039307442D34B4CB3330A3BF001EB4C"/>
        <w:category>
          <w:name w:val="General"/>
          <w:gallery w:val="placeholder"/>
        </w:category>
        <w:types>
          <w:type w:val="bbPlcHdr"/>
        </w:types>
        <w:behaviors>
          <w:behavior w:val="content"/>
        </w:behaviors>
        <w:guid w:val="{6C661AA0-802E-46CB-B579-656D11EBB890}"/>
      </w:docPartPr>
      <w:docPartBody>
        <w:p w:rsidR="0041720A" w:rsidRDefault="00AC5348" w:rsidP="00AC5348">
          <w:pPr>
            <w:pStyle w:val="1039307442D34B4CB3330A3BF001EB4C"/>
          </w:pPr>
          <w:r w:rsidRPr="00911A37">
            <w:rPr>
              <w:rStyle w:val="PlaceholderText"/>
            </w:rPr>
            <w:t>Choose an item.</w:t>
          </w:r>
        </w:p>
      </w:docPartBody>
    </w:docPart>
    <w:docPart>
      <w:docPartPr>
        <w:name w:val="FEF4F9830630426A80F3FD9D72A80DB9"/>
        <w:category>
          <w:name w:val="General"/>
          <w:gallery w:val="placeholder"/>
        </w:category>
        <w:types>
          <w:type w:val="bbPlcHdr"/>
        </w:types>
        <w:behaviors>
          <w:behavior w:val="content"/>
        </w:behaviors>
        <w:guid w:val="{CF0348C1-AB77-4BBB-9FBE-F63A22DEB970}"/>
      </w:docPartPr>
      <w:docPartBody>
        <w:p w:rsidR="00D22457" w:rsidRDefault="00D22457" w:rsidP="00D22457">
          <w:pPr>
            <w:pStyle w:val="FEF4F9830630426A80F3FD9D72A80DB9"/>
          </w:pPr>
          <w:r w:rsidRPr="00911A37">
            <w:rPr>
              <w:rStyle w:val="PlaceholderText"/>
            </w:rPr>
            <w:t>Choose an item.</w:t>
          </w:r>
        </w:p>
      </w:docPartBody>
    </w:docPart>
    <w:docPart>
      <w:docPartPr>
        <w:name w:val="47EAF62454D94CBC9639034FFD2DDD8F"/>
        <w:category>
          <w:name w:val="General"/>
          <w:gallery w:val="placeholder"/>
        </w:category>
        <w:types>
          <w:type w:val="bbPlcHdr"/>
        </w:types>
        <w:behaviors>
          <w:behavior w:val="content"/>
        </w:behaviors>
        <w:guid w:val="{24CAB24D-BB01-4FE8-89D6-A55530EB5A1D}"/>
      </w:docPartPr>
      <w:docPartBody>
        <w:p w:rsidR="00D22457" w:rsidRDefault="00D22457" w:rsidP="00D22457">
          <w:pPr>
            <w:pStyle w:val="47EAF62454D94CBC9639034FFD2DDD8F"/>
          </w:pPr>
          <w:r w:rsidRPr="00911A37">
            <w:rPr>
              <w:rStyle w:val="PlaceholderText"/>
            </w:rPr>
            <w:t>Choose an item.</w:t>
          </w:r>
        </w:p>
      </w:docPartBody>
    </w:docPart>
    <w:docPart>
      <w:docPartPr>
        <w:name w:val="35C9332E68A6437B992AB23A6C9D88FB"/>
        <w:category>
          <w:name w:val="General"/>
          <w:gallery w:val="placeholder"/>
        </w:category>
        <w:types>
          <w:type w:val="bbPlcHdr"/>
        </w:types>
        <w:behaviors>
          <w:behavior w:val="content"/>
        </w:behaviors>
        <w:guid w:val="{879CC305-0802-42C0-825E-AEC3B674C4AB}"/>
      </w:docPartPr>
      <w:docPartBody>
        <w:p w:rsidR="00D22457" w:rsidRDefault="00D22457" w:rsidP="00D22457">
          <w:pPr>
            <w:pStyle w:val="35C9332E68A6437B992AB23A6C9D88FB"/>
          </w:pPr>
          <w:r w:rsidRPr="00911A37">
            <w:rPr>
              <w:rStyle w:val="PlaceholderText"/>
            </w:rPr>
            <w:t>Choose an item.</w:t>
          </w:r>
        </w:p>
      </w:docPartBody>
    </w:docPart>
    <w:docPart>
      <w:docPartPr>
        <w:name w:val="40B5DDC5092441AE954239235AA33023"/>
        <w:category>
          <w:name w:val="General"/>
          <w:gallery w:val="placeholder"/>
        </w:category>
        <w:types>
          <w:type w:val="bbPlcHdr"/>
        </w:types>
        <w:behaviors>
          <w:behavior w:val="content"/>
        </w:behaviors>
        <w:guid w:val="{C18BACD7-4F84-4AB8-B9AF-65DA6F8E7D57}"/>
      </w:docPartPr>
      <w:docPartBody>
        <w:p w:rsidR="00D22457" w:rsidRDefault="00D22457" w:rsidP="00D22457">
          <w:pPr>
            <w:pStyle w:val="40B5DDC5092441AE954239235AA33023"/>
          </w:pPr>
          <w:r w:rsidRPr="00911A37">
            <w:rPr>
              <w:rStyle w:val="PlaceholderText"/>
            </w:rPr>
            <w:t>Choose an item.</w:t>
          </w:r>
        </w:p>
      </w:docPartBody>
    </w:docPart>
    <w:docPart>
      <w:docPartPr>
        <w:name w:val="5FA8E51F6BAC473FAA4A43A8237DA8E1"/>
        <w:category>
          <w:name w:val="General"/>
          <w:gallery w:val="placeholder"/>
        </w:category>
        <w:types>
          <w:type w:val="bbPlcHdr"/>
        </w:types>
        <w:behaviors>
          <w:behavior w:val="content"/>
        </w:behaviors>
        <w:guid w:val="{A032E154-FFD8-43D3-BE87-E20E1C98A0DB}"/>
      </w:docPartPr>
      <w:docPartBody>
        <w:p w:rsidR="00D22457" w:rsidRDefault="00D22457" w:rsidP="00D22457">
          <w:pPr>
            <w:pStyle w:val="5FA8E51F6BAC473FAA4A43A8237DA8E1"/>
          </w:pPr>
          <w:r w:rsidRPr="00911A37">
            <w:rPr>
              <w:rStyle w:val="PlaceholderText"/>
            </w:rPr>
            <w:t>Choose an item.</w:t>
          </w:r>
        </w:p>
      </w:docPartBody>
    </w:docPart>
    <w:docPart>
      <w:docPartPr>
        <w:name w:val="B06FCB68EE73445197432ECC74ECED00"/>
        <w:category>
          <w:name w:val="General"/>
          <w:gallery w:val="placeholder"/>
        </w:category>
        <w:types>
          <w:type w:val="bbPlcHdr"/>
        </w:types>
        <w:behaviors>
          <w:behavior w:val="content"/>
        </w:behaviors>
        <w:guid w:val="{5E025FCF-CF88-4840-989E-52A617BAC034}"/>
      </w:docPartPr>
      <w:docPartBody>
        <w:p w:rsidR="00D22457" w:rsidRDefault="00D22457" w:rsidP="00D22457">
          <w:pPr>
            <w:pStyle w:val="B06FCB68EE73445197432ECC74ECED00"/>
          </w:pPr>
          <w:r w:rsidRPr="00911A37">
            <w:rPr>
              <w:rStyle w:val="PlaceholderText"/>
            </w:rPr>
            <w:t>Choose an item.</w:t>
          </w:r>
        </w:p>
      </w:docPartBody>
    </w:docPart>
    <w:docPart>
      <w:docPartPr>
        <w:name w:val="C5EA23F0A0CF4425813316A31C37F101"/>
        <w:category>
          <w:name w:val="General"/>
          <w:gallery w:val="placeholder"/>
        </w:category>
        <w:types>
          <w:type w:val="bbPlcHdr"/>
        </w:types>
        <w:behaviors>
          <w:behavior w:val="content"/>
        </w:behaviors>
        <w:guid w:val="{D4607174-31EC-4D32-8672-B150E342724E}"/>
      </w:docPartPr>
      <w:docPartBody>
        <w:p w:rsidR="00D22457" w:rsidRDefault="00D22457" w:rsidP="00D22457">
          <w:pPr>
            <w:pStyle w:val="C5EA23F0A0CF4425813316A31C37F101"/>
          </w:pPr>
          <w:r w:rsidRPr="00911A37">
            <w:rPr>
              <w:rStyle w:val="PlaceholderText"/>
            </w:rPr>
            <w:t>Choose an item.</w:t>
          </w:r>
        </w:p>
      </w:docPartBody>
    </w:docPart>
    <w:docPart>
      <w:docPartPr>
        <w:name w:val="0D21DA3DDEEC46359A38EF8EAF8AE461"/>
        <w:category>
          <w:name w:val="General"/>
          <w:gallery w:val="placeholder"/>
        </w:category>
        <w:types>
          <w:type w:val="bbPlcHdr"/>
        </w:types>
        <w:behaviors>
          <w:behavior w:val="content"/>
        </w:behaviors>
        <w:guid w:val="{7D5BB343-8CE0-4436-881D-A629AA62C434}"/>
      </w:docPartPr>
      <w:docPartBody>
        <w:p w:rsidR="00D22457" w:rsidRDefault="00D22457" w:rsidP="00D22457">
          <w:pPr>
            <w:pStyle w:val="0D21DA3DDEEC46359A38EF8EAF8AE461"/>
          </w:pPr>
          <w:r w:rsidRPr="00911A37">
            <w:rPr>
              <w:rStyle w:val="PlaceholderText"/>
            </w:rPr>
            <w:t>Choose an item.</w:t>
          </w:r>
        </w:p>
      </w:docPartBody>
    </w:docPart>
    <w:docPart>
      <w:docPartPr>
        <w:name w:val="028AC3B98C2D43A0BC9DB5D8F2D36D81"/>
        <w:category>
          <w:name w:val="General"/>
          <w:gallery w:val="placeholder"/>
        </w:category>
        <w:types>
          <w:type w:val="bbPlcHdr"/>
        </w:types>
        <w:behaviors>
          <w:behavior w:val="content"/>
        </w:behaviors>
        <w:guid w:val="{1A6FDA3C-BE15-454A-8E60-CBA40F4B1883}"/>
      </w:docPartPr>
      <w:docPartBody>
        <w:p w:rsidR="00D22457" w:rsidRDefault="00D22457" w:rsidP="00D22457">
          <w:pPr>
            <w:pStyle w:val="028AC3B98C2D43A0BC9DB5D8F2D36D81"/>
          </w:pPr>
          <w:r w:rsidRPr="00911A37">
            <w:rPr>
              <w:rStyle w:val="PlaceholderText"/>
            </w:rPr>
            <w:t>Choose an item.</w:t>
          </w:r>
        </w:p>
      </w:docPartBody>
    </w:docPart>
    <w:docPart>
      <w:docPartPr>
        <w:name w:val="7EE6B3E8C28346C2971D8E37F780A147"/>
        <w:category>
          <w:name w:val="General"/>
          <w:gallery w:val="placeholder"/>
        </w:category>
        <w:types>
          <w:type w:val="bbPlcHdr"/>
        </w:types>
        <w:behaviors>
          <w:behavior w:val="content"/>
        </w:behaviors>
        <w:guid w:val="{11E5DEAD-14EA-4CA8-8B80-C477654CE1D1}"/>
      </w:docPartPr>
      <w:docPartBody>
        <w:p w:rsidR="00D22457" w:rsidRDefault="00D22457" w:rsidP="00D22457">
          <w:pPr>
            <w:pStyle w:val="7EE6B3E8C28346C2971D8E37F780A147"/>
          </w:pPr>
          <w:r w:rsidRPr="00911A37">
            <w:rPr>
              <w:rStyle w:val="PlaceholderText"/>
            </w:rPr>
            <w:t>Choose an item.</w:t>
          </w:r>
        </w:p>
      </w:docPartBody>
    </w:docPart>
    <w:docPart>
      <w:docPartPr>
        <w:name w:val="9B72D17ADE374851B543CDE276BF7F6B"/>
        <w:category>
          <w:name w:val="General"/>
          <w:gallery w:val="placeholder"/>
        </w:category>
        <w:types>
          <w:type w:val="bbPlcHdr"/>
        </w:types>
        <w:behaviors>
          <w:behavior w:val="content"/>
        </w:behaviors>
        <w:guid w:val="{CE83AEAB-5F0E-40A5-94B4-884402DD60A5}"/>
      </w:docPartPr>
      <w:docPartBody>
        <w:p w:rsidR="00D22457" w:rsidRDefault="00D22457" w:rsidP="00D22457">
          <w:pPr>
            <w:pStyle w:val="9B72D17ADE374851B543CDE276BF7F6B"/>
          </w:pPr>
          <w:r w:rsidRPr="00911A37">
            <w:rPr>
              <w:rStyle w:val="PlaceholderText"/>
            </w:rPr>
            <w:t>Choose an item.</w:t>
          </w:r>
        </w:p>
      </w:docPartBody>
    </w:docPart>
    <w:docPart>
      <w:docPartPr>
        <w:name w:val="BB01C75D62FC4B209325273B6B17A92C"/>
        <w:category>
          <w:name w:val="General"/>
          <w:gallery w:val="placeholder"/>
        </w:category>
        <w:types>
          <w:type w:val="bbPlcHdr"/>
        </w:types>
        <w:behaviors>
          <w:behavior w:val="content"/>
        </w:behaviors>
        <w:guid w:val="{B696F117-8A60-4B3E-92BF-D20AE8EADAAE}"/>
      </w:docPartPr>
      <w:docPartBody>
        <w:p w:rsidR="00D22457" w:rsidRDefault="00D22457" w:rsidP="00D22457">
          <w:pPr>
            <w:pStyle w:val="BB01C75D62FC4B209325273B6B17A92C"/>
          </w:pPr>
          <w:r w:rsidRPr="00911A37">
            <w:rPr>
              <w:rStyle w:val="PlaceholderText"/>
            </w:rPr>
            <w:t>Choose an item.</w:t>
          </w:r>
        </w:p>
      </w:docPartBody>
    </w:docPart>
    <w:docPart>
      <w:docPartPr>
        <w:name w:val="96E3EE33777C4DC7AFEDE247635AB64C"/>
        <w:category>
          <w:name w:val="General"/>
          <w:gallery w:val="placeholder"/>
        </w:category>
        <w:types>
          <w:type w:val="bbPlcHdr"/>
        </w:types>
        <w:behaviors>
          <w:behavior w:val="content"/>
        </w:behaviors>
        <w:guid w:val="{3A6F43C0-40EF-4352-BBB3-70E3A5C118DC}"/>
      </w:docPartPr>
      <w:docPartBody>
        <w:p w:rsidR="00D22457" w:rsidRDefault="00D22457" w:rsidP="00D22457">
          <w:pPr>
            <w:pStyle w:val="96E3EE33777C4DC7AFEDE247635AB64C"/>
          </w:pPr>
          <w:r w:rsidRPr="00911A37">
            <w:rPr>
              <w:rStyle w:val="PlaceholderText"/>
            </w:rPr>
            <w:t>Choose an item.</w:t>
          </w:r>
        </w:p>
      </w:docPartBody>
    </w:docPart>
    <w:docPart>
      <w:docPartPr>
        <w:name w:val="234D2829D9F3416B81C64F812E72A06A"/>
        <w:category>
          <w:name w:val="General"/>
          <w:gallery w:val="placeholder"/>
        </w:category>
        <w:types>
          <w:type w:val="bbPlcHdr"/>
        </w:types>
        <w:behaviors>
          <w:behavior w:val="content"/>
        </w:behaviors>
        <w:guid w:val="{A4A4FAE4-3B99-431B-8629-14EBB1C2A5EF}"/>
      </w:docPartPr>
      <w:docPartBody>
        <w:p w:rsidR="00D22457" w:rsidRDefault="00D22457" w:rsidP="00D22457">
          <w:pPr>
            <w:pStyle w:val="234D2829D9F3416B81C64F812E72A06A"/>
          </w:pPr>
          <w:r w:rsidRPr="00911A37">
            <w:rPr>
              <w:rStyle w:val="PlaceholderText"/>
            </w:rPr>
            <w:t>Choose an item.</w:t>
          </w:r>
        </w:p>
      </w:docPartBody>
    </w:docPart>
    <w:docPart>
      <w:docPartPr>
        <w:name w:val="581EA75B54FA4484824A447C3DF61552"/>
        <w:category>
          <w:name w:val="General"/>
          <w:gallery w:val="placeholder"/>
        </w:category>
        <w:types>
          <w:type w:val="bbPlcHdr"/>
        </w:types>
        <w:behaviors>
          <w:behavior w:val="content"/>
        </w:behaviors>
        <w:guid w:val="{02FF8366-6679-45B7-A49F-9CB539365195}"/>
      </w:docPartPr>
      <w:docPartBody>
        <w:p w:rsidR="00D22457" w:rsidRDefault="00D22457" w:rsidP="00D22457">
          <w:pPr>
            <w:pStyle w:val="581EA75B54FA4484824A447C3DF61552"/>
          </w:pPr>
          <w:r w:rsidRPr="00911A37">
            <w:rPr>
              <w:rStyle w:val="PlaceholderText"/>
            </w:rPr>
            <w:t>Choose an item.</w:t>
          </w:r>
        </w:p>
      </w:docPartBody>
    </w:docPart>
    <w:docPart>
      <w:docPartPr>
        <w:name w:val="6B13FA8527D64082B2D2991A9D6AA9F4"/>
        <w:category>
          <w:name w:val="General"/>
          <w:gallery w:val="placeholder"/>
        </w:category>
        <w:types>
          <w:type w:val="bbPlcHdr"/>
        </w:types>
        <w:behaviors>
          <w:behavior w:val="content"/>
        </w:behaviors>
        <w:guid w:val="{1BADE3F1-E18E-4F6F-A812-F92979984E90}"/>
      </w:docPartPr>
      <w:docPartBody>
        <w:p w:rsidR="00D22457" w:rsidRDefault="00D22457" w:rsidP="00D22457">
          <w:pPr>
            <w:pStyle w:val="6B13FA8527D64082B2D2991A9D6AA9F4"/>
          </w:pPr>
          <w:r w:rsidRPr="00911A37">
            <w:rPr>
              <w:rStyle w:val="PlaceholderText"/>
            </w:rPr>
            <w:t>Choose an item.</w:t>
          </w:r>
        </w:p>
      </w:docPartBody>
    </w:docPart>
    <w:docPart>
      <w:docPartPr>
        <w:name w:val="0145DD5E1FC04DF69107AD2E72E3868C"/>
        <w:category>
          <w:name w:val="General"/>
          <w:gallery w:val="placeholder"/>
        </w:category>
        <w:types>
          <w:type w:val="bbPlcHdr"/>
        </w:types>
        <w:behaviors>
          <w:behavior w:val="content"/>
        </w:behaviors>
        <w:guid w:val="{0649E877-4EF4-42D0-8AD3-EFD5CC781D24}"/>
      </w:docPartPr>
      <w:docPartBody>
        <w:p w:rsidR="00D22457" w:rsidRDefault="00D22457" w:rsidP="00D22457">
          <w:pPr>
            <w:pStyle w:val="0145DD5E1FC04DF69107AD2E72E3868C"/>
          </w:pPr>
          <w:r w:rsidRPr="00911A37">
            <w:rPr>
              <w:rStyle w:val="PlaceholderText"/>
            </w:rPr>
            <w:t>Choose an item.</w:t>
          </w:r>
        </w:p>
      </w:docPartBody>
    </w:docPart>
    <w:docPart>
      <w:docPartPr>
        <w:name w:val="BD33D90FC3224BB2B5EAEDE4F9663425"/>
        <w:category>
          <w:name w:val="General"/>
          <w:gallery w:val="placeholder"/>
        </w:category>
        <w:types>
          <w:type w:val="bbPlcHdr"/>
        </w:types>
        <w:behaviors>
          <w:behavior w:val="content"/>
        </w:behaviors>
        <w:guid w:val="{C8701807-CEAB-4876-8A5B-9AA7AFFCA1E3}"/>
      </w:docPartPr>
      <w:docPartBody>
        <w:p w:rsidR="00D22457" w:rsidRDefault="00D22457" w:rsidP="00D22457">
          <w:pPr>
            <w:pStyle w:val="BD33D90FC3224BB2B5EAEDE4F9663425"/>
          </w:pPr>
          <w:r w:rsidRPr="00911A37">
            <w:rPr>
              <w:rStyle w:val="PlaceholderText"/>
            </w:rPr>
            <w:t>Choose an item.</w:t>
          </w:r>
        </w:p>
      </w:docPartBody>
    </w:docPart>
    <w:docPart>
      <w:docPartPr>
        <w:name w:val="018B525956844D2A9F1E59425DA1E23F"/>
        <w:category>
          <w:name w:val="General"/>
          <w:gallery w:val="placeholder"/>
        </w:category>
        <w:types>
          <w:type w:val="bbPlcHdr"/>
        </w:types>
        <w:behaviors>
          <w:behavior w:val="content"/>
        </w:behaviors>
        <w:guid w:val="{2522D2FE-7FCF-4834-B47B-2CA5425FCC8F}"/>
      </w:docPartPr>
      <w:docPartBody>
        <w:p w:rsidR="00FB4B1C" w:rsidRDefault="00FB4B1C" w:rsidP="00FB4B1C">
          <w:pPr>
            <w:pStyle w:val="018B525956844D2A9F1E59425DA1E23F"/>
          </w:pPr>
          <w:r w:rsidRPr="00911A37">
            <w:rPr>
              <w:rStyle w:val="PlaceholderText"/>
            </w:rPr>
            <w:t>Choose an item.</w:t>
          </w:r>
        </w:p>
      </w:docPartBody>
    </w:docPart>
    <w:docPart>
      <w:docPartPr>
        <w:name w:val="9789FB7244674375820B92B0E9B5E610"/>
        <w:category>
          <w:name w:val="General"/>
          <w:gallery w:val="placeholder"/>
        </w:category>
        <w:types>
          <w:type w:val="bbPlcHdr"/>
        </w:types>
        <w:behaviors>
          <w:behavior w:val="content"/>
        </w:behaviors>
        <w:guid w:val="{96FEB4F0-CF76-49F6-8321-CB7DDB50B91D}"/>
      </w:docPartPr>
      <w:docPartBody>
        <w:p w:rsidR="00FB4B1C" w:rsidRDefault="00FB4B1C" w:rsidP="00FB4B1C">
          <w:pPr>
            <w:pStyle w:val="9789FB7244674375820B92B0E9B5E610"/>
          </w:pPr>
          <w:r w:rsidRPr="00911A37">
            <w:rPr>
              <w:rStyle w:val="PlaceholderText"/>
            </w:rPr>
            <w:t>Choose an item.</w:t>
          </w:r>
        </w:p>
      </w:docPartBody>
    </w:docPart>
    <w:docPart>
      <w:docPartPr>
        <w:name w:val="152BCB7BFA9A4086A43427EA8DF0BE84"/>
        <w:category>
          <w:name w:val="General"/>
          <w:gallery w:val="placeholder"/>
        </w:category>
        <w:types>
          <w:type w:val="bbPlcHdr"/>
        </w:types>
        <w:behaviors>
          <w:behavior w:val="content"/>
        </w:behaviors>
        <w:guid w:val="{DFF84AC2-3BC2-47F7-8A38-D91E3858FDB1}"/>
      </w:docPartPr>
      <w:docPartBody>
        <w:p w:rsidR="00FB4B1C" w:rsidRDefault="00FB4B1C" w:rsidP="00FB4B1C">
          <w:pPr>
            <w:pStyle w:val="152BCB7BFA9A4086A43427EA8DF0BE84"/>
          </w:pPr>
          <w:r w:rsidRPr="00911A37">
            <w:rPr>
              <w:rStyle w:val="PlaceholderText"/>
            </w:rPr>
            <w:t>Choose an item.</w:t>
          </w:r>
        </w:p>
      </w:docPartBody>
    </w:docPart>
    <w:docPart>
      <w:docPartPr>
        <w:name w:val="328BAED638CC4F508BC5BD01DDBF9BBB"/>
        <w:category>
          <w:name w:val="General"/>
          <w:gallery w:val="placeholder"/>
        </w:category>
        <w:types>
          <w:type w:val="bbPlcHdr"/>
        </w:types>
        <w:behaviors>
          <w:behavior w:val="content"/>
        </w:behaviors>
        <w:guid w:val="{60928131-1544-43D1-923A-F7E0229F17DA}"/>
      </w:docPartPr>
      <w:docPartBody>
        <w:p w:rsidR="00FB4B1C" w:rsidRDefault="00FB4B1C" w:rsidP="00FB4B1C">
          <w:pPr>
            <w:pStyle w:val="328BAED638CC4F508BC5BD01DDBF9BBB"/>
          </w:pPr>
          <w:r w:rsidRPr="00911A37">
            <w:rPr>
              <w:rStyle w:val="PlaceholderText"/>
            </w:rPr>
            <w:t>Choose an item.</w:t>
          </w:r>
        </w:p>
      </w:docPartBody>
    </w:docPart>
    <w:docPart>
      <w:docPartPr>
        <w:name w:val="0039A90F72C249BD85B8663431832BDB"/>
        <w:category>
          <w:name w:val="General"/>
          <w:gallery w:val="placeholder"/>
        </w:category>
        <w:types>
          <w:type w:val="bbPlcHdr"/>
        </w:types>
        <w:behaviors>
          <w:behavior w:val="content"/>
        </w:behaviors>
        <w:guid w:val="{2CB81156-ADFE-446B-9683-3B4C91703747}"/>
      </w:docPartPr>
      <w:docPartBody>
        <w:p w:rsidR="00390200" w:rsidRDefault="00FB4B1C" w:rsidP="00FB4B1C">
          <w:pPr>
            <w:pStyle w:val="0039A90F72C249BD85B8663431832BDB"/>
          </w:pPr>
          <w:r w:rsidRPr="00911A37">
            <w:rPr>
              <w:rStyle w:val="PlaceholderText"/>
            </w:rPr>
            <w:t>Choose an item.</w:t>
          </w:r>
        </w:p>
      </w:docPartBody>
    </w:docPart>
    <w:docPart>
      <w:docPartPr>
        <w:name w:val="88F7A3423F19425EAF636F1FA98D49EA"/>
        <w:category>
          <w:name w:val="General"/>
          <w:gallery w:val="placeholder"/>
        </w:category>
        <w:types>
          <w:type w:val="bbPlcHdr"/>
        </w:types>
        <w:behaviors>
          <w:behavior w:val="content"/>
        </w:behaviors>
        <w:guid w:val="{47FD53BA-B456-45DC-BC46-A8A4D9D875D4}"/>
      </w:docPartPr>
      <w:docPartBody>
        <w:p w:rsidR="00390200" w:rsidRDefault="00FB4B1C" w:rsidP="00FB4B1C">
          <w:pPr>
            <w:pStyle w:val="88F7A3423F19425EAF636F1FA98D49EA"/>
          </w:pPr>
          <w:r w:rsidRPr="00911A37">
            <w:rPr>
              <w:rStyle w:val="PlaceholderText"/>
            </w:rPr>
            <w:t>Choose an item.</w:t>
          </w:r>
        </w:p>
      </w:docPartBody>
    </w:docPart>
    <w:docPart>
      <w:docPartPr>
        <w:name w:val="B2872E6D34F7496DB578E73A027CAF90"/>
        <w:category>
          <w:name w:val="General"/>
          <w:gallery w:val="placeholder"/>
        </w:category>
        <w:types>
          <w:type w:val="bbPlcHdr"/>
        </w:types>
        <w:behaviors>
          <w:behavior w:val="content"/>
        </w:behaviors>
        <w:guid w:val="{BE32EFB1-1059-4F93-8AF7-DB87915FC8E3}"/>
      </w:docPartPr>
      <w:docPartBody>
        <w:p w:rsidR="00390200" w:rsidRDefault="00FB4B1C" w:rsidP="00FB4B1C">
          <w:pPr>
            <w:pStyle w:val="B2872E6D34F7496DB578E73A027CAF90"/>
          </w:pPr>
          <w:r w:rsidRPr="00911A37">
            <w:rPr>
              <w:rStyle w:val="PlaceholderText"/>
            </w:rPr>
            <w:t>Choose an item.</w:t>
          </w:r>
        </w:p>
      </w:docPartBody>
    </w:docPart>
    <w:docPart>
      <w:docPartPr>
        <w:name w:val="47F33C38EFC844F1A566595860999B5A"/>
        <w:category>
          <w:name w:val="General"/>
          <w:gallery w:val="placeholder"/>
        </w:category>
        <w:types>
          <w:type w:val="bbPlcHdr"/>
        </w:types>
        <w:behaviors>
          <w:behavior w:val="content"/>
        </w:behaviors>
        <w:guid w:val="{1F651E31-B800-4A23-A91B-9A739C86497B}"/>
      </w:docPartPr>
      <w:docPartBody>
        <w:p w:rsidR="00390200" w:rsidRDefault="00FB4B1C" w:rsidP="00FB4B1C">
          <w:pPr>
            <w:pStyle w:val="47F33C38EFC844F1A566595860999B5A"/>
          </w:pPr>
          <w:r w:rsidRPr="00911A37">
            <w:rPr>
              <w:rStyle w:val="PlaceholderText"/>
            </w:rPr>
            <w:t>Choose an item.</w:t>
          </w:r>
        </w:p>
      </w:docPartBody>
    </w:docPart>
    <w:docPart>
      <w:docPartPr>
        <w:name w:val="547738EAD41B4567848462044BCC765C"/>
        <w:category>
          <w:name w:val="General"/>
          <w:gallery w:val="placeholder"/>
        </w:category>
        <w:types>
          <w:type w:val="bbPlcHdr"/>
        </w:types>
        <w:behaviors>
          <w:behavior w:val="content"/>
        </w:behaviors>
        <w:guid w:val="{A5F78739-A92F-47C2-92E5-A10C9092DCD0}"/>
      </w:docPartPr>
      <w:docPartBody>
        <w:p w:rsidR="00390200" w:rsidRDefault="00FB4B1C" w:rsidP="00FB4B1C">
          <w:pPr>
            <w:pStyle w:val="547738EAD41B4567848462044BCC765C"/>
          </w:pPr>
          <w:r w:rsidRPr="00911A37">
            <w:rPr>
              <w:rStyle w:val="PlaceholderText"/>
            </w:rPr>
            <w:t>Choose an item.</w:t>
          </w:r>
        </w:p>
      </w:docPartBody>
    </w:docPart>
    <w:docPart>
      <w:docPartPr>
        <w:name w:val="2B4CEAC560AB4220B3C1C7FF50943B8D"/>
        <w:category>
          <w:name w:val="General"/>
          <w:gallery w:val="placeholder"/>
        </w:category>
        <w:types>
          <w:type w:val="bbPlcHdr"/>
        </w:types>
        <w:behaviors>
          <w:behavior w:val="content"/>
        </w:behaviors>
        <w:guid w:val="{B1D689A6-209D-4158-8F3C-53DACC654B9B}"/>
      </w:docPartPr>
      <w:docPartBody>
        <w:p w:rsidR="00390200" w:rsidRDefault="00FB4B1C" w:rsidP="00FB4B1C">
          <w:pPr>
            <w:pStyle w:val="2B4CEAC560AB4220B3C1C7FF50943B8D"/>
          </w:pPr>
          <w:r w:rsidRPr="00911A37">
            <w:rPr>
              <w:rStyle w:val="PlaceholderText"/>
            </w:rPr>
            <w:t>Choose an item.</w:t>
          </w:r>
        </w:p>
      </w:docPartBody>
    </w:docPart>
    <w:docPart>
      <w:docPartPr>
        <w:name w:val="D642D99F746B4753B044AB95E6C3CBF7"/>
        <w:category>
          <w:name w:val="General"/>
          <w:gallery w:val="placeholder"/>
        </w:category>
        <w:types>
          <w:type w:val="bbPlcHdr"/>
        </w:types>
        <w:behaviors>
          <w:behavior w:val="content"/>
        </w:behaviors>
        <w:guid w:val="{C322C31F-FCA3-4D42-8EEF-BAF96B4E4574}"/>
      </w:docPartPr>
      <w:docPartBody>
        <w:p w:rsidR="00390200" w:rsidRDefault="00FB4B1C" w:rsidP="00FB4B1C">
          <w:pPr>
            <w:pStyle w:val="D642D99F746B4753B044AB95E6C3CBF7"/>
          </w:pPr>
          <w:r w:rsidRPr="00911A37">
            <w:rPr>
              <w:rStyle w:val="PlaceholderText"/>
            </w:rPr>
            <w:t>Choose an item.</w:t>
          </w:r>
        </w:p>
      </w:docPartBody>
    </w:docPart>
    <w:docPart>
      <w:docPartPr>
        <w:name w:val="2671EACD1434479EAB0E38DDA6812EB9"/>
        <w:category>
          <w:name w:val="General"/>
          <w:gallery w:val="placeholder"/>
        </w:category>
        <w:types>
          <w:type w:val="bbPlcHdr"/>
        </w:types>
        <w:behaviors>
          <w:behavior w:val="content"/>
        </w:behaviors>
        <w:guid w:val="{1C334CE7-4FD1-4075-AC98-DAB99E8E8AF7}"/>
      </w:docPartPr>
      <w:docPartBody>
        <w:p w:rsidR="00390200" w:rsidRDefault="00FB4B1C" w:rsidP="00FB4B1C">
          <w:pPr>
            <w:pStyle w:val="2671EACD1434479EAB0E38DDA6812EB9"/>
          </w:pPr>
          <w:r w:rsidRPr="00911A37">
            <w:rPr>
              <w:rStyle w:val="PlaceholderText"/>
            </w:rPr>
            <w:t>Choose an item.</w:t>
          </w:r>
        </w:p>
      </w:docPartBody>
    </w:docPart>
    <w:docPart>
      <w:docPartPr>
        <w:name w:val="D040374DF74C4E289A054C173DB96A51"/>
        <w:category>
          <w:name w:val="General"/>
          <w:gallery w:val="placeholder"/>
        </w:category>
        <w:types>
          <w:type w:val="bbPlcHdr"/>
        </w:types>
        <w:behaviors>
          <w:behavior w:val="content"/>
        </w:behaviors>
        <w:guid w:val="{9E0E5780-57E0-4A61-AD90-84076B8C2DCA}"/>
      </w:docPartPr>
      <w:docPartBody>
        <w:p w:rsidR="00390200" w:rsidRDefault="00FB4B1C" w:rsidP="00FB4B1C">
          <w:pPr>
            <w:pStyle w:val="D040374DF74C4E289A054C173DB96A51"/>
          </w:pPr>
          <w:r w:rsidRPr="00911A37">
            <w:rPr>
              <w:rStyle w:val="PlaceholderText"/>
            </w:rPr>
            <w:t>Choose an item.</w:t>
          </w:r>
        </w:p>
      </w:docPartBody>
    </w:docPart>
    <w:docPart>
      <w:docPartPr>
        <w:name w:val="8FDA2937EE1E47EB8AD557EBDDCB6AD7"/>
        <w:category>
          <w:name w:val="General"/>
          <w:gallery w:val="placeholder"/>
        </w:category>
        <w:types>
          <w:type w:val="bbPlcHdr"/>
        </w:types>
        <w:behaviors>
          <w:behavior w:val="content"/>
        </w:behaviors>
        <w:guid w:val="{37BCEFCC-49AB-48C5-8429-FE86EFC92883}"/>
      </w:docPartPr>
      <w:docPartBody>
        <w:p w:rsidR="00390200" w:rsidRDefault="00FB4B1C" w:rsidP="00FB4B1C">
          <w:pPr>
            <w:pStyle w:val="8FDA2937EE1E47EB8AD557EBDDCB6AD7"/>
          </w:pPr>
          <w:r w:rsidRPr="00911A37">
            <w:rPr>
              <w:rStyle w:val="PlaceholderText"/>
            </w:rPr>
            <w:t>Choose an item.</w:t>
          </w:r>
        </w:p>
      </w:docPartBody>
    </w:docPart>
    <w:docPart>
      <w:docPartPr>
        <w:name w:val="69ACBCE6772945F687C783BCD324BEA0"/>
        <w:category>
          <w:name w:val="General"/>
          <w:gallery w:val="placeholder"/>
        </w:category>
        <w:types>
          <w:type w:val="bbPlcHdr"/>
        </w:types>
        <w:behaviors>
          <w:behavior w:val="content"/>
        </w:behaviors>
        <w:guid w:val="{501BD855-6C6B-453B-963D-34FDE4F48D51}"/>
      </w:docPartPr>
      <w:docPartBody>
        <w:p w:rsidR="00390200" w:rsidRDefault="00FB4B1C" w:rsidP="00FB4B1C">
          <w:pPr>
            <w:pStyle w:val="69ACBCE6772945F687C783BCD324BEA0"/>
          </w:pPr>
          <w:r w:rsidRPr="00911A37">
            <w:rPr>
              <w:rStyle w:val="PlaceholderText"/>
            </w:rPr>
            <w:t>Choose an item.</w:t>
          </w:r>
        </w:p>
      </w:docPartBody>
    </w:docPart>
    <w:docPart>
      <w:docPartPr>
        <w:name w:val="83F78F9B5BF6473C83A4FC560D9DAC64"/>
        <w:category>
          <w:name w:val="General"/>
          <w:gallery w:val="placeholder"/>
        </w:category>
        <w:types>
          <w:type w:val="bbPlcHdr"/>
        </w:types>
        <w:behaviors>
          <w:behavior w:val="content"/>
        </w:behaviors>
        <w:guid w:val="{93F20ABD-909F-4823-971B-8C8F404AC309}"/>
      </w:docPartPr>
      <w:docPartBody>
        <w:p w:rsidR="00390200" w:rsidRDefault="00FB4B1C" w:rsidP="00FB4B1C">
          <w:pPr>
            <w:pStyle w:val="83F78F9B5BF6473C83A4FC560D9DAC64"/>
          </w:pPr>
          <w:r w:rsidRPr="00911A37">
            <w:rPr>
              <w:rStyle w:val="PlaceholderText"/>
            </w:rPr>
            <w:t>Choose an item.</w:t>
          </w:r>
        </w:p>
      </w:docPartBody>
    </w:docPart>
    <w:docPart>
      <w:docPartPr>
        <w:name w:val="5D4CF91C62CC42E29D0CB4C9F12F5D58"/>
        <w:category>
          <w:name w:val="General"/>
          <w:gallery w:val="placeholder"/>
        </w:category>
        <w:types>
          <w:type w:val="bbPlcHdr"/>
        </w:types>
        <w:behaviors>
          <w:behavior w:val="content"/>
        </w:behaviors>
        <w:guid w:val="{2FFDC106-B015-467E-A92C-FD6D764EA8CD}"/>
      </w:docPartPr>
      <w:docPartBody>
        <w:p w:rsidR="00390200" w:rsidRDefault="00FB4B1C" w:rsidP="00FB4B1C">
          <w:pPr>
            <w:pStyle w:val="5D4CF91C62CC42E29D0CB4C9F12F5D58"/>
          </w:pPr>
          <w:r w:rsidRPr="00911A37">
            <w:rPr>
              <w:rStyle w:val="PlaceholderText"/>
            </w:rPr>
            <w:t>Choose an item.</w:t>
          </w:r>
        </w:p>
      </w:docPartBody>
    </w:docPart>
    <w:docPart>
      <w:docPartPr>
        <w:name w:val="573B2328DBCA4F259F9CFE01C7109EB5"/>
        <w:category>
          <w:name w:val="General"/>
          <w:gallery w:val="placeholder"/>
        </w:category>
        <w:types>
          <w:type w:val="bbPlcHdr"/>
        </w:types>
        <w:behaviors>
          <w:behavior w:val="content"/>
        </w:behaviors>
        <w:guid w:val="{8B643CAC-E02B-4595-BC5A-F851524F16DF}"/>
      </w:docPartPr>
      <w:docPartBody>
        <w:p w:rsidR="00390200" w:rsidRDefault="00FB4B1C" w:rsidP="00FB4B1C">
          <w:pPr>
            <w:pStyle w:val="573B2328DBCA4F259F9CFE01C7109EB5"/>
          </w:pPr>
          <w:r w:rsidRPr="00911A37">
            <w:rPr>
              <w:rStyle w:val="PlaceholderText"/>
            </w:rPr>
            <w:t>Choose an item.</w:t>
          </w:r>
        </w:p>
      </w:docPartBody>
    </w:docPart>
    <w:docPart>
      <w:docPartPr>
        <w:name w:val="EFE66E4D964D49FF9CB8FC954FAB8989"/>
        <w:category>
          <w:name w:val="General"/>
          <w:gallery w:val="placeholder"/>
        </w:category>
        <w:types>
          <w:type w:val="bbPlcHdr"/>
        </w:types>
        <w:behaviors>
          <w:behavior w:val="content"/>
        </w:behaviors>
        <w:guid w:val="{8E90A563-5938-4B53-82F6-922C6B50F1A6}"/>
      </w:docPartPr>
      <w:docPartBody>
        <w:p w:rsidR="00390200" w:rsidRDefault="00FB4B1C" w:rsidP="00FB4B1C">
          <w:pPr>
            <w:pStyle w:val="EFE66E4D964D49FF9CB8FC954FAB8989"/>
          </w:pPr>
          <w:r w:rsidRPr="00911A37">
            <w:rPr>
              <w:rStyle w:val="PlaceholderText"/>
            </w:rPr>
            <w:t>Choose an item.</w:t>
          </w:r>
        </w:p>
      </w:docPartBody>
    </w:docPart>
    <w:docPart>
      <w:docPartPr>
        <w:name w:val="38790497648E4ED58922A8E864CEE137"/>
        <w:category>
          <w:name w:val="General"/>
          <w:gallery w:val="placeholder"/>
        </w:category>
        <w:types>
          <w:type w:val="bbPlcHdr"/>
        </w:types>
        <w:behaviors>
          <w:behavior w:val="content"/>
        </w:behaviors>
        <w:guid w:val="{E54F64A5-8FAF-407D-95A9-1CBD8FA00A37}"/>
      </w:docPartPr>
      <w:docPartBody>
        <w:p w:rsidR="00390200" w:rsidRDefault="00FB4B1C" w:rsidP="00FB4B1C">
          <w:pPr>
            <w:pStyle w:val="38790497648E4ED58922A8E864CEE137"/>
          </w:pPr>
          <w:r w:rsidRPr="00911A3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arsseit">
    <w:altName w:val="Times New Roman"/>
    <w:charset w:val="00"/>
    <w:family w:val="auto"/>
    <w:pitch w:val="variable"/>
    <w:sig w:usb0="A00000AF" w:usb1="5000204B" w:usb2="00000000" w:usb3="00000000" w:csb0="00000093"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Roboto">
    <w:altName w:val="Arial"/>
    <w:panose1 w:val="02000000000000000000"/>
    <w:charset w:val="00"/>
    <w:family w:val="auto"/>
    <w:pitch w:val="variable"/>
    <w:sig w:usb0="E0000AFF" w:usb1="5000217F" w:usb2="00000021" w:usb3="00000000" w:csb0="000001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007"/>
    <w:rsid w:val="00054F15"/>
    <w:rsid w:val="000673D9"/>
    <w:rsid w:val="0008044B"/>
    <w:rsid w:val="000E0382"/>
    <w:rsid w:val="001246A3"/>
    <w:rsid w:val="001624DD"/>
    <w:rsid w:val="001B0203"/>
    <w:rsid w:val="001B20B4"/>
    <w:rsid w:val="002550A3"/>
    <w:rsid w:val="00260B68"/>
    <w:rsid w:val="002A7AF4"/>
    <w:rsid w:val="002D4E4D"/>
    <w:rsid w:val="002D5509"/>
    <w:rsid w:val="002D6B08"/>
    <w:rsid w:val="00332682"/>
    <w:rsid w:val="00351B44"/>
    <w:rsid w:val="00390200"/>
    <w:rsid w:val="003A11D9"/>
    <w:rsid w:val="003D14F5"/>
    <w:rsid w:val="0041720A"/>
    <w:rsid w:val="00453CEE"/>
    <w:rsid w:val="00525C8E"/>
    <w:rsid w:val="00592A1F"/>
    <w:rsid w:val="005A18A8"/>
    <w:rsid w:val="006423C6"/>
    <w:rsid w:val="00643AF6"/>
    <w:rsid w:val="006D2DFC"/>
    <w:rsid w:val="00726174"/>
    <w:rsid w:val="00762CCF"/>
    <w:rsid w:val="007912E4"/>
    <w:rsid w:val="00791C70"/>
    <w:rsid w:val="00827021"/>
    <w:rsid w:val="00872122"/>
    <w:rsid w:val="00896EAF"/>
    <w:rsid w:val="008A5484"/>
    <w:rsid w:val="00903ACE"/>
    <w:rsid w:val="00914007"/>
    <w:rsid w:val="00974C00"/>
    <w:rsid w:val="009D571E"/>
    <w:rsid w:val="00AC3FEB"/>
    <w:rsid w:val="00AC5348"/>
    <w:rsid w:val="00AD1912"/>
    <w:rsid w:val="00AF426F"/>
    <w:rsid w:val="00B73CB4"/>
    <w:rsid w:val="00BA791C"/>
    <w:rsid w:val="00BD2A83"/>
    <w:rsid w:val="00BE165D"/>
    <w:rsid w:val="00C01572"/>
    <w:rsid w:val="00C645E3"/>
    <w:rsid w:val="00CF7837"/>
    <w:rsid w:val="00D02D3D"/>
    <w:rsid w:val="00D22457"/>
    <w:rsid w:val="00D421AC"/>
    <w:rsid w:val="00DA13B5"/>
    <w:rsid w:val="00DA5973"/>
    <w:rsid w:val="00DA7C0E"/>
    <w:rsid w:val="00DC06E6"/>
    <w:rsid w:val="00DC3DE2"/>
    <w:rsid w:val="00DD1D5E"/>
    <w:rsid w:val="00DF581B"/>
    <w:rsid w:val="00E1766B"/>
    <w:rsid w:val="00EC13E2"/>
    <w:rsid w:val="00F2610B"/>
    <w:rsid w:val="00F34B9E"/>
    <w:rsid w:val="00F413F2"/>
    <w:rsid w:val="00F5478D"/>
    <w:rsid w:val="00FB4280"/>
    <w:rsid w:val="00FB4B1C"/>
    <w:rsid w:val="00FC39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4B1C"/>
    <w:rPr>
      <w:color w:val="808080"/>
    </w:rPr>
  </w:style>
  <w:style w:type="paragraph" w:customStyle="1" w:styleId="B02B759952BC4B108D51D5E2156A0970">
    <w:name w:val="B02B759952BC4B108D51D5E2156A0970"/>
    <w:rsid w:val="00914007"/>
  </w:style>
  <w:style w:type="paragraph" w:customStyle="1" w:styleId="F68C608E3EBD4776AAED400AB4CA2274">
    <w:name w:val="F68C608E3EBD4776AAED400AB4CA2274"/>
    <w:rsid w:val="00914007"/>
  </w:style>
  <w:style w:type="paragraph" w:customStyle="1" w:styleId="FF6302B826044C419ABEB6CAED6E4E32">
    <w:name w:val="FF6302B826044C419ABEB6CAED6E4E32"/>
    <w:rsid w:val="00914007"/>
  </w:style>
  <w:style w:type="paragraph" w:customStyle="1" w:styleId="690AF748356B441CACF04FDD03BDE3DB">
    <w:name w:val="690AF748356B441CACF04FDD03BDE3DB"/>
    <w:rsid w:val="00914007"/>
  </w:style>
  <w:style w:type="paragraph" w:customStyle="1" w:styleId="18FE7237CA1247C4A4FB426DEF57A40D">
    <w:name w:val="18FE7237CA1247C4A4FB426DEF57A40D"/>
    <w:rsid w:val="00914007"/>
  </w:style>
  <w:style w:type="paragraph" w:customStyle="1" w:styleId="C25D1F749C8548B8A21F0289870094AE">
    <w:name w:val="C25D1F749C8548B8A21F0289870094AE"/>
    <w:rsid w:val="00914007"/>
  </w:style>
  <w:style w:type="paragraph" w:customStyle="1" w:styleId="549304CF9D9447B98D5A9A1D1EEB04D0">
    <w:name w:val="549304CF9D9447B98D5A9A1D1EEB04D0"/>
    <w:rsid w:val="00914007"/>
  </w:style>
  <w:style w:type="paragraph" w:customStyle="1" w:styleId="FBC64548EE0C4F1490E1C7C12477B9DD">
    <w:name w:val="FBC64548EE0C4F1490E1C7C12477B9DD"/>
    <w:rsid w:val="00914007"/>
  </w:style>
  <w:style w:type="paragraph" w:customStyle="1" w:styleId="401C912D531E4AC3B7DE532D5702D43D">
    <w:name w:val="401C912D531E4AC3B7DE532D5702D43D"/>
    <w:rsid w:val="00974C00"/>
  </w:style>
  <w:style w:type="paragraph" w:customStyle="1" w:styleId="893604793E764DDA938BA1E2EADD83C8">
    <w:name w:val="893604793E764DDA938BA1E2EADD83C8"/>
    <w:rsid w:val="00F34B9E"/>
  </w:style>
  <w:style w:type="paragraph" w:customStyle="1" w:styleId="2AFABAD5094D4524B3245D6BB1F668F0">
    <w:name w:val="2AFABAD5094D4524B3245D6BB1F668F0"/>
    <w:rsid w:val="00F413F2"/>
  </w:style>
  <w:style w:type="paragraph" w:customStyle="1" w:styleId="D56E17D9258F484592F3FB1816DFCBD3">
    <w:name w:val="D56E17D9258F484592F3FB1816DFCBD3"/>
    <w:rsid w:val="00F413F2"/>
  </w:style>
  <w:style w:type="paragraph" w:customStyle="1" w:styleId="81E942221D874E37B6E1375C14B9D1B7">
    <w:name w:val="81E942221D874E37B6E1375C14B9D1B7"/>
    <w:rsid w:val="00F413F2"/>
  </w:style>
  <w:style w:type="paragraph" w:customStyle="1" w:styleId="F2EFFF0C0FED4EB4920266FB72B74D47">
    <w:name w:val="F2EFFF0C0FED4EB4920266FB72B74D47"/>
    <w:rsid w:val="00F413F2"/>
  </w:style>
  <w:style w:type="paragraph" w:customStyle="1" w:styleId="C7FD64D4BD7E4D0C8EF09A87AC899656">
    <w:name w:val="C7FD64D4BD7E4D0C8EF09A87AC899656"/>
    <w:rsid w:val="00F413F2"/>
  </w:style>
  <w:style w:type="paragraph" w:customStyle="1" w:styleId="E121C6F0BC564189AC07356394793413">
    <w:name w:val="E121C6F0BC564189AC07356394793413"/>
    <w:rsid w:val="00F413F2"/>
  </w:style>
  <w:style w:type="paragraph" w:customStyle="1" w:styleId="91C229A35B684002B75A26F6D43BCD0A">
    <w:name w:val="91C229A35B684002B75A26F6D43BCD0A"/>
    <w:rsid w:val="00F413F2"/>
  </w:style>
  <w:style w:type="paragraph" w:customStyle="1" w:styleId="3030F67A72724F8DA5406F902C6FD143">
    <w:name w:val="3030F67A72724F8DA5406F902C6FD143"/>
    <w:rsid w:val="00F413F2"/>
  </w:style>
  <w:style w:type="paragraph" w:customStyle="1" w:styleId="05C5B09CE2E64F549258DEB9A43F844D">
    <w:name w:val="05C5B09CE2E64F549258DEB9A43F844D"/>
    <w:rsid w:val="00F2610B"/>
  </w:style>
  <w:style w:type="paragraph" w:customStyle="1" w:styleId="D5477A0AF2BA4B30AF67909AF5FF8DAF">
    <w:name w:val="D5477A0AF2BA4B30AF67909AF5FF8DAF"/>
    <w:rsid w:val="00F2610B"/>
  </w:style>
  <w:style w:type="paragraph" w:customStyle="1" w:styleId="21EC8D6742AC43C28003C09F202B545A">
    <w:name w:val="21EC8D6742AC43C28003C09F202B545A"/>
    <w:rsid w:val="00F2610B"/>
  </w:style>
  <w:style w:type="paragraph" w:customStyle="1" w:styleId="F879827083B84BDE996E4172E447D524">
    <w:name w:val="F879827083B84BDE996E4172E447D524"/>
    <w:rsid w:val="00F2610B"/>
  </w:style>
  <w:style w:type="paragraph" w:customStyle="1" w:styleId="6AF53C0B51EA4E848909C1625EA1A506">
    <w:name w:val="6AF53C0B51EA4E848909C1625EA1A506"/>
    <w:rsid w:val="00CF7837"/>
  </w:style>
  <w:style w:type="paragraph" w:customStyle="1" w:styleId="7139921C51534280AE4FAE2E84376A24">
    <w:name w:val="7139921C51534280AE4FAE2E84376A24"/>
    <w:rsid w:val="00CF7837"/>
  </w:style>
  <w:style w:type="paragraph" w:customStyle="1" w:styleId="C84066E3C4314CBDB4DC1B6DF87E3992">
    <w:name w:val="C84066E3C4314CBDB4DC1B6DF87E3992"/>
    <w:rsid w:val="00CF7837"/>
  </w:style>
  <w:style w:type="paragraph" w:customStyle="1" w:styleId="3C455E14F2AB4F7CA2F4889D1723C0D6">
    <w:name w:val="3C455E14F2AB4F7CA2F4889D1723C0D6"/>
    <w:rsid w:val="00260B68"/>
    <w:rPr>
      <w:lang w:val="fr-CA" w:eastAsia="fr-CA"/>
    </w:rPr>
  </w:style>
  <w:style w:type="paragraph" w:customStyle="1" w:styleId="5C2AAE14ADFF4C4F9BBBF52DBF7DCC52">
    <w:name w:val="5C2AAE14ADFF4C4F9BBBF52DBF7DCC52"/>
    <w:rsid w:val="00260B68"/>
    <w:rPr>
      <w:lang w:val="fr-CA" w:eastAsia="fr-CA"/>
    </w:rPr>
  </w:style>
  <w:style w:type="paragraph" w:customStyle="1" w:styleId="818E4AA2ED04418F9C87A7E21EFC17B2">
    <w:name w:val="818E4AA2ED04418F9C87A7E21EFC17B2"/>
    <w:rsid w:val="00260B68"/>
    <w:rPr>
      <w:lang w:val="fr-CA" w:eastAsia="fr-CA"/>
    </w:rPr>
  </w:style>
  <w:style w:type="paragraph" w:customStyle="1" w:styleId="7BA33F70AD72445AAF8FED1C0A8C0467">
    <w:name w:val="7BA33F70AD72445AAF8FED1C0A8C0467"/>
    <w:rsid w:val="00260B68"/>
    <w:rPr>
      <w:lang w:val="fr-CA" w:eastAsia="fr-CA"/>
    </w:rPr>
  </w:style>
  <w:style w:type="paragraph" w:customStyle="1" w:styleId="54163D0215A040CB9E99EA2C8ED6DCF3">
    <w:name w:val="54163D0215A040CB9E99EA2C8ED6DCF3"/>
    <w:rsid w:val="00260B68"/>
    <w:rPr>
      <w:lang w:val="fr-CA" w:eastAsia="fr-CA"/>
    </w:rPr>
  </w:style>
  <w:style w:type="paragraph" w:customStyle="1" w:styleId="0B90E354AD0D4EF5B8A4DE5614F274E7">
    <w:name w:val="0B90E354AD0D4EF5B8A4DE5614F274E7"/>
    <w:rsid w:val="00260B68"/>
    <w:rPr>
      <w:lang w:val="fr-CA" w:eastAsia="fr-CA"/>
    </w:rPr>
  </w:style>
  <w:style w:type="paragraph" w:customStyle="1" w:styleId="0DED4CAA6AF34B2684F8CEECED8C8279">
    <w:name w:val="0DED4CAA6AF34B2684F8CEECED8C8279"/>
    <w:rsid w:val="00260B68"/>
    <w:rPr>
      <w:lang w:val="fr-CA" w:eastAsia="fr-CA"/>
    </w:rPr>
  </w:style>
  <w:style w:type="paragraph" w:customStyle="1" w:styleId="A68184DD588C404D978CC2949F1F46E3">
    <w:name w:val="A68184DD588C404D978CC2949F1F46E3"/>
    <w:rsid w:val="00260B68"/>
    <w:rPr>
      <w:lang w:val="fr-CA" w:eastAsia="fr-CA"/>
    </w:rPr>
  </w:style>
  <w:style w:type="paragraph" w:customStyle="1" w:styleId="98A5F651720A4044BA9FE71D9CF98128">
    <w:name w:val="98A5F651720A4044BA9FE71D9CF98128"/>
    <w:rsid w:val="00260B68"/>
    <w:rPr>
      <w:lang w:val="fr-CA" w:eastAsia="fr-CA"/>
    </w:rPr>
  </w:style>
  <w:style w:type="paragraph" w:customStyle="1" w:styleId="69D954A1346B437B97B79947C21C6E54">
    <w:name w:val="69D954A1346B437B97B79947C21C6E54"/>
    <w:rsid w:val="00260B68"/>
    <w:rPr>
      <w:lang w:val="fr-CA" w:eastAsia="fr-CA"/>
    </w:rPr>
  </w:style>
  <w:style w:type="paragraph" w:customStyle="1" w:styleId="875E2EE8C04A4F60B273FD193CC217B0">
    <w:name w:val="875E2EE8C04A4F60B273FD193CC217B0"/>
    <w:rsid w:val="00260B68"/>
    <w:rPr>
      <w:lang w:val="fr-CA" w:eastAsia="fr-CA"/>
    </w:rPr>
  </w:style>
  <w:style w:type="paragraph" w:customStyle="1" w:styleId="E51FEE03B3DD48A4B536AFDE039A2D27">
    <w:name w:val="E51FEE03B3DD48A4B536AFDE039A2D27"/>
    <w:rsid w:val="00260B68"/>
    <w:rPr>
      <w:lang w:val="fr-CA" w:eastAsia="fr-CA"/>
    </w:rPr>
  </w:style>
  <w:style w:type="paragraph" w:customStyle="1" w:styleId="122CB3C044DC42E882B758E37A32E6AD">
    <w:name w:val="122CB3C044DC42E882B758E37A32E6AD"/>
    <w:rsid w:val="00260B68"/>
    <w:rPr>
      <w:lang w:val="fr-CA" w:eastAsia="fr-CA"/>
    </w:rPr>
  </w:style>
  <w:style w:type="paragraph" w:customStyle="1" w:styleId="56E6F62D938F48AA9C7AED60B041219A">
    <w:name w:val="56E6F62D938F48AA9C7AED60B041219A"/>
    <w:rsid w:val="00260B68"/>
    <w:rPr>
      <w:lang w:val="fr-CA" w:eastAsia="fr-CA"/>
    </w:rPr>
  </w:style>
  <w:style w:type="paragraph" w:customStyle="1" w:styleId="16EDD7AF71E74B8E8C023F7EF9A951FC">
    <w:name w:val="16EDD7AF71E74B8E8C023F7EF9A951FC"/>
    <w:rsid w:val="00260B68"/>
    <w:rPr>
      <w:lang w:val="fr-CA" w:eastAsia="fr-CA"/>
    </w:rPr>
  </w:style>
  <w:style w:type="paragraph" w:customStyle="1" w:styleId="A20D1CBD73714865B0D9FF28778D5B69">
    <w:name w:val="A20D1CBD73714865B0D9FF28778D5B69"/>
    <w:rsid w:val="00260B68"/>
    <w:rPr>
      <w:lang w:val="fr-CA" w:eastAsia="fr-CA"/>
    </w:rPr>
  </w:style>
  <w:style w:type="paragraph" w:customStyle="1" w:styleId="A6450E7FFD024C59A83543D263106B31">
    <w:name w:val="A6450E7FFD024C59A83543D263106B31"/>
    <w:rsid w:val="00260B68"/>
    <w:rPr>
      <w:lang w:val="fr-CA" w:eastAsia="fr-CA"/>
    </w:rPr>
  </w:style>
  <w:style w:type="paragraph" w:customStyle="1" w:styleId="5A43FB1DE2D345ABAC05DB335544EEFC">
    <w:name w:val="5A43FB1DE2D345ABAC05DB335544EEFC"/>
    <w:rsid w:val="00260B68"/>
    <w:rPr>
      <w:lang w:val="fr-CA" w:eastAsia="fr-CA"/>
    </w:rPr>
  </w:style>
  <w:style w:type="paragraph" w:customStyle="1" w:styleId="15014522FFEA41EAB95907685C4C6FBC">
    <w:name w:val="15014522FFEA41EAB95907685C4C6FBC"/>
    <w:rsid w:val="00260B68"/>
    <w:rPr>
      <w:lang w:val="fr-CA" w:eastAsia="fr-CA"/>
    </w:rPr>
  </w:style>
  <w:style w:type="paragraph" w:customStyle="1" w:styleId="2DDC866EB0A84A33BAE291BF4ABC6915">
    <w:name w:val="2DDC866EB0A84A33BAE291BF4ABC6915"/>
    <w:rsid w:val="00260B68"/>
    <w:rPr>
      <w:lang w:val="fr-CA" w:eastAsia="fr-CA"/>
    </w:rPr>
  </w:style>
  <w:style w:type="paragraph" w:customStyle="1" w:styleId="E6A7188951A94252988476715CA576A4">
    <w:name w:val="E6A7188951A94252988476715CA576A4"/>
    <w:rsid w:val="00260B68"/>
    <w:rPr>
      <w:lang w:val="fr-CA" w:eastAsia="fr-CA"/>
    </w:rPr>
  </w:style>
  <w:style w:type="paragraph" w:customStyle="1" w:styleId="6412F0D8BBE34BB79E050418027B704C">
    <w:name w:val="6412F0D8BBE34BB79E050418027B704C"/>
    <w:rsid w:val="00260B68"/>
    <w:rPr>
      <w:lang w:val="fr-CA" w:eastAsia="fr-CA"/>
    </w:rPr>
  </w:style>
  <w:style w:type="paragraph" w:customStyle="1" w:styleId="997509351B3049BD9A405C4EB4046F2C">
    <w:name w:val="997509351B3049BD9A405C4EB4046F2C"/>
    <w:rsid w:val="00260B68"/>
    <w:rPr>
      <w:lang w:val="fr-CA" w:eastAsia="fr-CA"/>
    </w:rPr>
  </w:style>
  <w:style w:type="paragraph" w:customStyle="1" w:styleId="3780AF45BEB84AF58EBD62D820DBA93D">
    <w:name w:val="3780AF45BEB84AF58EBD62D820DBA93D"/>
    <w:rsid w:val="00260B68"/>
    <w:rPr>
      <w:lang w:val="fr-CA" w:eastAsia="fr-CA"/>
    </w:rPr>
  </w:style>
  <w:style w:type="paragraph" w:customStyle="1" w:styleId="7CC4A52DB215478DB2D7D09B02A40D65">
    <w:name w:val="7CC4A52DB215478DB2D7D09B02A40D65"/>
    <w:rsid w:val="00260B68"/>
    <w:rPr>
      <w:lang w:val="fr-CA" w:eastAsia="fr-CA"/>
    </w:rPr>
  </w:style>
  <w:style w:type="paragraph" w:customStyle="1" w:styleId="0EE97D059AB74CCE88984A861EAD2425">
    <w:name w:val="0EE97D059AB74CCE88984A861EAD2425"/>
    <w:rsid w:val="00260B68"/>
    <w:rPr>
      <w:lang w:val="fr-CA" w:eastAsia="fr-CA"/>
    </w:rPr>
  </w:style>
  <w:style w:type="paragraph" w:customStyle="1" w:styleId="26E9A2D4DCD74349A9CEDF49D12F360F">
    <w:name w:val="26E9A2D4DCD74349A9CEDF49D12F360F"/>
    <w:rsid w:val="00260B68"/>
    <w:rPr>
      <w:lang w:val="fr-CA" w:eastAsia="fr-CA"/>
    </w:rPr>
  </w:style>
  <w:style w:type="paragraph" w:customStyle="1" w:styleId="B2CDC29B66424AB58199544CE7EB3781">
    <w:name w:val="B2CDC29B66424AB58199544CE7EB3781"/>
    <w:rsid w:val="00260B68"/>
    <w:rPr>
      <w:lang w:val="fr-CA" w:eastAsia="fr-CA"/>
    </w:rPr>
  </w:style>
  <w:style w:type="paragraph" w:customStyle="1" w:styleId="36AAB91E50534F22B48CD4E074F2EC5D">
    <w:name w:val="36AAB91E50534F22B48CD4E074F2EC5D"/>
    <w:rsid w:val="00260B68"/>
    <w:rPr>
      <w:lang w:val="fr-CA" w:eastAsia="fr-CA"/>
    </w:rPr>
  </w:style>
  <w:style w:type="paragraph" w:customStyle="1" w:styleId="A0CB8BA56FA2469D992B6809E30B6091">
    <w:name w:val="A0CB8BA56FA2469D992B6809E30B6091"/>
    <w:rsid w:val="00260B68"/>
    <w:rPr>
      <w:lang w:val="fr-CA" w:eastAsia="fr-CA"/>
    </w:rPr>
  </w:style>
  <w:style w:type="paragraph" w:customStyle="1" w:styleId="738924FAFC164C5BAA851366FF070B04">
    <w:name w:val="738924FAFC164C5BAA851366FF070B04"/>
    <w:rsid w:val="00260B68"/>
    <w:rPr>
      <w:lang w:val="fr-CA" w:eastAsia="fr-CA"/>
    </w:rPr>
  </w:style>
  <w:style w:type="paragraph" w:customStyle="1" w:styleId="64ED2C16382B41E5AEDEF175A25AD0E6">
    <w:name w:val="64ED2C16382B41E5AEDEF175A25AD0E6"/>
    <w:rsid w:val="00260B68"/>
    <w:rPr>
      <w:lang w:val="fr-CA" w:eastAsia="fr-CA"/>
    </w:rPr>
  </w:style>
  <w:style w:type="paragraph" w:customStyle="1" w:styleId="28D4686F41E3413A8C856DD3E528EB5F">
    <w:name w:val="28D4686F41E3413A8C856DD3E528EB5F"/>
    <w:rsid w:val="00260B68"/>
    <w:rPr>
      <w:lang w:val="fr-CA" w:eastAsia="fr-CA"/>
    </w:rPr>
  </w:style>
  <w:style w:type="paragraph" w:customStyle="1" w:styleId="484A9D188F744EACA4A191C2AEB9D2D1">
    <w:name w:val="484A9D188F744EACA4A191C2AEB9D2D1"/>
    <w:rsid w:val="00260B68"/>
    <w:rPr>
      <w:lang w:val="fr-CA" w:eastAsia="fr-CA"/>
    </w:rPr>
  </w:style>
  <w:style w:type="paragraph" w:customStyle="1" w:styleId="BCE8AE5A79B34C3AA752D70FD7EB7CE2">
    <w:name w:val="BCE8AE5A79B34C3AA752D70FD7EB7CE2"/>
    <w:rsid w:val="00260B68"/>
    <w:rPr>
      <w:lang w:val="fr-CA" w:eastAsia="fr-CA"/>
    </w:rPr>
  </w:style>
  <w:style w:type="paragraph" w:customStyle="1" w:styleId="91820CDF879E4FBDB317053EA00755EA">
    <w:name w:val="91820CDF879E4FBDB317053EA00755EA"/>
    <w:rsid w:val="00260B68"/>
    <w:rPr>
      <w:lang w:val="fr-CA" w:eastAsia="fr-CA"/>
    </w:rPr>
  </w:style>
  <w:style w:type="paragraph" w:customStyle="1" w:styleId="9437088A6214465991FAF0CCF5BB1509">
    <w:name w:val="9437088A6214465991FAF0CCF5BB1509"/>
    <w:rsid w:val="00260B68"/>
    <w:rPr>
      <w:lang w:val="fr-CA" w:eastAsia="fr-CA"/>
    </w:rPr>
  </w:style>
  <w:style w:type="paragraph" w:customStyle="1" w:styleId="BDFAAC2632E84475A6016F2D7E7168B5">
    <w:name w:val="BDFAAC2632E84475A6016F2D7E7168B5"/>
    <w:rsid w:val="00260B68"/>
    <w:rPr>
      <w:lang w:val="fr-CA" w:eastAsia="fr-CA"/>
    </w:rPr>
  </w:style>
  <w:style w:type="paragraph" w:customStyle="1" w:styleId="999F4D123C964D34A9FADE6C5E3A919B">
    <w:name w:val="999F4D123C964D34A9FADE6C5E3A919B"/>
    <w:rsid w:val="00260B68"/>
    <w:rPr>
      <w:lang w:val="fr-CA" w:eastAsia="fr-CA"/>
    </w:rPr>
  </w:style>
  <w:style w:type="paragraph" w:customStyle="1" w:styleId="58349DEDF93E4BBE814B69F65934355A">
    <w:name w:val="58349DEDF93E4BBE814B69F65934355A"/>
    <w:rsid w:val="00260B68"/>
    <w:rPr>
      <w:lang w:val="fr-CA" w:eastAsia="fr-CA"/>
    </w:rPr>
  </w:style>
  <w:style w:type="paragraph" w:customStyle="1" w:styleId="71212EBB265349DC9C05F596DB991DF6">
    <w:name w:val="71212EBB265349DC9C05F596DB991DF6"/>
    <w:rsid w:val="00C01572"/>
    <w:rPr>
      <w:lang w:val="en-US" w:eastAsia="en-US"/>
    </w:rPr>
  </w:style>
  <w:style w:type="paragraph" w:customStyle="1" w:styleId="7CE059855AE244AF9F42577974F86035">
    <w:name w:val="7CE059855AE244AF9F42577974F86035"/>
    <w:rsid w:val="00C01572"/>
    <w:rPr>
      <w:lang w:val="en-US" w:eastAsia="en-US"/>
    </w:rPr>
  </w:style>
  <w:style w:type="paragraph" w:customStyle="1" w:styleId="09A9A0BD07074AC3B27CC3B1EB52E29E">
    <w:name w:val="09A9A0BD07074AC3B27CC3B1EB52E29E"/>
    <w:rsid w:val="00C01572"/>
    <w:rPr>
      <w:lang w:val="en-US" w:eastAsia="en-US"/>
    </w:rPr>
  </w:style>
  <w:style w:type="paragraph" w:customStyle="1" w:styleId="67D9FF71BA744B21B3E8C0CFF4D88717">
    <w:name w:val="67D9FF71BA744B21B3E8C0CFF4D88717"/>
    <w:rsid w:val="00C01572"/>
    <w:rPr>
      <w:lang w:val="en-US" w:eastAsia="en-US"/>
    </w:rPr>
  </w:style>
  <w:style w:type="paragraph" w:customStyle="1" w:styleId="C0C7F055FEC942A8B8FD2BEE2ECD0AD9">
    <w:name w:val="C0C7F055FEC942A8B8FD2BEE2ECD0AD9"/>
    <w:rsid w:val="00C01572"/>
    <w:rPr>
      <w:lang w:val="en-US" w:eastAsia="en-US"/>
    </w:rPr>
  </w:style>
  <w:style w:type="paragraph" w:customStyle="1" w:styleId="1EEC16857C0B4DBBAB78CFC59B05D983">
    <w:name w:val="1EEC16857C0B4DBBAB78CFC59B05D983"/>
    <w:rsid w:val="00C01572"/>
    <w:rPr>
      <w:lang w:val="en-US" w:eastAsia="en-US"/>
    </w:rPr>
  </w:style>
  <w:style w:type="paragraph" w:customStyle="1" w:styleId="A71009F6C0A245488F476F0A79F80674">
    <w:name w:val="A71009F6C0A245488F476F0A79F80674"/>
    <w:rsid w:val="00C01572"/>
    <w:rPr>
      <w:lang w:val="en-US" w:eastAsia="en-US"/>
    </w:rPr>
  </w:style>
  <w:style w:type="paragraph" w:customStyle="1" w:styleId="73213E94BAF848E6A6542A9323E51627">
    <w:name w:val="73213E94BAF848E6A6542A9323E51627"/>
    <w:rsid w:val="00C01572"/>
    <w:rPr>
      <w:lang w:val="en-US" w:eastAsia="en-US"/>
    </w:rPr>
  </w:style>
  <w:style w:type="paragraph" w:customStyle="1" w:styleId="35814598B9194576A5DA12674D63BD8E">
    <w:name w:val="35814598B9194576A5DA12674D63BD8E"/>
    <w:rsid w:val="00C01572"/>
    <w:rPr>
      <w:lang w:val="en-US" w:eastAsia="en-US"/>
    </w:rPr>
  </w:style>
  <w:style w:type="paragraph" w:customStyle="1" w:styleId="C4C42B84F81442E69DE1EA04AE4B6613">
    <w:name w:val="C4C42B84F81442E69DE1EA04AE4B6613"/>
    <w:rsid w:val="00C01572"/>
    <w:rPr>
      <w:lang w:val="en-US" w:eastAsia="en-US"/>
    </w:rPr>
  </w:style>
  <w:style w:type="paragraph" w:customStyle="1" w:styleId="F4EC989B49154454B16ECFF7E46DAD59">
    <w:name w:val="F4EC989B49154454B16ECFF7E46DAD59"/>
    <w:rsid w:val="00C01572"/>
    <w:rPr>
      <w:lang w:val="en-US" w:eastAsia="en-US"/>
    </w:rPr>
  </w:style>
  <w:style w:type="paragraph" w:customStyle="1" w:styleId="A6E8A7DC57514FB990F9D69A3FD9C66C">
    <w:name w:val="A6E8A7DC57514FB990F9D69A3FD9C66C"/>
    <w:rsid w:val="008A5484"/>
    <w:rPr>
      <w:lang w:val="fr-CA" w:eastAsia="fr-CA"/>
    </w:rPr>
  </w:style>
  <w:style w:type="paragraph" w:customStyle="1" w:styleId="EC17C8B115BC46159B4084531439378D">
    <w:name w:val="EC17C8B115BC46159B4084531439378D"/>
    <w:rsid w:val="008A5484"/>
    <w:rPr>
      <w:lang w:val="fr-CA" w:eastAsia="fr-CA"/>
    </w:rPr>
  </w:style>
  <w:style w:type="paragraph" w:customStyle="1" w:styleId="082D92D0CD90480F8768118CDF582CD4">
    <w:name w:val="082D92D0CD90480F8768118CDF582CD4"/>
    <w:rsid w:val="008A5484"/>
    <w:rPr>
      <w:lang w:val="fr-CA" w:eastAsia="fr-CA"/>
    </w:rPr>
  </w:style>
  <w:style w:type="paragraph" w:customStyle="1" w:styleId="F88ED0DB6423460F84F0811A0A409B91">
    <w:name w:val="F88ED0DB6423460F84F0811A0A409B91"/>
    <w:rsid w:val="008A5484"/>
    <w:rPr>
      <w:lang w:val="fr-CA" w:eastAsia="fr-CA"/>
    </w:rPr>
  </w:style>
  <w:style w:type="paragraph" w:customStyle="1" w:styleId="A54926FE5291401BAC5646592CAFB393">
    <w:name w:val="A54926FE5291401BAC5646592CAFB393"/>
    <w:rsid w:val="008A5484"/>
    <w:rPr>
      <w:lang w:val="fr-CA" w:eastAsia="fr-CA"/>
    </w:rPr>
  </w:style>
  <w:style w:type="paragraph" w:customStyle="1" w:styleId="88ECF6B10F4A4085AFABD15F371AD7A4">
    <w:name w:val="88ECF6B10F4A4085AFABD15F371AD7A4"/>
    <w:rsid w:val="008A5484"/>
    <w:rPr>
      <w:lang w:val="fr-CA" w:eastAsia="fr-CA"/>
    </w:rPr>
  </w:style>
  <w:style w:type="paragraph" w:customStyle="1" w:styleId="3945EC5670B84A56961B79E873DA84AE">
    <w:name w:val="3945EC5670B84A56961B79E873DA84AE"/>
    <w:rsid w:val="008A5484"/>
    <w:rPr>
      <w:lang w:val="fr-CA" w:eastAsia="fr-CA"/>
    </w:rPr>
  </w:style>
  <w:style w:type="paragraph" w:customStyle="1" w:styleId="A705731FA6274050958F57381F1ECB8A">
    <w:name w:val="A705731FA6274050958F57381F1ECB8A"/>
    <w:rsid w:val="008A5484"/>
    <w:rPr>
      <w:lang w:val="fr-CA" w:eastAsia="fr-CA"/>
    </w:rPr>
  </w:style>
  <w:style w:type="paragraph" w:customStyle="1" w:styleId="46EDA616ABD4465F8D4394DA7375B977">
    <w:name w:val="46EDA616ABD4465F8D4394DA7375B977"/>
    <w:rsid w:val="008A5484"/>
    <w:rPr>
      <w:lang w:val="fr-CA" w:eastAsia="fr-CA"/>
    </w:rPr>
  </w:style>
  <w:style w:type="paragraph" w:customStyle="1" w:styleId="168726767B374691ACAF971C3014F76D">
    <w:name w:val="168726767B374691ACAF971C3014F76D"/>
    <w:rsid w:val="008A5484"/>
    <w:rPr>
      <w:lang w:val="fr-CA" w:eastAsia="fr-CA"/>
    </w:rPr>
  </w:style>
  <w:style w:type="paragraph" w:customStyle="1" w:styleId="E802183116A24998AD2431DD0FE8DEE1">
    <w:name w:val="E802183116A24998AD2431DD0FE8DEE1"/>
    <w:rsid w:val="008A5484"/>
    <w:rPr>
      <w:lang w:val="fr-CA" w:eastAsia="fr-CA"/>
    </w:rPr>
  </w:style>
  <w:style w:type="paragraph" w:customStyle="1" w:styleId="03283843E3FA47F9A633ECB8E661780E">
    <w:name w:val="03283843E3FA47F9A633ECB8E661780E"/>
    <w:rsid w:val="008A5484"/>
    <w:rPr>
      <w:lang w:val="fr-CA" w:eastAsia="fr-CA"/>
    </w:rPr>
  </w:style>
  <w:style w:type="paragraph" w:customStyle="1" w:styleId="846510A41E0640F6A9F5A7F587904D66">
    <w:name w:val="846510A41E0640F6A9F5A7F587904D66"/>
    <w:rsid w:val="008A5484"/>
    <w:rPr>
      <w:lang w:val="fr-CA" w:eastAsia="fr-CA"/>
    </w:rPr>
  </w:style>
  <w:style w:type="paragraph" w:customStyle="1" w:styleId="9C4550EA5D9647F49F8BD836EA0879DE">
    <w:name w:val="9C4550EA5D9647F49F8BD836EA0879DE"/>
    <w:rsid w:val="008A5484"/>
    <w:rPr>
      <w:lang w:val="fr-CA" w:eastAsia="fr-CA"/>
    </w:rPr>
  </w:style>
  <w:style w:type="paragraph" w:customStyle="1" w:styleId="645ACEA2917F4180AD99D625EA6FDE87">
    <w:name w:val="645ACEA2917F4180AD99D625EA6FDE87"/>
    <w:rsid w:val="008A5484"/>
    <w:rPr>
      <w:lang w:val="fr-CA" w:eastAsia="fr-CA"/>
    </w:rPr>
  </w:style>
  <w:style w:type="paragraph" w:customStyle="1" w:styleId="CC310808495A44839275DDD2C2DAF6D7">
    <w:name w:val="CC310808495A44839275DDD2C2DAF6D7"/>
    <w:rsid w:val="008A5484"/>
    <w:rPr>
      <w:lang w:val="fr-CA" w:eastAsia="fr-CA"/>
    </w:rPr>
  </w:style>
  <w:style w:type="paragraph" w:customStyle="1" w:styleId="1E57D3D8D3F549C7AF95ED1C13C520C0">
    <w:name w:val="1E57D3D8D3F549C7AF95ED1C13C520C0"/>
    <w:rsid w:val="008A5484"/>
    <w:rPr>
      <w:lang w:val="fr-CA" w:eastAsia="fr-CA"/>
    </w:rPr>
  </w:style>
  <w:style w:type="paragraph" w:customStyle="1" w:styleId="A0824BBE321A47429DF6B901C7F0B12E">
    <w:name w:val="A0824BBE321A47429DF6B901C7F0B12E"/>
    <w:rsid w:val="008A5484"/>
    <w:rPr>
      <w:lang w:val="fr-CA" w:eastAsia="fr-CA"/>
    </w:rPr>
  </w:style>
  <w:style w:type="paragraph" w:customStyle="1" w:styleId="CAE1672D46CF4C4DB2AACEF8EA30160A">
    <w:name w:val="CAE1672D46CF4C4DB2AACEF8EA30160A"/>
    <w:rsid w:val="008A5484"/>
    <w:rPr>
      <w:lang w:val="fr-CA" w:eastAsia="fr-CA"/>
    </w:rPr>
  </w:style>
  <w:style w:type="paragraph" w:customStyle="1" w:styleId="662E4530D1374764829E58A507F794F8">
    <w:name w:val="662E4530D1374764829E58A507F794F8"/>
    <w:rsid w:val="008A5484"/>
    <w:rPr>
      <w:lang w:val="fr-CA" w:eastAsia="fr-CA"/>
    </w:rPr>
  </w:style>
  <w:style w:type="paragraph" w:customStyle="1" w:styleId="8456797D1CCD47AAA192E83B3CB32CAA">
    <w:name w:val="8456797D1CCD47AAA192E83B3CB32CAA"/>
    <w:rsid w:val="008A5484"/>
    <w:rPr>
      <w:lang w:val="fr-CA" w:eastAsia="fr-CA"/>
    </w:rPr>
  </w:style>
  <w:style w:type="paragraph" w:customStyle="1" w:styleId="304D969326DA467BBFFF493A1D21C634">
    <w:name w:val="304D969326DA467BBFFF493A1D21C634"/>
    <w:rsid w:val="008A5484"/>
    <w:rPr>
      <w:lang w:val="fr-CA" w:eastAsia="fr-CA"/>
    </w:rPr>
  </w:style>
  <w:style w:type="paragraph" w:customStyle="1" w:styleId="E9FFDAF1799C4076B359D8CC641F2FC9">
    <w:name w:val="E9FFDAF1799C4076B359D8CC641F2FC9"/>
    <w:rsid w:val="008A5484"/>
    <w:rPr>
      <w:lang w:val="fr-CA" w:eastAsia="fr-CA"/>
    </w:rPr>
  </w:style>
  <w:style w:type="paragraph" w:customStyle="1" w:styleId="C2F8A20441864F2295F5ACAD08388971">
    <w:name w:val="C2F8A20441864F2295F5ACAD08388971"/>
    <w:rsid w:val="008A5484"/>
    <w:rPr>
      <w:lang w:val="fr-CA" w:eastAsia="fr-CA"/>
    </w:rPr>
  </w:style>
  <w:style w:type="paragraph" w:customStyle="1" w:styleId="8675D04C16F7487F95C1031D227C5B6E">
    <w:name w:val="8675D04C16F7487F95C1031D227C5B6E"/>
    <w:rsid w:val="008A5484"/>
    <w:rPr>
      <w:lang w:val="fr-CA" w:eastAsia="fr-CA"/>
    </w:rPr>
  </w:style>
  <w:style w:type="paragraph" w:customStyle="1" w:styleId="EDCFF107E0964C8CAB852B6557648250">
    <w:name w:val="EDCFF107E0964C8CAB852B6557648250"/>
    <w:rsid w:val="008A5484"/>
    <w:rPr>
      <w:lang w:val="fr-CA" w:eastAsia="fr-CA"/>
    </w:rPr>
  </w:style>
  <w:style w:type="paragraph" w:customStyle="1" w:styleId="D9CC041871BF4238826CC12A1841855E">
    <w:name w:val="D9CC041871BF4238826CC12A1841855E"/>
    <w:rsid w:val="008A5484"/>
    <w:rPr>
      <w:lang w:val="fr-CA" w:eastAsia="fr-CA"/>
    </w:rPr>
  </w:style>
  <w:style w:type="paragraph" w:customStyle="1" w:styleId="7CD6D00F3E7446C8BEC2B7FDCEB1F960">
    <w:name w:val="7CD6D00F3E7446C8BEC2B7FDCEB1F960"/>
    <w:rsid w:val="008A5484"/>
    <w:rPr>
      <w:lang w:val="fr-CA" w:eastAsia="fr-CA"/>
    </w:rPr>
  </w:style>
  <w:style w:type="paragraph" w:customStyle="1" w:styleId="CC858D9CE51245479F057EFE228FCA35">
    <w:name w:val="CC858D9CE51245479F057EFE228FCA35"/>
    <w:rsid w:val="008A5484"/>
    <w:rPr>
      <w:lang w:val="fr-CA" w:eastAsia="fr-CA"/>
    </w:rPr>
  </w:style>
  <w:style w:type="paragraph" w:customStyle="1" w:styleId="6DDEC23225CC45EAA3F738C900F185F2">
    <w:name w:val="6DDEC23225CC45EAA3F738C900F185F2"/>
    <w:rsid w:val="008A5484"/>
    <w:rPr>
      <w:lang w:val="fr-CA" w:eastAsia="fr-CA"/>
    </w:rPr>
  </w:style>
  <w:style w:type="paragraph" w:customStyle="1" w:styleId="6D67EC01A3584C6F950C449A559B795D">
    <w:name w:val="6D67EC01A3584C6F950C449A559B795D"/>
    <w:rsid w:val="008A5484"/>
    <w:rPr>
      <w:lang w:val="fr-CA" w:eastAsia="fr-CA"/>
    </w:rPr>
  </w:style>
  <w:style w:type="paragraph" w:customStyle="1" w:styleId="DB1AF8098D6E4A899E334433C45AAD10">
    <w:name w:val="DB1AF8098D6E4A899E334433C45AAD10"/>
    <w:rsid w:val="008A5484"/>
    <w:rPr>
      <w:lang w:val="fr-CA" w:eastAsia="fr-CA"/>
    </w:rPr>
  </w:style>
  <w:style w:type="paragraph" w:customStyle="1" w:styleId="791497F207484E068881C11AFE918411">
    <w:name w:val="791497F207484E068881C11AFE918411"/>
    <w:rsid w:val="008A5484"/>
    <w:rPr>
      <w:lang w:val="fr-CA" w:eastAsia="fr-CA"/>
    </w:rPr>
  </w:style>
  <w:style w:type="paragraph" w:customStyle="1" w:styleId="2B41FE7FFB1F4E06A8A1AD3D2BEA947D">
    <w:name w:val="2B41FE7FFB1F4E06A8A1AD3D2BEA947D"/>
    <w:rsid w:val="008A5484"/>
    <w:rPr>
      <w:lang w:val="fr-CA" w:eastAsia="fr-CA"/>
    </w:rPr>
  </w:style>
  <w:style w:type="paragraph" w:customStyle="1" w:styleId="76F3FECD5771412991AC410CD4941003">
    <w:name w:val="76F3FECD5771412991AC410CD4941003"/>
    <w:rsid w:val="008A5484"/>
    <w:rPr>
      <w:lang w:val="fr-CA" w:eastAsia="fr-CA"/>
    </w:rPr>
  </w:style>
  <w:style w:type="paragraph" w:customStyle="1" w:styleId="15A5D818CAEC4C1CA167053CCC7F1C94">
    <w:name w:val="15A5D818CAEC4C1CA167053CCC7F1C94"/>
    <w:rsid w:val="008A5484"/>
    <w:rPr>
      <w:lang w:val="fr-CA" w:eastAsia="fr-CA"/>
    </w:rPr>
  </w:style>
  <w:style w:type="paragraph" w:customStyle="1" w:styleId="892339D15A754A5BA8B95F39C288B167">
    <w:name w:val="892339D15A754A5BA8B95F39C288B167"/>
    <w:rsid w:val="008A5484"/>
    <w:rPr>
      <w:lang w:val="fr-CA" w:eastAsia="fr-CA"/>
    </w:rPr>
  </w:style>
  <w:style w:type="paragraph" w:customStyle="1" w:styleId="EA79A3D7E08A447BAE1A937267B3F7A8">
    <w:name w:val="EA79A3D7E08A447BAE1A937267B3F7A8"/>
    <w:rsid w:val="008A5484"/>
    <w:rPr>
      <w:lang w:val="fr-CA" w:eastAsia="fr-CA"/>
    </w:rPr>
  </w:style>
  <w:style w:type="paragraph" w:customStyle="1" w:styleId="240034F012D245B4B9DB9124F249E1EA">
    <w:name w:val="240034F012D245B4B9DB9124F249E1EA"/>
    <w:rsid w:val="001B20B4"/>
    <w:rPr>
      <w:lang w:val="fr-CA" w:eastAsia="fr-CA"/>
    </w:rPr>
  </w:style>
  <w:style w:type="paragraph" w:customStyle="1" w:styleId="11D40836F1F540699D92085FEF8E05ED">
    <w:name w:val="11D40836F1F540699D92085FEF8E05ED"/>
    <w:rsid w:val="001B20B4"/>
    <w:rPr>
      <w:lang w:val="fr-CA" w:eastAsia="fr-CA"/>
    </w:rPr>
  </w:style>
  <w:style w:type="paragraph" w:customStyle="1" w:styleId="8EBF5BEF9D0C47C88C7C4DF0E041593F">
    <w:name w:val="8EBF5BEF9D0C47C88C7C4DF0E041593F"/>
    <w:rsid w:val="00C645E3"/>
    <w:rPr>
      <w:lang w:val="fr-CA" w:eastAsia="fr-CA"/>
    </w:rPr>
  </w:style>
  <w:style w:type="paragraph" w:customStyle="1" w:styleId="9E449F62DD354473805AB8C0A5C0402B">
    <w:name w:val="9E449F62DD354473805AB8C0A5C0402B"/>
    <w:rsid w:val="00C645E3"/>
    <w:rPr>
      <w:lang w:val="fr-CA" w:eastAsia="fr-CA"/>
    </w:rPr>
  </w:style>
  <w:style w:type="paragraph" w:customStyle="1" w:styleId="5B29F8A7275E41B5AEBC33A3E3E3F94F">
    <w:name w:val="5B29F8A7275E41B5AEBC33A3E3E3F94F"/>
    <w:rsid w:val="00C645E3"/>
    <w:rPr>
      <w:lang w:val="fr-CA" w:eastAsia="fr-CA"/>
    </w:rPr>
  </w:style>
  <w:style w:type="paragraph" w:customStyle="1" w:styleId="348659FDD7884D94A5CEBE6803965094">
    <w:name w:val="348659FDD7884D94A5CEBE6803965094"/>
    <w:rsid w:val="00C645E3"/>
    <w:rPr>
      <w:lang w:val="fr-CA" w:eastAsia="fr-CA"/>
    </w:rPr>
  </w:style>
  <w:style w:type="paragraph" w:customStyle="1" w:styleId="C5A71B66CB0A476194EB99595FAD4998">
    <w:name w:val="C5A71B66CB0A476194EB99595FAD4998"/>
    <w:rsid w:val="00C645E3"/>
    <w:rPr>
      <w:lang w:val="fr-CA" w:eastAsia="fr-CA"/>
    </w:rPr>
  </w:style>
  <w:style w:type="paragraph" w:customStyle="1" w:styleId="594A990244D147DBAF19F5A862C4A21D">
    <w:name w:val="594A990244D147DBAF19F5A862C4A21D"/>
    <w:rsid w:val="00C645E3"/>
    <w:rPr>
      <w:lang w:val="fr-CA" w:eastAsia="fr-CA"/>
    </w:rPr>
  </w:style>
  <w:style w:type="paragraph" w:customStyle="1" w:styleId="D35FC9CE96E74246ACDCD4F380328F55">
    <w:name w:val="D35FC9CE96E74246ACDCD4F380328F55"/>
    <w:rsid w:val="00C645E3"/>
    <w:rPr>
      <w:lang w:val="fr-CA" w:eastAsia="fr-CA"/>
    </w:rPr>
  </w:style>
  <w:style w:type="paragraph" w:customStyle="1" w:styleId="CA422B3628084CB8B50B0EE01A92DE40">
    <w:name w:val="CA422B3628084CB8B50B0EE01A92DE40"/>
    <w:rsid w:val="00C645E3"/>
    <w:rPr>
      <w:lang w:val="fr-CA" w:eastAsia="fr-CA"/>
    </w:rPr>
  </w:style>
  <w:style w:type="paragraph" w:customStyle="1" w:styleId="F4CEC0C3A39E4471970A2DC7EBA8E48B">
    <w:name w:val="F4CEC0C3A39E4471970A2DC7EBA8E48B"/>
    <w:rsid w:val="00C645E3"/>
    <w:rPr>
      <w:lang w:val="fr-CA" w:eastAsia="fr-CA"/>
    </w:rPr>
  </w:style>
  <w:style w:type="paragraph" w:customStyle="1" w:styleId="33B0140888974B9CBC33C7F430286488">
    <w:name w:val="33B0140888974B9CBC33C7F430286488"/>
    <w:rsid w:val="00C645E3"/>
    <w:rPr>
      <w:lang w:val="fr-CA" w:eastAsia="fr-CA"/>
    </w:rPr>
  </w:style>
  <w:style w:type="paragraph" w:customStyle="1" w:styleId="483ECAD2B6D9406DA1ED3E9974A61415">
    <w:name w:val="483ECAD2B6D9406DA1ED3E9974A61415"/>
    <w:rsid w:val="00C645E3"/>
    <w:rPr>
      <w:lang w:val="fr-CA" w:eastAsia="fr-CA"/>
    </w:rPr>
  </w:style>
  <w:style w:type="paragraph" w:customStyle="1" w:styleId="08D295316AE04E17ACABFE0F25655BD0">
    <w:name w:val="08D295316AE04E17ACABFE0F25655BD0"/>
    <w:rsid w:val="00C645E3"/>
    <w:rPr>
      <w:lang w:val="fr-CA" w:eastAsia="fr-CA"/>
    </w:rPr>
  </w:style>
  <w:style w:type="paragraph" w:customStyle="1" w:styleId="03F49662C7974B34AB7F41EC828055F7">
    <w:name w:val="03F49662C7974B34AB7F41EC828055F7"/>
    <w:rsid w:val="00C645E3"/>
    <w:rPr>
      <w:lang w:val="fr-CA" w:eastAsia="fr-CA"/>
    </w:rPr>
  </w:style>
  <w:style w:type="paragraph" w:customStyle="1" w:styleId="26695EC3E26C4610A949A857B1FC06C7">
    <w:name w:val="26695EC3E26C4610A949A857B1FC06C7"/>
    <w:rsid w:val="00C645E3"/>
    <w:rPr>
      <w:lang w:val="fr-CA" w:eastAsia="fr-CA"/>
    </w:rPr>
  </w:style>
  <w:style w:type="paragraph" w:customStyle="1" w:styleId="56F67060E840439093AAA66715C46889">
    <w:name w:val="56F67060E840439093AAA66715C46889"/>
    <w:rsid w:val="00C645E3"/>
    <w:rPr>
      <w:lang w:val="fr-CA" w:eastAsia="fr-CA"/>
    </w:rPr>
  </w:style>
  <w:style w:type="paragraph" w:customStyle="1" w:styleId="E6A3732AADD443888C0D106B000F18D3">
    <w:name w:val="E6A3732AADD443888C0D106B000F18D3"/>
    <w:rsid w:val="00C645E3"/>
    <w:rPr>
      <w:lang w:val="fr-CA" w:eastAsia="fr-CA"/>
    </w:rPr>
  </w:style>
  <w:style w:type="paragraph" w:customStyle="1" w:styleId="D13BAA353D9C4C27903E7871B9D30649">
    <w:name w:val="D13BAA353D9C4C27903E7871B9D30649"/>
    <w:rsid w:val="00C645E3"/>
    <w:rPr>
      <w:lang w:val="fr-CA" w:eastAsia="fr-CA"/>
    </w:rPr>
  </w:style>
  <w:style w:type="paragraph" w:customStyle="1" w:styleId="83E736AF5A2B491C9CE59DC9E34D398E">
    <w:name w:val="83E736AF5A2B491C9CE59DC9E34D398E"/>
    <w:rsid w:val="00C645E3"/>
    <w:rPr>
      <w:lang w:val="fr-CA" w:eastAsia="fr-CA"/>
    </w:rPr>
  </w:style>
  <w:style w:type="paragraph" w:customStyle="1" w:styleId="BD1D4075205B47CAB2AE06D17D141406">
    <w:name w:val="BD1D4075205B47CAB2AE06D17D141406"/>
    <w:rsid w:val="00C645E3"/>
    <w:rPr>
      <w:lang w:val="fr-CA" w:eastAsia="fr-CA"/>
    </w:rPr>
  </w:style>
  <w:style w:type="paragraph" w:customStyle="1" w:styleId="45D03FDB51184883BDD167A166831D42">
    <w:name w:val="45D03FDB51184883BDD167A166831D42"/>
    <w:rsid w:val="005A18A8"/>
    <w:rPr>
      <w:lang w:val="fr-CA" w:eastAsia="fr-CA"/>
    </w:rPr>
  </w:style>
  <w:style w:type="paragraph" w:customStyle="1" w:styleId="F4D8ED9E67FC4F92B33DDF833DEC27D5">
    <w:name w:val="F4D8ED9E67FC4F92B33DDF833DEC27D5"/>
    <w:rsid w:val="00DA5973"/>
    <w:rPr>
      <w:lang w:val="en-US" w:eastAsia="en-US"/>
    </w:rPr>
  </w:style>
  <w:style w:type="paragraph" w:customStyle="1" w:styleId="F0FE38B4FF63444FAA3BBE1D862CB51A">
    <w:name w:val="F0FE38B4FF63444FAA3BBE1D862CB51A"/>
    <w:rsid w:val="00DA5973"/>
    <w:rPr>
      <w:lang w:val="en-US" w:eastAsia="en-US"/>
    </w:rPr>
  </w:style>
  <w:style w:type="paragraph" w:customStyle="1" w:styleId="BE929ACF92A14F65A6E49A324BB315BB">
    <w:name w:val="BE929ACF92A14F65A6E49A324BB315BB"/>
    <w:rsid w:val="00DA5973"/>
    <w:rPr>
      <w:lang w:val="en-US" w:eastAsia="en-US"/>
    </w:rPr>
  </w:style>
  <w:style w:type="paragraph" w:customStyle="1" w:styleId="07DAAF2068114EFBBCE04BCD81C3388B">
    <w:name w:val="07DAAF2068114EFBBCE04BCD81C3388B"/>
    <w:rsid w:val="00DA5973"/>
    <w:rPr>
      <w:lang w:val="en-US" w:eastAsia="en-US"/>
    </w:rPr>
  </w:style>
  <w:style w:type="paragraph" w:customStyle="1" w:styleId="894B581268934D24B0E8D48B095E349F">
    <w:name w:val="894B581268934D24B0E8D48B095E349F"/>
    <w:rsid w:val="00DA5973"/>
    <w:rPr>
      <w:lang w:val="en-US" w:eastAsia="en-US"/>
    </w:rPr>
  </w:style>
  <w:style w:type="paragraph" w:customStyle="1" w:styleId="18C156A83A9F48C2B4589C72D9B69D65">
    <w:name w:val="18C156A83A9F48C2B4589C72D9B69D65"/>
    <w:rsid w:val="00DA5973"/>
    <w:rPr>
      <w:lang w:val="en-US" w:eastAsia="en-US"/>
    </w:rPr>
  </w:style>
  <w:style w:type="paragraph" w:customStyle="1" w:styleId="44EFF4B5FAA9456FB067F85D15187513">
    <w:name w:val="44EFF4B5FAA9456FB067F85D15187513"/>
    <w:rsid w:val="00DA5973"/>
    <w:rPr>
      <w:lang w:val="en-US" w:eastAsia="en-US"/>
    </w:rPr>
  </w:style>
  <w:style w:type="paragraph" w:customStyle="1" w:styleId="38CBD1841F824C999FADF8A87C6EB9C1">
    <w:name w:val="38CBD1841F824C999FADF8A87C6EB9C1"/>
    <w:rsid w:val="00DA5973"/>
    <w:rPr>
      <w:lang w:val="en-US" w:eastAsia="en-US"/>
    </w:rPr>
  </w:style>
  <w:style w:type="paragraph" w:customStyle="1" w:styleId="FF55E43EE02444E1B595285C9094E260">
    <w:name w:val="FF55E43EE02444E1B595285C9094E260"/>
    <w:rsid w:val="00DA5973"/>
    <w:rPr>
      <w:lang w:val="en-US" w:eastAsia="en-US"/>
    </w:rPr>
  </w:style>
  <w:style w:type="paragraph" w:customStyle="1" w:styleId="33FA8343B20A4564BCD71F2A4B9B03E3">
    <w:name w:val="33FA8343B20A4564BCD71F2A4B9B03E3"/>
    <w:rsid w:val="00DA5973"/>
    <w:rPr>
      <w:lang w:val="en-US" w:eastAsia="en-US"/>
    </w:rPr>
  </w:style>
  <w:style w:type="paragraph" w:customStyle="1" w:styleId="4185005BCF4D49DEAB36A626E657607D">
    <w:name w:val="4185005BCF4D49DEAB36A626E657607D"/>
    <w:rsid w:val="00DA5973"/>
    <w:rPr>
      <w:lang w:val="en-US" w:eastAsia="en-US"/>
    </w:rPr>
  </w:style>
  <w:style w:type="paragraph" w:customStyle="1" w:styleId="216893A4203A45F8A996BE83AB565C52">
    <w:name w:val="216893A4203A45F8A996BE83AB565C52"/>
    <w:rsid w:val="00DA5973"/>
    <w:rPr>
      <w:lang w:val="en-US" w:eastAsia="en-US"/>
    </w:rPr>
  </w:style>
  <w:style w:type="paragraph" w:customStyle="1" w:styleId="42A15077BBA94A10B7AFF416789E442A">
    <w:name w:val="42A15077BBA94A10B7AFF416789E442A"/>
    <w:rsid w:val="00DA5973"/>
    <w:rPr>
      <w:lang w:val="en-US" w:eastAsia="en-US"/>
    </w:rPr>
  </w:style>
  <w:style w:type="paragraph" w:customStyle="1" w:styleId="FD05F586F8F74C9A899F0D78725CB4B1">
    <w:name w:val="FD05F586F8F74C9A899F0D78725CB4B1"/>
    <w:rsid w:val="00DA5973"/>
    <w:rPr>
      <w:lang w:val="en-US" w:eastAsia="en-US"/>
    </w:rPr>
  </w:style>
  <w:style w:type="paragraph" w:customStyle="1" w:styleId="1670B72C554747CC8AB995F109619BA1">
    <w:name w:val="1670B72C554747CC8AB995F109619BA1"/>
    <w:rsid w:val="00DA5973"/>
    <w:rPr>
      <w:lang w:val="en-US" w:eastAsia="en-US"/>
    </w:rPr>
  </w:style>
  <w:style w:type="paragraph" w:customStyle="1" w:styleId="1AD7544AD6914DB4BA9577A934DABD3B">
    <w:name w:val="1AD7544AD6914DB4BA9577A934DABD3B"/>
    <w:rsid w:val="00DA5973"/>
    <w:rPr>
      <w:lang w:val="en-US" w:eastAsia="en-US"/>
    </w:rPr>
  </w:style>
  <w:style w:type="paragraph" w:customStyle="1" w:styleId="7B83078D1C824F04A76A894F43E676A3">
    <w:name w:val="7B83078D1C824F04A76A894F43E676A3"/>
    <w:rsid w:val="00DA5973"/>
    <w:rPr>
      <w:lang w:val="en-US" w:eastAsia="en-US"/>
    </w:rPr>
  </w:style>
  <w:style w:type="paragraph" w:customStyle="1" w:styleId="4F5B3433B2D0463FBD78A872274E6783">
    <w:name w:val="4F5B3433B2D0463FBD78A872274E6783"/>
    <w:rsid w:val="00DA5973"/>
    <w:rPr>
      <w:lang w:val="en-US" w:eastAsia="en-US"/>
    </w:rPr>
  </w:style>
  <w:style w:type="paragraph" w:customStyle="1" w:styleId="12E835EA53E642F7BA0949F56B4E10F7">
    <w:name w:val="12E835EA53E642F7BA0949F56B4E10F7"/>
    <w:rsid w:val="00DA5973"/>
    <w:rPr>
      <w:lang w:val="en-US" w:eastAsia="en-US"/>
    </w:rPr>
  </w:style>
  <w:style w:type="paragraph" w:customStyle="1" w:styleId="FC800E4F97F448D18E37F7A097EFF152">
    <w:name w:val="FC800E4F97F448D18E37F7A097EFF152"/>
    <w:rsid w:val="00DA5973"/>
    <w:rPr>
      <w:lang w:val="en-US" w:eastAsia="en-US"/>
    </w:rPr>
  </w:style>
  <w:style w:type="paragraph" w:customStyle="1" w:styleId="D91C746A21D940D09B533A72A057B905">
    <w:name w:val="D91C746A21D940D09B533A72A057B905"/>
    <w:rsid w:val="00DA5973"/>
    <w:rPr>
      <w:lang w:val="en-US" w:eastAsia="en-US"/>
    </w:rPr>
  </w:style>
  <w:style w:type="paragraph" w:customStyle="1" w:styleId="F6444E280F4F420FA622943A09AF75A5">
    <w:name w:val="F6444E280F4F420FA622943A09AF75A5"/>
    <w:rsid w:val="00DA5973"/>
    <w:rPr>
      <w:lang w:val="en-US" w:eastAsia="en-US"/>
    </w:rPr>
  </w:style>
  <w:style w:type="paragraph" w:customStyle="1" w:styleId="E37EE0B9A42B470CA06EA1C545E4EDA5">
    <w:name w:val="E37EE0B9A42B470CA06EA1C545E4EDA5"/>
    <w:rsid w:val="00DA5973"/>
    <w:rPr>
      <w:lang w:val="en-US" w:eastAsia="en-US"/>
    </w:rPr>
  </w:style>
  <w:style w:type="paragraph" w:customStyle="1" w:styleId="E80E7AF8782F4DBFB0EAD35927597BF5">
    <w:name w:val="E80E7AF8782F4DBFB0EAD35927597BF5"/>
    <w:rsid w:val="00DA5973"/>
    <w:rPr>
      <w:lang w:val="en-US" w:eastAsia="en-US"/>
    </w:rPr>
  </w:style>
  <w:style w:type="paragraph" w:customStyle="1" w:styleId="D7F2B624F046484E8CB8631F304C3DA5">
    <w:name w:val="D7F2B624F046484E8CB8631F304C3DA5"/>
    <w:rsid w:val="00DA5973"/>
    <w:rPr>
      <w:lang w:val="en-US" w:eastAsia="en-US"/>
    </w:rPr>
  </w:style>
  <w:style w:type="paragraph" w:customStyle="1" w:styleId="CD4F37333F6242BA80C31A7FD1E0187A">
    <w:name w:val="CD4F37333F6242BA80C31A7FD1E0187A"/>
    <w:rsid w:val="00332682"/>
    <w:rPr>
      <w:lang w:val="en-US" w:eastAsia="en-US"/>
    </w:rPr>
  </w:style>
  <w:style w:type="paragraph" w:customStyle="1" w:styleId="DFDE7119C6674A16B4FE41D692EA6833">
    <w:name w:val="DFDE7119C6674A16B4FE41D692EA6833"/>
    <w:rsid w:val="00332682"/>
    <w:rPr>
      <w:lang w:val="en-US" w:eastAsia="en-US"/>
    </w:rPr>
  </w:style>
  <w:style w:type="paragraph" w:customStyle="1" w:styleId="99BAECEF183B4192A3E46B3BF73E0840">
    <w:name w:val="99BAECEF183B4192A3E46B3BF73E0840"/>
    <w:rsid w:val="00B73CB4"/>
    <w:rPr>
      <w:lang w:val="en-US" w:eastAsia="en-US"/>
    </w:rPr>
  </w:style>
  <w:style w:type="paragraph" w:customStyle="1" w:styleId="8C2F009AC33B4882B92A740DC1873CC8">
    <w:name w:val="8C2F009AC33B4882B92A740DC1873CC8"/>
    <w:rsid w:val="00B73CB4"/>
    <w:rPr>
      <w:lang w:val="en-US" w:eastAsia="en-US"/>
    </w:rPr>
  </w:style>
  <w:style w:type="paragraph" w:customStyle="1" w:styleId="D8123EAD8C9249E88093B4FED7B7693D">
    <w:name w:val="D8123EAD8C9249E88093B4FED7B7693D"/>
    <w:rsid w:val="00B73CB4"/>
    <w:rPr>
      <w:lang w:val="en-US" w:eastAsia="en-US"/>
    </w:rPr>
  </w:style>
  <w:style w:type="paragraph" w:customStyle="1" w:styleId="2EC802302BD74E86895CAD09D8919C59">
    <w:name w:val="2EC802302BD74E86895CAD09D8919C59"/>
    <w:rsid w:val="00B73CB4"/>
    <w:rPr>
      <w:lang w:val="en-US" w:eastAsia="en-US"/>
    </w:rPr>
  </w:style>
  <w:style w:type="paragraph" w:customStyle="1" w:styleId="134688FDC901471183CB342312003D21">
    <w:name w:val="134688FDC901471183CB342312003D21"/>
    <w:rsid w:val="00B73CB4"/>
    <w:rPr>
      <w:lang w:val="en-US" w:eastAsia="en-US"/>
    </w:rPr>
  </w:style>
  <w:style w:type="paragraph" w:customStyle="1" w:styleId="1D00A1C952664BC98C69497C19CB1E48">
    <w:name w:val="1D00A1C952664BC98C69497C19CB1E48"/>
    <w:rsid w:val="00B73CB4"/>
    <w:rPr>
      <w:lang w:val="en-US" w:eastAsia="en-US"/>
    </w:rPr>
  </w:style>
  <w:style w:type="paragraph" w:customStyle="1" w:styleId="CF441474D10D4BB49E8815D5E1BAD7D5">
    <w:name w:val="CF441474D10D4BB49E8815D5E1BAD7D5"/>
    <w:rsid w:val="00B73CB4"/>
    <w:rPr>
      <w:lang w:val="en-US" w:eastAsia="en-US"/>
    </w:rPr>
  </w:style>
  <w:style w:type="paragraph" w:customStyle="1" w:styleId="CE12444EBC374467B06261D1D7B4FBF0">
    <w:name w:val="CE12444EBC374467B06261D1D7B4FBF0"/>
    <w:rsid w:val="00B73CB4"/>
    <w:rPr>
      <w:lang w:val="en-US" w:eastAsia="en-US"/>
    </w:rPr>
  </w:style>
  <w:style w:type="paragraph" w:customStyle="1" w:styleId="021ACD628B264294839A5AD52708107F">
    <w:name w:val="021ACD628B264294839A5AD52708107F"/>
    <w:rsid w:val="00B73CB4"/>
    <w:rPr>
      <w:lang w:val="en-US" w:eastAsia="en-US"/>
    </w:rPr>
  </w:style>
  <w:style w:type="paragraph" w:customStyle="1" w:styleId="491ED104F8274430A67B560608EABC5C">
    <w:name w:val="491ED104F8274430A67B560608EABC5C"/>
    <w:rsid w:val="00B73CB4"/>
    <w:rPr>
      <w:lang w:val="en-US" w:eastAsia="en-US"/>
    </w:rPr>
  </w:style>
  <w:style w:type="paragraph" w:customStyle="1" w:styleId="DB3BFFF219E4402C90018E77ACAF1010">
    <w:name w:val="DB3BFFF219E4402C90018E77ACAF1010"/>
    <w:rsid w:val="00B73CB4"/>
    <w:rPr>
      <w:lang w:val="en-US" w:eastAsia="en-US"/>
    </w:rPr>
  </w:style>
  <w:style w:type="paragraph" w:customStyle="1" w:styleId="37B7D5F76DEF4B28AE2E1F5F010E0ECB">
    <w:name w:val="37B7D5F76DEF4B28AE2E1F5F010E0ECB"/>
    <w:rsid w:val="00B73CB4"/>
    <w:rPr>
      <w:lang w:val="en-US" w:eastAsia="en-US"/>
    </w:rPr>
  </w:style>
  <w:style w:type="paragraph" w:customStyle="1" w:styleId="BF005EA92BE34455A4A67E22378BE2A6">
    <w:name w:val="BF005EA92BE34455A4A67E22378BE2A6"/>
    <w:rsid w:val="00B73CB4"/>
    <w:rPr>
      <w:lang w:val="en-US" w:eastAsia="en-US"/>
    </w:rPr>
  </w:style>
  <w:style w:type="paragraph" w:customStyle="1" w:styleId="EBACA18FA4944D23BD0E3B6B71BB7781">
    <w:name w:val="EBACA18FA4944D23BD0E3B6B71BB7781"/>
    <w:rsid w:val="00B73CB4"/>
    <w:rPr>
      <w:lang w:val="en-US" w:eastAsia="en-US"/>
    </w:rPr>
  </w:style>
  <w:style w:type="paragraph" w:customStyle="1" w:styleId="B70F94FD4E0E4134BE118477829F347E">
    <w:name w:val="B70F94FD4E0E4134BE118477829F347E"/>
    <w:rsid w:val="00B73CB4"/>
    <w:rPr>
      <w:lang w:val="en-US" w:eastAsia="en-US"/>
    </w:rPr>
  </w:style>
  <w:style w:type="paragraph" w:customStyle="1" w:styleId="9AC02A6CA784497490655254F7784826">
    <w:name w:val="9AC02A6CA784497490655254F7784826"/>
    <w:rsid w:val="00B73CB4"/>
    <w:rPr>
      <w:lang w:val="en-US" w:eastAsia="en-US"/>
    </w:rPr>
  </w:style>
  <w:style w:type="paragraph" w:customStyle="1" w:styleId="FE94501D765849BC87F9015FAC634C77">
    <w:name w:val="FE94501D765849BC87F9015FAC634C77"/>
    <w:rsid w:val="00B73CB4"/>
    <w:rPr>
      <w:lang w:val="en-US" w:eastAsia="en-US"/>
    </w:rPr>
  </w:style>
  <w:style w:type="paragraph" w:customStyle="1" w:styleId="66C05B6F943F45DB801A74D86FA231E0">
    <w:name w:val="66C05B6F943F45DB801A74D86FA231E0"/>
    <w:rsid w:val="00B73CB4"/>
    <w:rPr>
      <w:lang w:val="en-US" w:eastAsia="en-US"/>
    </w:rPr>
  </w:style>
  <w:style w:type="paragraph" w:customStyle="1" w:styleId="27E8FBEAD43C4127A5455E35995DFE62">
    <w:name w:val="27E8FBEAD43C4127A5455E35995DFE62"/>
    <w:rsid w:val="00B73CB4"/>
    <w:rPr>
      <w:lang w:val="en-US" w:eastAsia="en-US"/>
    </w:rPr>
  </w:style>
  <w:style w:type="paragraph" w:customStyle="1" w:styleId="42E3C696D3F34041B157CC41C4FE4132">
    <w:name w:val="42E3C696D3F34041B157CC41C4FE4132"/>
    <w:rsid w:val="00B73CB4"/>
    <w:rPr>
      <w:lang w:val="en-US" w:eastAsia="en-US"/>
    </w:rPr>
  </w:style>
  <w:style w:type="paragraph" w:customStyle="1" w:styleId="DD1FFDA7E40340B1B12CE7A4664FA9A6">
    <w:name w:val="DD1FFDA7E40340B1B12CE7A4664FA9A6"/>
    <w:rsid w:val="00B73CB4"/>
    <w:rPr>
      <w:lang w:val="en-US" w:eastAsia="en-US"/>
    </w:rPr>
  </w:style>
  <w:style w:type="paragraph" w:customStyle="1" w:styleId="47092AB43CC34C71A4FA79940E03F5E4">
    <w:name w:val="47092AB43CC34C71A4FA79940E03F5E4"/>
    <w:rsid w:val="00B73CB4"/>
    <w:rPr>
      <w:lang w:val="en-US" w:eastAsia="en-US"/>
    </w:rPr>
  </w:style>
  <w:style w:type="paragraph" w:customStyle="1" w:styleId="D971A640ED2A44598EC479506DF670EF">
    <w:name w:val="D971A640ED2A44598EC479506DF670EF"/>
    <w:rsid w:val="00B73CB4"/>
    <w:rPr>
      <w:lang w:val="en-US" w:eastAsia="en-US"/>
    </w:rPr>
  </w:style>
  <w:style w:type="paragraph" w:customStyle="1" w:styleId="8DB2822353804658835BBBAF60C4DA8B">
    <w:name w:val="8DB2822353804658835BBBAF60C4DA8B"/>
    <w:rsid w:val="00B73CB4"/>
    <w:rPr>
      <w:lang w:val="en-US" w:eastAsia="en-US"/>
    </w:rPr>
  </w:style>
  <w:style w:type="paragraph" w:customStyle="1" w:styleId="B13C3E926EDB4E1D8E4BC261B45C15B7">
    <w:name w:val="B13C3E926EDB4E1D8E4BC261B45C15B7"/>
    <w:rsid w:val="00B73CB4"/>
    <w:rPr>
      <w:lang w:val="en-US" w:eastAsia="en-US"/>
    </w:rPr>
  </w:style>
  <w:style w:type="paragraph" w:customStyle="1" w:styleId="2EE5442C4588406C8CECA2AFC1D4D854">
    <w:name w:val="2EE5442C4588406C8CECA2AFC1D4D854"/>
    <w:rsid w:val="00B73CB4"/>
    <w:rPr>
      <w:lang w:val="en-US" w:eastAsia="en-US"/>
    </w:rPr>
  </w:style>
  <w:style w:type="paragraph" w:customStyle="1" w:styleId="34F4DB77ABB54296AC97EF98F7FEDBAE">
    <w:name w:val="34F4DB77ABB54296AC97EF98F7FEDBAE"/>
    <w:rsid w:val="00B73CB4"/>
    <w:rPr>
      <w:lang w:val="en-US" w:eastAsia="en-US"/>
    </w:rPr>
  </w:style>
  <w:style w:type="paragraph" w:customStyle="1" w:styleId="049C40ADC626493887B949E79D9970B0">
    <w:name w:val="049C40ADC626493887B949E79D9970B0"/>
    <w:rsid w:val="00872122"/>
    <w:rPr>
      <w:lang w:val="en-US" w:eastAsia="en-US"/>
    </w:rPr>
  </w:style>
  <w:style w:type="paragraph" w:customStyle="1" w:styleId="919B04AEF9C94B6EAB9913B688478C41">
    <w:name w:val="919B04AEF9C94B6EAB9913B688478C41"/>
    <w:rsid w:val="00896EAF"/>
  </w:style>
  <w:style w:type="paragraph" w:customStyle="1" w:styleId="C10BC3FCBFD24F939D5433AA21B1AADA">
    <w:name w:val="C10BC3FCBFD24F939D5433AA21B1AADA"/>
    <w:rsid w:val="00896EAF"/>
  </w:style>
  <w:style w:type="paragraph" w:customStyle="1" w:styleId="3E015A0A487C40AA92EEE526C4DFE002">
    <w:name w:val="3E015A0A487C40AA92EEE526C4DFE002"/>
    <w:rsid w:val="00896EAF"/>
  </w:style>
  <w:style w:type="paragraph" w:customStyle="1" w:styleId="CBFBB4EABF8F4DA98F313BEA27D2EAAE">
    <w:name w:val="CBFBB4EABF8F4DA98F313BEA27D2EAAE"/>
    <w:rsid w:val="00896EAF"/>
  </w:style>
  <w:style w:type="paragraph" w:customStyle="1" w:styleId="33A596DEDD864D2ABAF035AACD432E2D">
    <w:name w:val="33A596DEDD864D2ABAF035AACD432E2D"/>
    <w:rsid w:val="00896EAF"/>
  </w:style>
  <w:style w:type="paragraph" w:customStyle="1" w:styleId="A72D119658844362B59F3CF8330C0A4D">
    <w:name w:val="A72D119658844362B59F3CF8330C0A4D"/>
    <w:rsid w:val="00896EAF"/>
  </w:style>
  <w:style w:type="paragraph" w:customStyle="1" w:styleId="63F08CED6FD04A85BA737D56E60F1B13">
    <w:name w:val="63F08CED6FD04A85BA737D56E60F1B13"/>
    <w:rsid w:val="00896EAF"/>
  </w:style>
  <w:style w:type="paragraph" w:customStyle="1" w:styleId="AF8BAE21282B442FBFF5DDDF86E4DDE3">
    <w:name w:val="AF8BAE21282B442FBFF5DDDF86E4DDE3"/>
    <w:rsid w:val="00896EAF"/>
  </w:style>
  <w:style w:type="paragraph" w:customStyle="1" w:styleId="03BF1BDD89174649995F9F55672F1EA2">
    <w:name w:val="03BF1BDD89174649995F9F55672F1EA2"/>
    <w:rsid w:val="00896EAF"/>
  </w:style>
  <w:style w:type="paragraph" w:customStyle="1" w:styleId="A1FEAD0B12A34FFBAAC13FF6D31F2D43">
    <w:name w:val="A1FEAD0B12A34FFBAAC13FF6D31F2D43"/>
    <w:rsid w:val="00896EAF"/>
  </w:style>
  <w:style w:type="paragraph" w:customStyle="1" w:styleId="083CCD075B1B4979B64289B21F934F2B">
    <w:name w:val="083CCD075B1B4979B64289B21F934F2B"/>
    <w:rsid w:val="00896EAF"/>
  </w:style>
  <w:style w:type="paragraph" w:customStyle="1" w:styleId="B88D402AF6EB4AC0BB20DB6F95406013">
    <w:name w:val="B88D402AF6EB4AC0BB20DB6F95406013"/>
    <w:rsid w:val="00AC5348"/>
    <w:rPr>
      <w:lang w:val="en-US" w:eastAsia="en-US"/>
    </w:rPr>
  </w:style>
  <w:style w:type="paragraph" w:customStyle="1" w:styleId="1039307442D34B4CB3330A3BF001EB4C">
    <w:name w:val="1039307442D34B4CB3330A3BF001EB4C"/>
    <w:rsid w:val="00AC5348"/>
    <w:rPr>
      <w:lang w:val="en-US" w:eastAsia="en-US"/>
    </w:rPr>
  </w:style>
  <w:style w:type="paragraph" w:customStyle="1" w:styleId="5733931E22A84BB18A8E7E247CA6F7BD">
    <w:name w:val="5733931E22A84BB18A8E7E247CA6F7BD"/>
    <w:rsid w:val="00AC5348"/>
    <w:rPr>
      <w:lang w:val="en-US" w:eastAsia="en-US"/>
    </w:rPr>
  </w:style>
  <w:style w:type="paragraph" w:customStyle="1" w:styleId="FEF4F9830630426A80F3FD9D72A80DB9">
    <w:name w:val="FEF4F9830630426A80F3FD9D72A80DB9"/>
    <w:rsid w:val="00D22457"/>
  </w:style>
  <w:style w:type="paragraph" w:customStyle="1" w:styleId="47EAF62454D94CBC9639034FFD2DDD8F">
    <w:name w:val="47EAF62454D94CBC9639034FFD2DDD8F"/>
    <w:rsid w:val="00D22457"/>
  </w:style>
  <w:style w:type="paragraph" w:customStyle="1" w:styleId="35C9332E68A6437B992AB23A6C9D88FB">
    <w:name w:val="35C9332E68A6437B992AB23A6C9D88FB"/>
    <w:rsid w:val="00D22457"/>
  </w:style>
  <w:style w:type="paragraph" w:customStyle="1" w:styleId="40B5DDC5092441AE954239235AA33023">
    <w:name w:val="40B5DDC5092441AE954239235AA33023"/>
    <w:rsid w:val="00D22457"/>
  </w:style>
  <w:style w:type="paragraph" w:customStyle="1" w:styleId="5FA8E51F6BAC473FAA4A43A8237DA8E1">
    <w:name w:val="5FA8E51F6BAC473FAA4A43A8237DA8E1"/>
    <w:rsid w:val="00D22457"/>
  </w:style>
  <w:style w:type="paragraph" w:customStyle="1" w:styleId="B06FCB68EE73445197432ECC74ECED00">
    <w:name w:val="B06FCB68EE73445197432ECC74ECED00"/>
    <w:rsid w:val="00D22457"/>
  </w:style>
  <w:style w:type="paragraph" w:customStyle="1" w:styleId="1A2FD13067714255BAEC1F03B1D510E4">
    <w:name w:val="1A2FD13067714255BAEC1F03B1D510E4"/>
    <w:rsid w:val="00D22457"/>
  </w:style>
  <w:style w:type="paragraph" w:customStyle="1" w:styleId="2C419B5915FC4B85ABF18A1E9B884465">
    <w:name w:val="2C419B5915FC4B85ABF18A1E9B884465"/>
    <w:rsid w:val="00D22457"/>
  </w:style>
  <w:style w:type="paragraph" w:customStyle="1" w:styleId="C5EA23F0A0CF4425813316A31C37F101">
    <w:name w:val="C5EA23F0A0CF4425813316A31C37F101"/>
    <w:rsid w:val="00D22457"/>
  </w:style>
  <w:style w:type="paragraph" w:customStyle="1" w:styleId="0D21DA3DDEEC46359A38EF8EAF8AE461">
    <w:name w:val="0D21DA3DDEEC46359A38EF8EAF8AE461"/>
    <w:rsid w:val="00D22457"/>
  </w:style>
  <w:style w:type="paragraph" w:customStyle="1" w:styleId="52C054BDE5FE4E1CA6E88659DAE54B9A">
    <w:name w:val="52C054BDE5FE4E1CA6E88659DAE54B9A"/>
    <w:rsid w:val="00D22457"/>
  </w:style>
  <w:style w:type="paragraph" w:customStyle="1" w:styleId="93C0C258F5314760B23BC493AAE27022">
    <w:name w:val="93C0C258F5314760B23BC493AAE27022"/>
    <w:rsid w:val="00D22457"/>
  </w:style>
  <w:style w:type="paragraph" w:customStyle="1" w:styleId="028AC3B98C2D43A0BC9DB5D8F2D36D81">
    <w:name w:val="028AC3B98C2D43A0BC9DB5D8F2D36D81"/>
    <w:rsid w:val="00D22457"/>
  </w:style>
  <w:style w:type="paragraph" w:customStyle="1" w:styleId="7EE6B3E8C28346C2971D8E37F780A147">
    <w:name w:val="7EE6B3E8C28346C2971D8E37F780A147"/>
    <w:rsid w:val="00D22457"/>
  </w:style>
  <w:style w:type="paragraph" w:customStyle="1" w:styleId="9B72D17ADE374851B543CDE276BF7F6B">
    <w:name w:val="9B72D17ADE374851B543CDE276BF7F6B"/>
    <w:rsid w:val="00D22457"/>
  </w:style>
  <w:style w:type="paragraph" w:customStyle="1" w:styleId="BB01C75D62FC4B209325273B6B17A92C">
    <w:name w:val="BB01C75D62FC4B209325273B6B17A92C"/>
    <w:rsid w:val="00D22457"/>
  </w:style>
  <w:style w:type="paragraph" w:customStyle="1" w:styleId="96E3EE33777C4DC7AFEDE247635AB64C">
    <w:name w:val="96E3EE33777C4DC7AFEDE247635AB64C"/>
    <w:rsid w:val="00D22457"/>
  </w:style>
  <w:style w:type="paragraph" w:customStyle="1" w:styleId="234D2829D9F3416B81C64F812E72A06A">
    <w:name w:val="234D2829D9F3416B81C64F812E72A06A"/>
    <w:rsid w:val="00D22457"/>
  </w:style>
  <w:style w:type="paragraph" w:customStyle="1" w:styleId="581EA75B54FA4484824A447C3DF61552">
    <w:name w:val="581EA75B54FA4484824A447C3DF61552"/>
    <w:rsid w:val="00D22457"/>
  </w:style>
  <w:style w:type="paragraph" w:customStyle="1" w:styleId="6B13FA8527D64082B2D2991A9D6AA9F4">
    <w:name w:val="6B13FA8527D64082B2D2991A9D6AA9F4"/>
    <w:rsid w:val="00D22457"/>
  </w:style>
  <w:style w:type="paragraph" w:customStyle="1" w:styleId="0145DD5E1FC04DF69107AD2E72E3868C">
    <w:name w:val="0145DD5E1FC04DF69107AD2E72E3868C"/>
    <w:rsid w:val="00D22457"/>
  </w:style>
  <w:style w:type="paragraph" w:customStyle="1" w:styleId="BD33D90FC3224BB2B5EAEDE4F9663425">
    <w:name w:val="BD33D90FC3224BB2B5EAEDE4F9663425"/>
    <w:rsid w:val="00D22457"/>
  </w:style>
  <w:style w:type="paragraph" w:customStyle="1" w:styleId="018B525956844D2A9F1E59425DA1E23F">
    <w:name w:val="018B525956844D2A9F1E59425DA1E23F"/>
    <w:rsid w:val="00FB4B1C"/>
  </w:style>
  <w:style w:type="paragraph" w:customStyle="1" w:styleId="9789FB7244674375820B92B0E9B5E610">
    <w:name w:val="9789FB7244674375820B92B0E9B5E610"/>
    <w:rsid w:val="00FB4B1C"/>
  </w:style>
  <w:style w:type="paragraph" w:customStyle="1" w:styleId="152BCB7BFA9A4086A43427EA8DF0BE84">
    <w:name w:val="152BCB7BFA9A4086A43427EA8DF0BE84"/>
    <w:rsid w:val="00FB4B1C"/>
  </w:style>
  <w:style w:type="paragraph" w:customStyle="1" w:styleId="328BAED638CC4F508BC5BD01DDBF9BBB">
    <w:name w:val="328BAED638CC4F508BC5BD01DDBF9BBB"/>
    <w:rsid w:val="00FB4B1C"/>
  </w:style>
  <w:style w:type="paragraph" w:customStyle="1" w:styleId="0039A90F72C249BD85B8663431832BDB">
    <w:name w:val="0039A90F72C249BD85B8663431832BDB"/>
    <w:rsid w:val="00FB4B1C"/>
  </w:style>
  <w:style w:type="paragraph" w:customStyle="1" w:styleId="88F7A3423F19425EAF636F1FA98D49EA">
    <w:name w:val="88F7A3423F19425EAF636F1FA98D49EA"/>
    <w:rsid w:val="00FB4B1C"/>
  </w:style>
  <w:style w:type="paragraph" w:customStyle="1" w:styleId="B2872E6D34F7496DB578E73A027CAF90">
    <w:name w:val="B2872E6D34F7496DB578E73A027CAF90"/>
    <w:rsid w:val="00FB4B1C"/>
  </w:style>
  <w:style w:type="paragraph" w:customStyle="1" w:styleId="47F33C38EFC844F1A566595860999B5A">
    <w:name w:val="47F33C38EFC844F1A566595860999B5A"/>
    <w:rsid w:val="00FB4B1C"/>
  </w:style>
  <w:style w:type="paragraph" w:customStyle="1" w:styleId="547738EAD41B4567848462044BCC765C">
    <w:name w:val="547738EAD41B4567848462044BCC765C"/>
    <w:rsid w:val="00FB4B1C"/>
  </w:style>
  <w:style w:type="paragraph" w:customStyle="1" w:styleId="2B4CEAC560AB4220B3C1C7FF50943B8D">
    <w:name w:val="2B4CEAC560AB4220B3C1C7FF50943B8D"/>
    <w:rsid w:val="00FB4B1C"/>
  </w:style>
  <w:style w:type="paragraph" w:customStyle="1" w:styleId="1ECF5622CF3E47E4B1678186A2B200BA">
    <w:name w:val="1ECF5622CF3E47E4B1678186A2B200BA"/>
    <w:rsid w:val="00FB4B1C"/>
  </w:style>
  <w:style w:type="paragraph" w:customStyle="1" w:styleId="A8921F01BDDD4A9F884F28D2327FF497">
    <w:name w:val="A8921F01BDDD4A9F884F28D2327FF497"/>
    <w:rsid w:val="00FB4B1C"/>
  </w:style>
  <w:style w:type="paragraph" w:customStyle="1" w:styleId="D642D99F746B4753B044AB95E6C3CBF7">
    <w:name w:val="D642D99F746B4753B044AB95E6C3CBF7"/>
    <w:rsid w:val="00FB4B1C"/>
  </w:style>
  <w:style w:type="paragraph" w:customStyle="1" w:styleId="2671EACD1434479EAB0E38DDA6812EB9">
    <w:name w:val="2671EACD1434479EAB0E38DDA6812EB9"/>
    <w:rsid w:val="00FB4B1C"/>
  </w:style>
  <w:style w:type="paragraph" w:customStyle="1" w:styleId="B3F151CEA832471887ED0C1A59CFB5EC">
    <w:name w:val="B3F151CEA832471887ED0C1A59CFB5EC"/>
    <w:rsid w:val="00FB4B1C"/>
  </w:style>
  <w:style w:type="paragraph" w:customStyle="1" w:styleId="77DD9CB98DD04F84BE65FDC675825E37">
    <w:name w:val="77DD9CB98DD04F84BE65FDC675825E37"/>
    <w:rsid w:val="00FB4B1C"/>
  </w:style>
  <w:style w:type="paragraph" w:customStyle="1" w:styleId="5D2D6452DC104AC88BAB3A7CB98FF396">
    <w:name w:val="5D2D6452DC104AC88BAB3A7CB98FF396"/>
    <w:rsid w:val="00FB4B1C"/>
  </w:style>
  <w:style w:type="paragraph" w:customStyle="1" w:styleId="248AAF8E16224CDE9CA71F03BEFAE5C4">
    <w:name w:val="248AAF8E16224CDE9CA71F03BEFAE5C4"/>
    <w:rsid w:val="00FB4B1C"/>
  </w:style>
  <w:style w:type="paragraph" w:customStyle="1" w:styleId="D040374DF74C4E289A054C173DB96A51">
    <w:name w:val="D040374DF74C4E289A054C173DB96A51"/>
    <w:rsid w:val="00FB4B1C"/>
  </w:style>
  <w:style w:type="paragraph" w:customStyle="1" w:styleId="8FDA2937EE1E47EB8AD557EBDDCB6AD7">
    <w:name w:val="8FDA2937EE1E47EB8AD557EBDDCB6AD7"/>
    <w:rsid w:val="00FB4B1C"/>
  </w:style>
  <w:style w:type="paragraph" w:customStyle="1" w:styleId="69ACBCE6772945F687C783BCD324BEA0">
    <w:name w:val="69ACBCE6772945F687C783BCD324BEA0"/>
    <w:rsid w:val="00FB4B1C"/>
  </w:style>
  <w:style w:type="paragraph" w:customStyle="1" w:styleId="83F78F9B5BF6473C83A4FC560D9DAC64">
    <w:name w:val="83F78F9B5BF6473C83A4FC560D9DAC64"/>
    <w:rsid w:val="00FB4B1C"/>
  </w:style>
  <w:style w:type="paragraph" w:customStyle="1" w:styleId="5D4CF91C62CC42E29D0CB4C9F12F5D58">
    <w:name w:val="5D4CF91C62CC42E29D0CB4C9F12F5D58"/>
    <w:rsid w:val="00FB4B1C"/>
  </w:style>
  <w:style w:type="paragraph" w:customStyle="1" w:styleId="573B2328DBCA4F259F9CFE01C7109EB5">
    <w:name w:val="573B2328DBCA4F259F9CFE01C7109EB5"/>
    <w:rsid w:val="00FB4B1C"/>
  </w:style>
  <w:style w:type="paragraph" w:customStyle="1" w:styleId="EFE66E4D964D49FF9CB8FC954FAB8989">
    <w:name w:val="EFE66E4D964D49FF9CB8FC954FAB8989"/>
    <w:rsid w:val="00FB4B1C"/>
  </w:style>
  <w:style w:type="paragraph" w:customStyle="1" w:styleId="38790497648E4ED58922A8E864CEE137">
    <w:name w:val="38790497648E4ED58922A8E864CEE137"/>
    <w:rsid w:val="00FB4B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DBC6A3A174B9140B599851D52532E78" ma:contentTypeVersion="37" ma:contentTypeDescription="Create a new document." ma:contentTypeScope="" ma:versionID="fb420b703f44a5fa923188948c6e6aa7">
  <xsd:schema xmlns:xsd="http://www.w3.org/2001/XMLSchema" xmlns:xs="http://www.w3.org/2001/XMLSchema" xmlns:p="http://schemas.microsoft.com/office/2006/metadata/properties" xmlns:ns1="http://schemas.microsoft.com/sharepoint/v3" xmlns:ns2="ca283e0b-db31-4043-a2ef-b80661bf084a" xmlns:ns3="http://schemas.microsoft.com/sharepoint.v3" xmlns:ns4="54779150-0e5d-4048-aba1-c4f44b4e0f6e" xmlns:ns5="bbc6142c-d4ef-43cd-a991-c7e0edfda6a7" xmlns:ns6="http://schemas.microsoft.com/sharepoint/v4" targetNamespace="http://schemas.microsoft.com/office/2006/metadata/properties" ma:root="true" ma:fieldsID="95fecb3c1a44b7f8fbb76a940b91ba87" ns1:_="" ns2:_="" ns3:_="" ns4:_="" ns5:_="" ns6:_="">
    <xsd:import namespace="http://schemas.microsoft.com/sharepoint/v3"/>
    <xsd:import namespace="ca283e0b-db31-4043-a2ef-b80661bf084a"/>
    <xsd:import namespace="http://schemas.microsoft.com/sharepoint.v3"/>
    <xsd:import namespace="54779150-0e5d-4048-aba1-c4f44b4e0f6e"/>
    <xsd:import namespace="bbc6142c-d4ef-43cd-a991-c7e0edfda6a7"/>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MediaServiceDateTaken" minOccurs="0"/>
                <xsd:element ref="ns4:MediaServiceOCR" minOccurs="0"/>
                <xsd:element ref="ns4:MediaServiceLocation" minOccurs="0"/>
                <xsd:element ref="ns5:SharedWithUsers" minOccurs="0"/>
                <xsd:element ref="ns5:SharedWithDetails" minOccurs="0"/>
                <xsd:element ref="ns1:_vti_ItemHoldRecordStatus" minOccurs="0"/>
                <xsd:element ref="ns6:IconOverlay" minOccurs="0"/>
                <xsd:element ref="ns4:MediaServiceAutoTags" minOccurs="0"/>
                <xsd:element ref="ns1:_vti_ItemDeclaredRecord" minOccurs="0"/>
                <xsd:element ref="ns5:TaxKeywordTaxHTField" minOccurs="0"/>
                <xsd:element ref="ns4:MediaServiceFastMetadata" minOccurs="0"/>
                <xsd:element ref="ns4:MediaServiceMetadata"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5"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78;#Analysis,Planning &amp; Monitoring-456C|5955b2fd-5d7f-4ec6-8d67-6bd2d19d2fc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35;#Training/ instructional materials, toolkits, user guides (non-ICT)|f7254839-f39a-4063-9d34-45784defb8cb"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271bc218-6524-438f-9fa7-5bf0c1abc479}" ma:internalName="TaxCatchAllLabel" ma:readOnly="true" ma:showField="CatchAllDataLabel" ma:web="bbc6142c-d4ef-43cd-a991-c7e0edfda6a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271bc218-6524-438f-9fa7-5bf0c1abc479}" ma:internalName="TaxCatchAll" ma:showField="CatchAllData" ma:web="bbc6142c-d4ef-43cd-a991-c7e0edfda6a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61;#Staff learning|ec7dc02a-8b04-4549-8288-23fe64bfd2eb"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79150-0e5d-4048-aba1-c4f44b4e0f6e" elementFormDefault="qualified">
    <xsd:import namespace="http://schemas.microsoft.com/office/2006/documentManagement/types"/>
    <xsd:import namespace="http://schemas.microsoft.com/office/infopath/2007/PartnerControls"/>
    <xsd:element name="MediaServiceDateTaken" ma:index="26" nillable="true" ma:displayName="MediaServiceDateTaken" ma:hidden="true" ma:internalName="MediaServiceDateTaken"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Location" ma:index="28" nillable="true" ma:displayName="Location" ma:internalName="MediaServiceLocatio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FastMetadata" ma:index="37" nillable="true" ma:displayName="MediaServiceFastMetadata" ma:hidden="true" ma:internalName="MediaServiceFastMetadata" ma:readOnly="true">
      <xsd:simpleType>
        <xsd:restriction base="dms:Note"/>
      </xsd:simpleType>
    </xsd:element>
    <xsd:element name="MediaServiceMetadata" ma:index="38" nillable="true" ma:displayName="MediaServiceMetadata" ma:hidden="true" ma:internalName="MediaServiceMetadata" ma:readOnly="true">
      <xsd:simpleType>
        <xsd:restriction base="dms:Note"/>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c6142c-d4ef-43cd-a991-c7e0edfda6a7"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TaxKeywordTaxHTField" ma:index="3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61</Value>
      <Value>2</Value>
      <Value>35</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Analysis,Planning &amp; Monitoring-456C</TermName>
          <TermId xmlns="http://schemas.microsoft.com/office/infopath/2007/PartnerControls">5955b2fd-5d7f-4ec6-8d67-6bd2d19d2fcb</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Staff learning</TermName>
          <TermId xmlns="http://schemas.microsoft.com/office/infopath/2007/PartnerControls">ec7dc02a-8b04-4549-8288-23fe64bfd2eb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Training/ instructional materials, toolkits, user guides (non-ICT)</TermName>
          <TermId xmlns="http://schemas.microsoft.com/office/infopath/2007/PartnerControls">f7254839-f39a-4063-9d34-45784defb8cb</TermId>
        </TermInfo>
      </Terms>
    </mda26ace941f4791a7314a339fee829c>
    <TaxKeywordTaxHTField xmlns="bbc6142c-d4ef-43cd-a991-c7e0edfda6a7">
      <Terms xmlns="http://schemas.microsoft.com/office/infopath/2007/PartnerControls"/>
    </TaxKeywordTaxHTField>
    <WrittenBy xmlns="ca283e0b-db31-4043-a2ef-b80661bf084a">
      <UserInfo>
        <DisplayName/>
        <AccountId xsi:nil="true"/>
        <AccountType/>
      </UserInfo>
    </WrittenBy>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75762-2D06-4581-B492-86B039103E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54779150-0e5d-4048-aba1-c4f44b4e0f6e"/>
    <ds:schemaRef ds:uri="bbc6142c-d4ef-43cd-a991-c7e0edfda6a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EC8DE1-C123-42A5-AF4F-AA3011616E0E}">
  <ds:schemaRefs>
    <ds:schemaRef ds:uri="http://schemas.microsoft.com/office/2006/metadata/customXsn"/>
  </ds:schemaRefs>
</ds:datastoreItem>
</file>

<file path=customXml/itemProps3.xml><?xml version="1.0" encoding="utf-8"?>
<ds:datastoreItem xmlns:ds="http://schemas.openxmlformats.org/officeDocument/2006/customXml" ds:itemID="{F83AAEB4-8E7C-4010-8A2E-16DC3FF1CFF1}">
  <ds:schemaRefs>
    <ds:schemaRef ds:uri="http://schemas.microsoft.com/sharepoint/v3/contenttype/forms"/>
  </ds:schemaRefs>
</ds:datastoreItem>
</file>

<file path=customXml/itemProps4.xml><?xml version="1.0" encoding="utf-8"?>
<ds:datastoreItem xmlns:ds="http://schemas.openxmlformats.org/officeDocument/2006/customXml" ds:itemID="{BF4EC1DA-168D-469C-985E-AAEE93A7999C}">
  <ds:schemaRefs>
    <ds:schemaRef ds:uri="http://schemas.microsoft.com/sharepoint/events"/>
  </ds:schemaRefs>
</ds:datastoreItem>
</file>

<file path=customXml/itemProps5.xml><?xml version="1.0" encoding="utf-8"?>
<ds:datastoreItem xmlns:ds="http://schemas.openxmlformats.org/officeDocument/2006/customXml" ds:itemID="{C0A85B4D-7382-4AE9-8AA4-C4140889CE1F}">
  <ds:schemaRefs>
    <ds:schemaRef ds:uri="Microsoft.SharePoint.Taxonomy.ContentTypeSync"/>
  </ds:schemaRefs>
</ds:datastoreItem>
</file>

<file path=customXml/itemProps6.xml><?xml version="1.0" encoding="utf-8"?>
<ds:datastoreItem xmlns:ds="http://schemas.openxmlformats.org/officeDocument/2006/customXml" ds:itemID="{C33392DD-6709-4172-A100-C86AA9074DD3}">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bbc6142c-d4ef-43cd-a991-c7e0edfda6a7"/>
  </ds:schemaRefs>
</ds:datastoreItem>
</file>

<file path=customXml/itemProps7.xml><?xml version="1.0" encoding="utf-8"?>
<ds:datastoreItem xmlns:ds="http://schemas.openxmlformats.org/officeDocument/2006/customXml" ds:itemID="{4B022FB3-958F-4E4A-AC09-80CB2BC85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Storyboard.dotx</Template>
  <TotalTime>0</TotalTime>
  <Pages>21</Pages>
  <Words>1920</Words>
  <Characters>10949</Characters>
  <Application>Microsoft Office Word</Application>
  <DocSecurity>0</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 Kimberly Tam</dc:creator>
  <cp:lastModifiedBy>Abel Henry</cp:lastModifiedBy>
  <cp:revision>5</cp:revision>
  <cp:lastPrinted>2017-08-30T20:43:00Z</cp:lastPrinted>
  <dcterms:created xsi:type="dcterms:W3CDTF">2020-08-03T18:42:00Z</dcterms:created>
  <dcterms:modified xsi:type="dcterms:W3CDTF">2020-09-16T16:34:00Z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0x0101009BA85F8052A6DA4FA3E31FF9F74C6970003DBC6A3A174B9140B599851D52532E78</vt:lpwstr>
  </property>
  <property fmtid="{D5CDD505-2E9C-101B-9397-08002B2CF9AE}" pid="3" name="Topic">
    <vt:lpwstr>61;#Staff learning|ec7dc02a-8b04-4549-8288-23fe64bfd2eb</vt:lpwstr>
  </property>
  <property fmtid="{D5CDD505-2E9C-101B-9397-08002B2CF9AE}" pid="4" name="OfficeDivision">
    <vt:lpwstr>2;#Analysis,Planning &amp; Monitoring-456C|5955b2fd-5d7f-4ec6-8d67-6bd2d19d2fcb</vt:lpwstr>
  </property>
  <property fmtid="{D5CDD505-2E9C-101B-9397-08002B2CF9AE}" pid="5" name="DocumentType">
    <vt:lpwstr>35;#Training/ instructional materials, toolkits, user guides (non-ICT)|f7254839-f39a-4063-9d34-45784defb8cb</vt:lpwstr>
  </property>
  <property fmtid="{D5CDD505-2E9C-101B-9397-08002B2CF9AE}" pid="6" name="TaxKeyword">
    <vt:lpwstr/>
  </property>
  <property fmtid="{D5CDD505-2E9C-101B-9397-08002B2CF9AE}" pid="7" name="GeographicScope">
    <vt:lpwstr/>
  </property>
</Properties>
</file>